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2918" w14:textId="13FA623D" w:rsidR="005F49BC" w:rsidRPr="005F49BC" w:rsidRDefault="00B94890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8B7C74">
        <w:rPr>
          <w:b/>
          <w:bCs/>
          <w:sz w:val="24"/>
          <w:szCs w:val="24"/>
        </w:rPr>
        <w:t>0</w:t>
      </w:r>
      <w:r w:rsidR="00813B02">
        <w:rPr>
          <w:b/>
          <w:bCs/>
          <w:sz w:val="24"/>
          <w:szCs w:val="24"/>
        </w:rPr>
        <w:t>4</w:t>
      </w:r>
    </w:p>
    <w:p w14:paraId="2A108810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02A7FB5C" w14:textId="77777777" w:rsidR="00C86109" w:rsidRPr="00C86109" w:rsidRDefault="00C86109" w:rsidP="00C86109">
      <w:pPr>
        <w:spacing w:after="0"/>
        <w:jc w:val="center"/>
        <w:rPr>
          <w:b/>
          <w:bCs/>
        </w:rPr>
      </w:pPr>
      <w:r w:rsidRPr="00C86109">
        <w:rPr>
          <w:b/>
          <w:bCs/>
        </w:rPr>
        <w:t>Modelo de Caução por Depósito em Dinheiro</w:t>
      </w:r>
    </w:p>
    <w:p w14:paraId="0162A169" w14:textId="08B14B09" w:rsidR="00C86109" w:rsidRPr="00C86109" w:rsidRDefault="00C86109" w:rsidP="00C86109">
      <w:pPr>
        <w:spacing w:after="0"/>
        <w:jc w:val="center"/>
        <w:rPr>
          <w:sz w:val="18"/>
          <w:szCs w:val="18"/>
        </w:rPr>
      </w:pPr>
      <w:r w:rsidRPr="00C86109">
        <w:rPr>
          <w:sz w:val="18"/>
          <w:szCs w:val="18"/>
        </w:rPr>
        <w:t>(a que se refere o Programa de Procedimento)</w:t>
      </w:r>
    </w:p>
    <w:p w14:paraId="3FD6FA56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354E80C4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1FAEA989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0AAAA771" w14:textId="77777777" w:rsidR="00C86109" w:rsidRPr="00C86109" w:rsidRDefault="00C86109" w:rsidP="00C86109">
      <w:pPr>
        <w:spacing w:after="0"/>
      </w:pPr>
      <w:r w:rsidRPr="00C86109">
        <w:t xml:space="preserve">Guia de depósito n.º _______ </w:t>
      </w:r>
      <w:r w:rsidRPr="00C86109">
        <w:tab/>
      </w:r>
      <w:r w:rsidRPr="00C86109">
        <w:tab/>
      </w:r>
      <w:r w:rsidRPr="00C86109">
        <w:tab/>
      </w:r>
      <w:r w:rsidRPr="00C86109">
        <w:tab/>
      </w:r>
      <w:r w:rsidRPr="00C86109">
        <w:tab/>
      </w:r>
      <w:r w:rsidRPr="00C86109">
        <w:tab/>
      </w:r>
      <w:r w:rsidRPr="00C86109">
        <w:tab/>
        <w:t>______ € (euros)</w:t>
      </w:r>
    </w:p>
    <w:p w14:paraId="4FE65625" w14:textId="77777777" w:rsidR="00C86109" w:rsidRPr="00C86109" w:rsidRDefault="00C86109" w:rsidP="00C86109">
      <w:pPr>
        <w:spacing w:after="0"/>
      </w:pPr>
    </w:p>
    <w:p w14:paraId="528396D7" w14:textId="77777777" w:rsidR="00C86109" w:rsidRPr="00C86109" w:rsidRDefault="00C86109" w:rsidP="00C86109">
      <w:pPr>
        <w:spacing w:after="0"/>
      </w:pPr>
    </w:p>
    <w:p w14:paraId="1E9EB70E" w14:textId="1D938CFD" w:rsidR="00E34139" w:rsidRDefault="00C86109" w:rsidP="006040BE">
      <w:pPr>
        <w:spacing w:after="0" w:line="360" w:lineRule="auto"/>
      </w:pPr>
      <w:r w:rsidRPr="00C86109">
        <w:t xml:space="preserve">Vai …. </w:t>
      </w:r>
      <w:r w:rsidRPr="00C86109">
        <w:rPr>
          <w:b/>
          <w:bCs/>
        </w:rPr>
        <w:t>(1)</w:t>
      </w:r>
      <w:r w:rsidRPr="00C86109">
        <w:t xml:space="preserve">, residente/com sede </w:t>
      </w:r>
      <w:r w:rsidRPr="00C86109">
        <w:rPr>
          <w:b/>
          <w:bCs/>
        </w:rPr>
        <w:t>(2)</w:t>
      </w:r>
      <w:r w:rsidRPr="00C86109">
        <w:t xml:space="preserve"> em .… </w:t>
      </w:r>
      <w:r w:rsidRPr="00C86109">
        <w:rPr>
          <w:b/>
          <w:bCs/>
        </w:rPr>
        <w:t>(3)</w:t>
      </w:r>
      <w:r w:rsidRPr="00C86109">
        <w:t xml:space="preserve">, depositar na sede/filial/agência/delegação </w:t>
      </w:r>
      <w:r w:rsidRPr="00C86109">
        <w:rPr>
          <w:b/>
          <w:bCs/>
        </w:rPr>
        <w:t>(2)</w:t>
      </w:r>
      <w:r w:rsidRPr="00C86109">
        <w:t xml:space="preserve"> da </w:t>
      </w:r>
      <w:r w:rsidR="003A4C11">
        <w:t>…</w:t>
      </w:r>
      <w:r w:rsidR="00E34139">
        <w:t xml:space="preserve"> em </w:t>
      </w:r>
      <w:r w:rsidRPr="00C86109">
        <w:t xml:space="preserve">.… </w:t>
      </w:r>
      <w:r w:rsidRPr="00C86109">
        <w:rPr>
          <w:b/>
          <w:bCs/>
        </w:rPr>
        <w:t>(4)</w:t>
      </w:r>
      <w:r w:rsidRPr="00C86109">
        <w:t xml:space="preserve">, a quantia de .… </w:t>
      </w:r>
      <w:r w:rsidRPr="00C86109">
        <w:rPr>
          <w:b/>
          <w:bCs/>
        </w:rPr>
        <w:t>(5)</w:t>
      </w:r>
      <w:r w:rsidRPr="00C86109">
        <w:t xml:space="preserve"> destinada a caucionar o integral cumprimento das obrigações assumidas pelo(s) garantidos(s) no âmbito da adjudicação relativa ao procedimento ….  </w:t>
      </w:r>
      <w:r w:rsidRPr="00C86109">
        <w:rPr>
          <w:b/>
          <w:bCs/>
        </w:rPr>
        <w:t>(6)</w:t>
      </w:r>
      <w:r w:rsidRPr="00C86109">
        <w:t>, nos termos e para os efeitos previstos nos artigos 88.º, 89.º e 90.º do Código dos Contratos Públicos, aprovado pelo Decreto-Lei n.º 18/2008, de 29 de janeiro, com as atualizações em vigor.</w:t>
      </w:r>
    </w:p>
    <w:p w14:paraId="010E6D2D" w14:textId="77777777" w:rsidR="00E34139" w:rsidRPr="00C86109" w:rsidRDefault="00E34139" w:rsidP="006040BE">
      <w:pPr>
        <w:spacing w:after="0" w:line="360" w:lineRule="auto"/>
      </w:pPr>
    </w:p>
    <w:p w14:paraId="07CB3E8F" w14:textId="1F853C6F" w:rsidR="00C86109" w:rsidRPr="00C86109" w:rsidRDefault="00C86109" w:rsidP="006040BE">
      <w:pPr>
        <w:spacing w:after="0" w:line="360" w:lineRule="auto"/>
      </w:pPr>
      <w:r w:rsidRPr="00C86109">
        <w:t xml:space="preserve">O presente depósito corresponde a …. % </w:t>
      </w:r>
      <w:r w:rsidRPr="00C86109">
        <w:rPr>
          <w:b/>
          <w:bCs/>
        </w:rPr>
        <w:t>(7)</w:t>
      </w:r>
      <w:r w:rsidRPr="00C86109">
        <w:t xml:space="preserve"> do valor total da adjudicação acima mencionada e fica à ordem da Universidade </w:t>
      </w:r>
      <w:r w:rsidR="002211DA">
        <w:t>de Évora</w:t>
      </w:r>
      <w:r w:rsidRPr="00C86109">
        <w:t>, a quem deve ser remetido o respetivo conhecimento.</w:t>
      </w:r>
    </w:p>
    <w:p w14:paraId="1B2BAA5A" w14:textId="77777777" w:rsidR="00C86109" w:rsidRPr="00C86109" w:rsidRDefault="00C86109" w:rsidP="00C86109">
      <w:pPr>
        <w:spacing w:after="0"/>
      </w:pPr>
    </w:p>
    <w:p w14:paraId="7532ED39" w14:textId="77777777" w:rsidR="00C86109" w:rsidRPr="00C86109" w:rsidRDefault="00C86109" w:rsidP="00C86109">
      <w:pPr>
        <w:spacing w:after="0"/>
      </w:pPr>
    </w:p>
    <w:p w14:paraId="3DC39C31" w14:textId="77777777" w:rsidR="00C86109" w:rsidRPr="00C86109" w:rsidRDefault="00C86109" w:rsidP="00C86109">
      <w:pPr>
        <w:spacing w:after="0"/>
      </w:pPr>
      <w:r w:rsidRPr="00C86109">
        <w:t>… (data)</w:t>
      </w:r>
    </w:p>
    <w:p w14:paraId="144BE0A4" w14:textId="77777777" w:rsidR="00C86109" w:rsidRPr="00C86109" w:rsidRDefault="00C86109" w:rsidP="00C86109">
      <w:pPr>
        <w:spacing w:after="0"/>
      </w:pPr>
      <w:r w:rsidRPr="00C86109">
        <w:t>… (assinatura)</w:t>
      </w:r>
    </w:p>
    <w:p w14:paraId="3DF5A914" w14:textId="77777777" w:rsidR="00C86109" w:rsidRPr="00C86109" w:rsidRDefault="00C86109" w:rsidP="00C86109">
      <w:pPr>
        <w:spacing w:after="0"/>
      </w:pPr>
    </w:p>
    <w:p w14:paraId="14643245" w14:textId="3E1BE03D" w:rsidR="00C86109" w:rsidRDefault="00C86109" w:rsidP="00C86109">
      <w:pPr>
        <w:spacing w:after="0"/>
      </w:pPr>
    </w:p>
    <w:p w14:paraId="4E7663C5" w14:textId="6AC187F2" w:rsidR="00E34139" w:rsidRPr="00E34139" w:rsidRDefault="00E34139" w:rsidP="00E34139">
      <w:pPr>
        <w:spacing w:after="0"/>
        <w:jc w:val="right"/>
        <w:rPr>
          <w:sz w:val="20"/>
          <w:szCs w:val="20"/>
        </w:rPr>
      </w:pPr>
      <w:r w:rsidRPr="00E34139">
        <w:rPr>
          <w:sz w:val="20"/>
          <w:szCs w:val="20"/>
        </w:rPr>
        <w:t>Dados da conta bancária destinada a cauções:</w:t>
      </w:r>
    </w:p>
    <w:p w14:paraId="1D89315F" w14:textId="70A04B57" w:rsidR="00E34139" w:rsidRPr="00E34139" w:rsidRDefault="00E34139" w:rsidP="00E34139">
      <w:pPr>
        <w:spacing w:after="0"/>
        <w:jc w:val="right"/>
        <w:rPr>
          <w:sz w:val="20"/>
          <w:szCs w:val="20"/>
        </w:rPr>
      </w:pPr>
      <w:r w:rsidRPr="00E34139">
        <w:rPr>
          <w:sz w:val="20"/>
          <w:szCs w:val="20"/>
        </w:rPr>
        <w:t xml:space="preserve">Nome </w:t>
      </w:r>
      <w:r w:rsidR="0034212C">
        <w:rPr>
          <w:b/>
          <w:bCs/>
          <w:sz w:val="20"/>
          <w:szCs w:val="20"/>
        </w:rPr>
        <w:t xml:space="preserve">Comissão de Coordenação e Desenvolvimento </w:t>
      </w:r>
      <w:r w:rsidR="00091947">
        <w:rPr>
          <w:b/>
          <w:bCs/>
          <w:sz w:val="20"/>
          <w:szCs w:val="20"/>
        </w:rPr>
        <w:t>Regional do Alentejo, I.P.</w:t>
      </w:r>
    </w:p>
    <w:p w14:paraId="7ED9878F" w14:textId="6ABC67BE" w:rsidR="00E34139" w:rsidRPr="00E34139" w:rsidRDefault="00E34139" w:rsidP="00E34139">
      <w:pPr>
        <w:spacing w:after="0"/>
        <w:jc w:val="right"/>
        <w:rPr>
          <w:sz w:val="20"/>
          <w:szCs w:val="20"/>
        </w:rPr>
      </w:pPr>
      <w:r w:rsidRPr="00E34139">
        <w:rPr>
          <w:sz w:val="20"/>
          <w:szCs w:val="20"/>
        </w:rPr>
        <w:t xml:space="preserve">NIF </w:t>
      </w:r>
      <w:r w:rsidR="00091947">
        <w:rPr>
          <w:b/>
          <w:bCs/>
          <w:sz w:val="20"/>
          <w:szCs w:val="20"/>
        </w:rPr>
        <w:t>517699044</w:t>
      </w:r>
    </w:p>
    <w:p w14:paraId="62211B99" w14:textId="25FE6197" w:rsidR="00E34139" w:rsidRPr="00E34139" w:rsidRDefault="00E34139" w:rsidP="00E34139">
      <w:pPr>
        <w:spacing w:after="0"/>
        <w:jc w:val="right"/>
        <w:rPr>
          <w:sz w:val="20"/>
          <w:szCs w:val="20"/>
        </w:rPr>
      </w:pPr>
      <w:r w:rsidRPr="00E34139">
        <w:rPr>
          <w:sz w:val="20"/>
          <w:szCs w:val="20"/>
        </w:rPr>
        <w:t xml:space="preserve">IBAN </w:t>
      </w:r>
      <w:r w:rsidR="00091947" w:rsidRPr="00091947">
        <w:rPr>
          <w:b/>
          <w:bCs/>
          <w:sz w:val="20"/>
          <w:szCs w:val="20"/>
        </w:rPr>
        <w:t>PT50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0781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0112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0000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0008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0255</w:t>
      </w:r>
      <w:r w:rsidR="00091947">
        <w:rPr>
          <w:b/>
          <w:bCs/>
          <w:sz w:val="20"/>
          <w:szCs w:val="20"/>
        </w:rPr>
        <w:t xml:space="preserve"> </w:t>
      </w:r>
      <w:r w:rsidR="00091947" w:rsidRPr="00091947">
        <w:rPr>
          <w:b/>
          <w:bCs/>
          <w:sz w:val="20"/>
          <w:szCs w:val="20"/>
        </w:rPr>
        <w:t>2</w:t>
      </w:r>
    </w:p>
    <w:p w14:paraId="0F06B66A" w14:textId="63FB35B3" w:rsidR="00E34139" w:rsidRPr="00E34139" w:rsidRDefault="00E34139" w:rsidP="00E34139">
      <w:pPr>
        <w:spacing w:after="0"/>
        <w:jc w:val="right"/>
        <w:rPr>
          <w:sz w:val="20"/>
          <w:szCs w:val="20"/>
        </w:rPr>
      </w:pPr>
      <w:r w:rsidRPr="00E34139">
        <w:rPr>
          <w:sz w:val="20"/>
          <w:szCs w:val="20"/>
        </w:rPr>
        <w:t xml:space="preserve">BIC SWIFT </w:t>
      </w:r>
      <w:r w:rsidR="003A4C11" w:rsidRPr="003A4C11">
        <w:rPr>
          <w:b/>
          <w:bCs/>
          <w:sz w:val="20"/>
          <w:szCs w:val="20"/>
        </w:rPr>
        <w:t>IGCPPTPL</w:t>
      </w:r>
    </w:p>
    <w:p w14:paraId="62E937EA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2812E45A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706D4AA9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2BD617A1" w14:textId="77777777" w:rsidR="00C86109" w:rsidRPr="00C86109" w:rsidRDefault="00C86109" w:rsidP="00C86109">
      <w:pPr>
        <w:spacing w:after="0"/>
        <w:rPr>
          <w:sz w:val="18"/>
          <w:szCs w:val="18"/>
        </w:rPr>
      </w:pPr>
    </w:p>
    <w:p w14:paraId="4F55340F" w14:textId="77777777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(1)</w:t>
      </w:r>
      <w:r w:rsidRPr="00C86109">
        <w:rPr>
          <w:sz w:val="18"/>
          <w:szCs w:val="18"/>
        </w:rPr>
        <w:tab/>
        <w:t>Identificação completa do adjudicatário.</w:t>
      </w:r>
    </w:p>
    <w:p w14:paraId="12BB029C" w14:textId="77777777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(2)</w:t>
      </w:r>
      <w:r w:rsidRPr="00C86109">
        <w:rPr>
          <w:sz w:val="18"/>
          <w:szCs w:val="18"/>
        </w:rPr>
        <w:tab/>
        <w:t>Eliminar o que não interessa.</w:t>
      </w:r>
    </w:p>
    <w:p w14:paraId="2B5FE860" w14:textId="77777777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(3)</w:t>
      </w:r>
      <w:r w:rsidRPr="00C86109">
        <w:rPr>
          <w:sz w:val="18"/>
          <w:szCs w:val="18"/>
        </w:rPr>
        <w:tab/>
        <w:t>Morada do Adjudicatário.</w:t>
      </w:r>
    </w:p>
    <w:p w14:paraId="19626C37" w14:textId="45FCF9F6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(4)</w:t>
      </w:r>
      <w:r w:rsidRPr="00C86109">
        <w:rPr>
          <w:sz w:val="18"/>
          <w:szCs w:val="18"/>
        </w:rPr>
        <w:tab/>
        <w:t xml:space="preserve">Identificação </w:t>
      </w:r>
      <w:r w:rsidR="00E34139">
        <w:rPr>
          <w:sz w:val="18"/>
          <w:szCs w:val="18"/>
        </w:rPr>
        <w:t>da localidade</w:t>
      </w:r>
      <w:r w:rsidRPr="00C86109">
        <w:rPr>
          <w:sz w:val="18"/>
          <w:szCs w:val="18"/>
        </w:rPr>
        <w:t xml:space="preserve"> da instituição de crédito.</w:t>
      </w:r>
    </w:p>
    <w:p w14:paraId="6FDE3C70" w14:textId="77777777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(5)</w:t>
      </w:r>
      <w:r w:rsidRPr="00C86109">
        <w:rPr>
          <w:sz w:val="18"/>
          <w:szCs w:val="18"/>
        </w:rPr>
        <w:tab/>
        <w:t>Indicar o valor, também por extenso.</w:t>
      </w:r>
    </w:p>
    <w:p w14:paraId="3BC19950" w14:textId="77777777" w:rsidR="00C86109" w:rsidRPr="00C86109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(6)</w:t>
      </w:r>
      <w:r w:rsidRPr="00C86109">
        <w:rPr>
          <w:sz w:val="18"/>
          <w:szCs w:val="18"/>
        </w:rPr>
        <w:tab/>
        <w:t>Indicar a designação ou referência do procedimento em causa.</w:t>
      </w:r>
    </w:p>
    <w:p w14:paraId="11823DC5" w14:textId="0D235906" w:rsidR="00F46412" w:rsidRPr="005F49BC" w:rsidRDefault="00C86109" w:rsidP="00C86109">
      <w:pPr>
        <w:spacing w:after="0"/>
        <w:rPr>
          <w:sz w:val="18"/>
          <w:szCs w:val="18"/>
        </w:rPr>
      </w:pPr>
      <w:r w:rsidRPr="00C86109">
        <w:rPr>
          <w:sz w:val="18"/>
          <w:szCs w:val="18"/>
        </w:rPr>
        <w:t>(7)</w:t>
      </w:r>
      <w:r w:rsidRPr="00C86109">
        <w:rPr>
          <w:sz w:val="18"/>
          <w:szCs w:val="18"/>
        </w:rPr>
        <w:tab/>
        <w:t>Indicar a percentagem nos termos do disposto.</w:t>
      </w:r>
    </w:p>
    <w:sectPr w:rsidR="00F46412" w:rsidRPr="005F49BC" w:rsidSect="00EA724A">
      <w:headerReference w:type="default" r:id="rId8"/>
      <w:footerReference w:type="default" r:id="rId9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CE16" w14:textId="77777777" w:rsidR="0010141C" w:rsidRDefault="0010141C" w:rsidP="00615011">
      <w:r>
        <w:separator/>
      </w:r>
    </w:p>
  </w:endnote>
  <w:endnote w:type="continuationSeparator" w:id="0">
    <w:p w14:paraId="73C8D126" w14:textId="77777777" w:rsidR="0010141C" w:rsidRDefault="0010141C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58E0F880" w:rsidR="00971764" w:rsidRDefault="00000000" w:rsidP="00B73D43">
          <w:pPr>
            <w:pStyle w:val="Rodap"/>
          </w:pPr>
          <w:fldSimple w:instr=" FILENAME \* MERGEFORMAT ">
            <w:r w:rsidR="003A22E3">
              <w:rPr>
                <w:noProof/>
              </w:rPr>
              <w:t>Modelo 04 - Mod Caução por Depósito em Dinheiro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DC0C5" w14:textId="77777777" w:rsidR="0010141C" w:rsidRDefault="0010141C" w:rsidP="00615011">
      <w:r>
        <w:separator/>
      </w:r>
    </w:p>
  </w:footnote>
  <w:footnote w:type="continuationSeparator" w:id="0">
    <w:p w14:paraId="1771312E" w14:textId="77777777" w:rsidR="0010141C" w:rsidRDefault="0010141C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1947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BDA"/>
    <w:rsid w:val="000F4C7F"/>
    <w:rsid w:val="00100F44"/>
    <w:rsid w:val="0010141C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11DA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212C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2E3"/>
    <w:rsid w:val="003A2F20"/>
    <w:rsid w:val="003A2FC7"/>
    <w:rsid w:val="003A4C11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047D0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92400"/>
    <w:rsid w:val="00493BC1"/>
    <w:rsid w:val="004A14EF"/>
    <w:rsid w:val="004A5F3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20D6"/>
    <w:rsid w:val="005E35A7"/>
    <w:rsid w:val="005E4044"/>
    <w:rsid w:val="005F0DC6"/>
    <w:rsid w:val="005F18DF"/>
    <w:rsid w:val="005F36B3"/>
    <w:rsid w:val="005F49BC"/>
    <w:rsid w:val="006002DC"/>
    <w:rsid w:val="00603DD4"/>
    <w:rsid w:val="006040BE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B02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A7EC3"/>
    <w:rsid w:val="008B434E"/>
    <w:rsid w:val="008B4EB1"/>
    <w:rsid w:val="008B7C74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0EA3"/>
    <w:rsid w:val="00AE138A"/>
    <w:rsid w:val="00AF02F6"/>
    <w:rsid w:val="00AF5F7C"/>
    <w:rsid w:val="00B00AC1"/>
    <w:rsid w:val="00B10DB6"/>
    <w:rsid w:val="00B153AC"/>
    <w:rsid w:val="00B15B34"/>
    <w:rsid w:val="00B16F7C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890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86109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0C70"/>
    <w:rsid w:val="00D11EB8"/>
    <w:rsid w:val="00D12544"/>
    <w:rsid w:val="00D23FC0"/>
    <w:rsid w:val="00D27E78"/>
    <w:rsid w:val="00D32FA6"/>
    <w:rsid w:val="00D40E34"/>
    <w:rsid w:val="00D42409"/>
    <w:rsid w:val="00D44CD1"/>
    <w:rsid w:val="00D50FC1"/>
    <w:rsid w:val="00D55923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139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314C"/>
    <w:rsid w:val="00EC23A8"/>
    <w:rsid w:val="00EC30F7"/>
    <w:rsid w:val="00EC5716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602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F9123-5AB3-41AC-9A00-3C720A6BC983}"/>
</file>

<file path=customXml/itemProps3.xml><?xml version="1.0" encoding="utf-8"?>
<ds:datastoreItem xmlns:ds="http://schemas.openxmlformats.org/officeDocument/2006/customXml" ds:itemID="{6D412CC3-7BC6-4364-BCBD-96AC86664F96}"/>
</file>

<file path=customXml/itemProps4.xml><?xml version="1.0" encoding="utf-8"?>
<ds:datastoreItem xmlns:ds="http://schemas.openxmlformats.org/officeDocument/2006/customXml" ds:itemID="{72837624-9FB8-4CBA-B6EB-1F395387FE5D}"/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35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14</cp:revision>
  <dcterms:created xsi:type="dcterms:W3CDTF">2022-06-29T22:29:00Z</dcterms:created>
  <dcterms:modified xsi:type="dcterms:W3CDTF">2023-12-05T16:08:00Z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