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92918" w14:textId="3641C21D" w:rsidR="005F49BC" w:rsidRPr="005F49BC" w:rsidRDefault="00961E06" w:rsidP="005F49B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MODELO</w:t>
      </w:r>
      <w:r w:rsidR="005F49BC" w:rsidRPr="005F49BC">
        <w:rPr>
          <w:b/>
          <w:bCs/>
          <w:sz w:val="24"/>
          <w:szCs w:val="24"/>
        </w:rPr>
        <w:t xml:space="preserve"> </w:t>
      </w:r>
      <w:r w:rsidR="005E63BD">
        <w:rPr>
          <w:b/>
          <w:bCs/>
          <w:sz w:val="24"/>
          <w:szCs w:val="24"/>
        </w:rPr>
        <w:t>01</w:t>
      </w:r>
    </w:p>
    <w:p w14:paraId="2504660D" w14:textId="7991D5F5" w:rsidR="005F49BC" w:rsidRPr="005F49BC" w:rsidRDefault="005F49BC" w:rsidP="005F49BC">
      <w:pPr>
        <w:jc w:val="center"/>
        <w:rPr>
          <w:b/>
          <w:bCs/>
        </w:rPr>
      </w:pPr>
      <w:r w:rsidRPr="005F49BC">
        <w:rPr>
          <w:b/>
          <w:bCs/>
        </w:rPr>
        <w:t>Modelo de declaração prevista na alínea a), n.º 1 do art.º 57º do CCP</w:t>
      </w:r>
      <w:r w:rsidR="005E63BD">
        <w:rPr>
          <w:b/>
          <w:bCs/>
        </w:rPr>
        <w:t xml:space="preserve"> – ANEXO I</w:t>
      </w:r>
    </w:p>
    <w:p w14:paraId="2CDF5E6A" w14:textId="77777777" w:rsidR="005F49BC" w:rsidRPr="005F49BC" w:rsidRDefault="005F49BC" w:rsidP="005F49BC">
      <w:pPr>
        <w:jc w:val="center"/>
        <w:rPr>
          <w:sz w:val="18"/>
          <w:szCs w:val="18"/>
        </w:rPr>
      </w:pPr>
      <w:r w:rsidRPr="005F49BC">
        <w:rPr>
          <w:sz w:val="18"/>
          <w:szCs w:val="18"/>
        </w:rPr>
        <w:t>(a que se refere a alínea a) do n.º 1 do artigo 57.º ou a subalínea i) da alínea b) e alínea c) do n.º 3 do artigo 256.º-A, conforme aplicável, do Código dos Contratos Públicos)</w:t>
      </w:r>
    </w:p>
    <w:p w14:paraId="1035CB33" w14:textId="77777777" w:rsidR="005F49BC" w:rsidRDefault="005F49BC" w:rsidP="005F49BC"/>
    <w:p w14:paraId="7AC11859" w14:textId="77777777" w:rsidR="005F49BC" w:rsidRDefault="005F49BC" w:rsidP="005F49BC">
      <w:r>
        <w:t xml:space="preserve">1 - ... (nome, número de documento de identificação e morada), na qualidade de representante legal de </w:t>
      </w:r>
      <w:r w:rsidRPr="005F49BC">
        <w:rPr>
          <w:b/>
          <w:bCs/>
        </w:rPr>
        <w:t>(1)</w:t>
      </w:r>
      <w:r>
        <w:t xml:space="preserve">... (firma, número de identificação fiscal e sede ou, no caso de agrupamento concorrente, firmas, números de identificação fiscal e sedes), tendo tomado inteiro e perfeito conhecimento do caderno de encargos relativo à execução do contrato a celebrar na sequência do procedimento de... (designação ou referência ao procedimento em causa) e, se for o caso, do caderno de encargos do acordo-quadro aplicável ao procedimento, declara, sob compromisso de honra, que a sua representada </w:t>
      </w:r>
      <w:r w:rsidRPr="005F49BC">
        <w:rPr>
          <w:b/>
          <w:bCs/>
        </w:rPr>
        <w:t>(2)</w:t>
      </w:r>
      <w:r>
        <w:t xml:space="preserve"> se obriga a executar o referido contrato em conformidade com o conteúdo do mencionado caderno de encargos, relativamente ao qual declara aceitar, sem reservas, todas as suas cláusulas. </w:t>
      </w:r>
    </w:p>
    <w:p w14:paraId="5CD010B5" w14:textId="77777777" w:rsidR="005F49BC" w:rsidRDefault="005F49BC" w:rsidP="005F49BC">
      <w:r>
        <w:t xml:space="preserve">2 - Declara também que executa o referido contrato nos termos previstos nos seguintes documentos, que junta em anexo </w:t>
      </w:r>
      <w:r w:rsidRPr="005F49BC">
        <w:rPr>
          <w:b/>
          <w:bCs/>
        </w:rPr>
        <w:t>(3)</w:t>
      </w:r>
      <w:r>
        <w:t xml:space="preserve">: </w:t>
      </w:r>
    </w:p>
    <w:p w14:paraId="351DCBB1" w14:textId="77777777" w:rsidR="005F49BC" w:rsidRDefault="005F49BC" w:rsidP="005F49BC">
      <w:proofErr w:type="gramStart"/>
      <w:r>
        <w:t>a)...</w:t>
      </w:r>
      <w:proofErr w:type="gramEnd"/>
      <w:r>
        <w:t xml:space="preserve"> </w:t>
      </w:r>
    </w:p>
    <w:p w14:paraId="531C1A45" w14:textId="77777777" w:rsidR="005F49BC" w:rsidRDefault="005F49BC" w:rsidP="005F49BC">
      <w:proofErr w:type="gramStart"/>
      <w:r>
        <w:t>b)...</w:t>
      </w:r>
      <w:proofErr w:type="gramEnd"/>
      <w:r>
        <w:t xml:space="preserve"> </w:t>
      </w:r>
    </w:p>
    <w:p w14:paraId="7828A227" w14:textId="77777777" w:rsidR="005F49BC" w:rsidRDefault="005F49BC" w:rsidP="005F49BC">
      <w:r>
        <w:t xml:space="preserve">3 - Declara ainda que renuncia a foro especial e se submete, em tudo o que respeitar à execução do referido contrato, ao disposto na legislação portuguesa aplicável. </w:t>
      </w:r>
    </w:p>
    <w:p w14:paraId="49E1B13F" w14:textId="77777777" w:rsidR="005F49BC" w:rsidRDefault="005F49BC" w:rsidP="005F49BC">
      <w:r>
        <w:t xml:space="preserve">4 - Mais declara, sob compromisso de honra, que não se encontra em nenhuma das situações previstas no n.º 1 do artigo 55.º do Código dos Contratos Públicos. </w:t>
      </w:r>
    </w:p>
    <w:p w14:paraId="72599A1F" w14:textId="77777777" w:rsidR="005F49BC" w:rsidRDefault="005F49BC" w:rsidP="005F49BC">
      <w:r>
        <w:t xml:space="preserve">5 - O declarante tem pleno conhecimento de que a prestação de falsas declarações implica, consoante o caso, a exclusão da proposta apresentada ou a caducidade da adjudicação que eventualmente sobre ela recaia e constitui contraordenação muito grave, nos termos do artigo 456.º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 </w:t>
      </w:r>
    </w:p>
    <w:p w14:paraId="727A881A" w14:textId="77777777" w:rsidR="005F49BC" w:rsidRDefault="005F49BC" w:rsidP="005F49BC">
      <w:r>
        <w:t xml:space="preserve">6 - Quando a entidade adjudicante o solicitar, o concorrente obriga-se, nos termos do disposto no artigo 81.º do Código dos Contratos Públicos, a apresentar os documentos comprovativos de que não se encontra nas situações previstas nas alíneas b), d), e) e h) do n.º 1 do artigo 55.º do referido Código. </w:t>
      </w:r>
    </w:p>
    <w:p w14:paraId="61C43C90" w14:textId="77777777" w:rsidR="005F49BC" w:rsidRDefault="005F49BC" w:rsidP="005F49BC">
      <w:r>
        <w:t xml:space="preserve">7 - 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</w:t>
      </w:r>
      <w:r>
        <w:lastRenderedPageBreak/>
        <w:t xml:space="preserve">grave, nos termos do artigo 456.º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 </w:t>
      </w:r>
    </w:p>
    <w:p w14:paraId="4054488A" w14:textId="77777777" w:rsidR="005F49BC" w:rsidRDefault="005F49BC" w:rsidP="005F49BC"/>
    <w:p w14:paraId="7C6FA302" w14:textId="3AAA5CBC" w:rsidR="005F49BC" w:rsidRDefault="005F49BC" w:rsidP="005F49BC">
      <w:r>
        <w:t>... (local</w:t>
      </w:r>
      <w:proofErr w:type="gramStart"/>
      <w:r>
        <w:t>),...</w:t>
      </w:r>
      <w:proofErr w:type="gramEnd"/>
      <w:r>
        <w:t xml:space="preserve"> (data),... [assinatura</w:t>
      </w:r>
      <w:r w:rsidR="004E11C0">
        <w:t xml:space="preserve"> eletrónica</w:t>
      </w:r>
      <w:r>
        <w:t xml:space="preserve"> </w:t>
      </w:r>
      <w:r w:rsidRPr="005F49BC">
        <w:rPr>
          <w:b/>
          <w:bCs/>
        </w:rPr>
        <w:t>(4)</w:t>
      </w:r>
      <w:r>
        <w:t xml:space="preserve">]. </w:t>
      </w:r>
    </w:p>
    <w:p w14:paraId="61CD6B80" w14:textId="77777777" w:rsidR="005F49BC" w:rsidRDefault="005F49BC" w:rsidP="005F49BC"/>
    <w:p w14:paraId="20A1FD5F" w14:textId="77777777" w:rsidR="005F49BC" w:rsidRDefault="005F49BC" w:rsidP="005F49BC"/>
    <w:p w14:paraId="0181E042" w14:textId="77777777" w:rsidR="005F49BC" w:rsidRDefault="005F49BC" w:rsidP="005F49BC"/>
    <w:p w14:paraId="6E850709" w14:textId="77777777" w:rsidR="005F49BC" w:rsidRPr="005F49BC" w:rsidRDefault="005F49BC" w:rsidP="005F49BC">
      <w:pPr>
        <w:spacing w:after="0"/>
        <w:rPr>
          <w:sz w:val="18"/>
          <w:szCs w:val="18"/>
        </w:rPr>
      </w:pPr>
      <w:r w:rsidRPr="005F49BC">
        <w:rPr>
          <w:sz w:val="18"/>
          <w:szCs w:val="18"/>
        </w:rPr>
        <w:t xml:space="preserve">(1) Aplicável apenas a concorrentes que sejam pessoas coletivas. </w:t>
      </w:r>
    </w:p>
    <w:p w14:paraId="006BD3EB" w14:textId="77777777" w:rsidR="005F49BC" w:rsidRPr="005F49BC" w:rsidRDefault="005F49BC" w:rsidP="005F49BC">
      <w:pPr>
        <w:spacing w:after="0"/>
        <w:rPr>
          <w:sz w:val="18"/>
          <w:szCs w:val="18"/>
        </w:rPr>
      </w:pPr>
      <w:r w:rsidRPr="005F49BC">
        <w:rPr>
          <w:sz w:val="18"/>
          <w:szCs w:val="18"/>
        </w:rPr>
        <w:t xml:space="preserve">(2) No caso de o concorrente ser uma pessoa singular, suprimir a expressão «a sua representada». </w:t>
      </w:r>
    </w:p>
    <w:p w14:paraId="43AD8FC0" w14:textId="77777777" w:rsidR="005F49BC" w:rsidRPr="005F49BC" w:rsidRDefault="005F49BC" w:rsidP="005F49BC">
      <w:pPr>
        <w:spacing w:after="0"/>
        <w:rPr>
          <w:sz w:val="18"/>
          <w:szCs w:val="18"/>
        </w:rPr>
      </w:pPr>
      <w:r w:rsidRPr="005F49BC">
        <w:rPr>
          <w:sz w:val="18"/>
          <w:szCs w:val="18"/>
        </w:rPr>
        <w:t xml:space="preserve">(3) Enumerar todos os documentos que constituem a proposta, para além desta declaração, nos termos do disposto nas alíneas b), c) e d) do n.º 1 e nos </w:t>
      </w:r>
      <w:proofErr w:type="spellStart"/>
      <w:proofErr w:type="gramStart"/>
      <w:r w:rsidRPr="005F49BC">
        <w:rPr>
          <w:sz w:val="18"/>
          <w:szCs w:val="18"/>
        </w:rPr>
        <w:t>n.os</w:t>
      </w:r>
      <w:proofErr w:type="spellEnd"/>
      <w:proofErr w:type="gramEnd"/>
      <w:r w:rsidRPr="005F49BC">
        <w:rPr>
          <w:sz w:val="18"/>
          <w:szCs w:val="18"/>
        </w:rPr>
        <w:t xml:space="preserve"> 2 e 3 do artigo 57.º </w:t>
      </w:r>
    </w:p>
    <w:p w14:paraId="43CF03CD" w14:textId="74708720" w:rsidR="00341CCE" w:rsidRPr="005F49BC" w:rsidRDefault="005F49BC" w:rsidP="005F49BC">
      <w:pPr>
        <w:spacing w:after="0"/>
        <w:rPr>
          <w:sz w:val="18"/>
          <w:szCs w:val="18"/>
        </w:rPr>
      </w:pPr>
      <w:r w:rsidRPr="005F49BC">
        <w:rPr>
          <w:sz w:val="18"/>
          <w:szCs w:val="18"/>
        </w:rPr>
        <w:t xml:space="preserve">(4) Nos termos do disposto nos </w:t>
      </w:r>
      <w:proofErr w:type="spellStart"/>
      <w:proofErr w:type="gramStart"/>
      <w:r w:rsidRPr="005F49BC">
        <w:rPr>
          <w:sz w:val="18"/>
          <w:szCs w:val="18"/>
        </w:rPr>
        <w:t>n.os</w:t>
      </w:r>
      <w:proofErr w:type="spellEnd"/>
      <w:proofErr w:type="gramEnd"/>
      <w:r w:rsidRPr="005F49BC">
        <w:rPr>
          <w:sz w:val="18"/>
          <w:szCs w:val="18"/>
        </w:rPr>
        <w:t xml:space="preserve"> 4 e 5 do artigo 57.º</w:t>
      </w:r>
    </w:p>
    <w:sectPr w:rsidR="00341CCE" w:rsidRPr="005F49BC" w:rsidSect="00EA724A">
      <w:headerReference w:type="default" r:id="rId11"/>
      <w:footerReference w:type="default" r:id="rId12"/>
      <w:pgSz w:w="11906" w:h="16838"/>
      <w:pgMar w:top="998" w:right="851" w:bottom="1418" w:left="1418" w:header="11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A9561" w14:textId="77777777" w:rsidR="00FF3A50" w:rsidRDefault="00FF3A50" w:rsidP="00615011">
      <w:r>
        <w:separator/>
      </w:r>
    </w:p>
  </w:endnote>
  <w:endnote w:type="continuationSeparator" w:id="0">
    <w:p w14:paraId="6860CD1A" w14:textId="77777777" w:rsidR="00FF3A50" w:rsidRDefault="00FF3A50" w:rsidP="00615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B846A" w14:textId="77777777" w:rsidR="00716107" w:rsidRDefault="00716107"/>
  <w:tbl>
    <w:tblPr>
      <w:tblStyle w:val="TabelacomGrelh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37"/>
      <w:gridCol w:w="1600"/>
    </w:tblGrid>
    <w:tr w:rsidR="00971764" w14:paraId="6F25E8A0" w14:textId="77777777" w:rsidTr="006636B9">
      <w:tc>
        <w:tcPr>
          <w:tcW w:w="4170" w:type="pct"/>
        </w:tcPr>
        <w:p w14:paraId="4C137B4C" w14:textId="16190511" w:rsidR="00971764" w:rsidRDefault="00677F2C" w:rsidP="00B73D43">
          <w:pPr>
            <w:pStyle w:val="Rodap"/>
          </w:pPr>
          <w:fldSimple w:instr=" FILENAME \* MERGEFORMAT ">
            <w:r>
              <w:rPr>
                <w:noProof/>
              </w:rPr>
              <w:t>Modelo 01 - Mod Declaração artigo 57 - Anexo I</w:t>
            </w:r>
          </w:fldSimple>
        </w:p>
      </w:tc>
      <w:tc>
        <w:tcPr>
          <w:tcW w:w="830" w:type="pct"/>
        </w:tcPr>
        <w:p w14:paraId="226DF392" w14:textId="77777777" w:rsidR="00971764" w:rsidRDefault="00971764" w:rsidP="00B73D43">
          <w:pPr>
            <w:pStyle w:val="Rodap"/>
          </w:pPr>
          <w:r w:rsidRPr="00D04231">
            <w:fldChar w:fldCharType="begin"/>
          </w:r>
          <w:r w:rsidRPr="00D04231">
            <w:instrText xml:space="preserve"> PAGE   \* MERGEFORMAT </w:instrText>
          </w:r>
          <w:r w:rsidRPr="00D04231">
            <w:fldChar w:fldCharType="separate"/>
          </w:r>
          <w:r>
            <w:t>3</w:t>
          </w:r>
          <w:r w:rsidRPr="00D04231">
            <w:fldChar w:fldCharType="end"/>
          </w:r>
          <w:r w:rsidRPr="00D04231">
            <w:t xml:space="preserve"> de </w:t>
          </w:r>
          <w:fldSimple w:instr=" NUMPAGES   \* MERGEFORMAT ">
            <w:r>
              <w:t>17</w:t>
            </w:r>
          </w:fldSimple>
        </w:p>
      </w:tc>
    </w:tr>
    <w:tr w:rsidR="0094270A" w14:paraId="4B3CBE74" w14:textId="77777777" w:rsidTr="006636B9">
      <w:tc>
        <w:tcPr>
          <w:tcW w:w="5000" w:type="pct"/>
          <w:gridSpan w:val="2"/>
          <w:vAlign w:val="center"/>
        </w:tcPr>
        <w:p w14:paraId="1C5A31FF" w14:textId="2D6ED749" w:rsidR="0094270A" w:rsidRPr="0094270A" w:rsidRDefault="0094270A" w:rsidP="00B73D43">
          <w:pPr>
            <w:pStyle w:val="Rodap"/>
          </w:pPr>
        </w:p>
      </w:tc>
    </w:tr>
  </w:tbl>
  <w:p w14:paraId="74635888" w14:textId="77777777" w:rsidR="00971764" w:rsidRPr="00D04231" w:rsidRDefault="00971764" w:rsidP="00B73D4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DAAA7" w14:textId="77777777" w:rsidR="00FF3A50" w:rsidRDefault="00FF3A50" w:rsidP="00615011">
      <w:r>
        <w:separator/>
      </w:r>
    </w:p>
  </w:footnote>
  <w:footnote w:type="continuationSeparator" w:id="0">
    <w:p w14:paraId="47633FD8" w14:textId="77777777" w:rsidR="00FF3A50" w:rsidRDefault="00FF3A50" w:rsidP="00615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2"/>
      <w:gridCol w:w="4672"/>
    </w:tblGrid>
    <w:tr w:rsidR="007B7C6F" w14:paraId="280CC2B0" w14:textId="77777777" w:rsidTr="007B7C6F">
      <w:tc>
        <w:tcPr>
          <w:tcW w:w="4672" w:type="dxa"/>
        </w:tcPr>
        <w:p w14:paraId="4EBF2286" w14:textId="77777777" w:rsidR="007B7C6F" w:rsidRDefault="007B7C6F" w:rsidP="00615011">
          <w:pPr>
            <w:pStyle w:val="Cabealho"/>
          </w:pPr>
        </w:p>
      </w:tc>
      <w:tc>
        <w:tcPr>
          <w:tcW w:w="4672" w:type="dxa"/>
        </w:tcPr>
        <w:p w14:paraId="159C4B98" w14:textId="77777777" w:rsidR="007B7C6F" w:rsidRDefault="007B7C6F" w:rsidP="00615011">
          <w:pPr>
            <w:pStyle w:val="Cabealho"/>
          </w:pPr>
        </w:p>
      </w:tc>
    </w:tr>
  </w:tbl>
  <w:p w14:paraId="0C95A3D2" w14:textId="2B774329" w:rsidR="00327D21" w:rsidRPr="00447E4F" w:rsidRDefault="00327D21" w:rsidP="0061501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707EC"/>
    <w:multiLevelType w:val="hybridMultilevel"/>
    <w:tmpl w:val="52587BC2"/>
    <w:lvl w:ilvl="0" w:tplc="FAAC450A">
      <w:start w:val="1"/>
      <w:numFmt w:val="upperLetter"/>
      <w:pStyle w:val="Ttulo4"/>
      <w:lvlText w:val="Subsecçã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11556"/>
    <w:multiLevelType w:val="hybridMultilevel"/>
    <w:tmpl w:val="0B8E9A68"/>
    <w:lvl w:ilvl="0" w:tplc="F2042356">
      <w:start w:val="1"/>
      <w:numFmt w:val="decimal"/>
      <w:pStyle w:val="Ttulo5"/>
      <w:lvlText w:val="Artigo %1º"/>
      <w:lvlJc w:val="right"/>
      <w:pPr>
        <w:ind w:left="447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7348F"/>
    <w:multiLevelType w:val="hybridMultilevel"/>
    <w:tmpl w:val="BC9A1098"/>
    <w:lvl w:ilvl="0" w:tplc="E4E23E24">
      <w:start w:val="1"/>
      <w:numFmt w:val="lowerRoman"/>
      <w:pStyle w:val="Lista-Nvel3"/>
      <w:lvlText w:val="%1)"/>
      <w:lvlJc w:val="left"/>
      <w:pPr>
        <w:ind w:left="142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41878B6"/>
    <w:multiLevelType w:val="multilevel"/>
    <w:tmpl w:val="56C661E2"/>
    <w:lvl w:ilvl="0">
      <w:start w:val="1"/>
      <w:numFmt w:val="upperRoman"/>
      <w:pStyle w:val="Ttulo1"/>
      <w:lvlText w:val="Parte %1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B935930"/>
    <w:multiLevelType w:val="hybridMultilevel"/>
    <w:tmpl w:val="15FA6494"/>
    <w:lvl w:ilvl="0" w:tplc="F5C8BC6A">
      <w:start w:val="1"/>
      <w:numFmt w:val="upperRoman"/>
      <w:pStyle w:val="Ttulo2"/>
      <w:lvlText w:val="Capítul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36EC2"/>
    <w:multiLevelType w:val="hybridMultilevel"/>
    <w:tmpl w:val="D73A77AC"/>
    <w:lvl w:ilvl="0" w:tplc="4FDC430A">
      <w:start w:val="1"/>
      <w:numFmt w:val="upperRoman"/>
      <w:pStyle w:val="Ttulo21"/>
      <w:lvlText w:val="ANEXO %1"/>
      <w:lvlJc w:val="center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B2B73"/>
    <w:multiLevelType w:val="hybridMultilevel"/>
    <w:tmpl w:val="3CA62682"/>
    <w:lvl w:ilvl="0" w:tplc="D6D66544">
      <w:start w:val="1"/>
      <w:numFmt w:val="decimal"/>
      <w:pStyle w:val="Clusula"/>
      <w:lvlText w:val="Cláusula %1.ª"/>
      <w:lvlJc w:val="left"/>
      <w:pPr>
        <w:ind w:left="128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4114E2D"/>
    <w:multiLevelType w:val="hybridMultilevel"/>
    <w:tmpl w:val="D4A439D4"/>
    <w:lvl w:ilvl="0" w:tplc="FDB241DE">
      <w:start w:val="1"/>
      <w:numFmt w:val="decimal"/>
      <w:pStyle w:val="Ttulo50"/>
      <w:lvlText w:val="Cláusula %1.ª"/>
      <w:lvlJc w:val="left"/>
      <w:pPr>
        <w:ind w:left="128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D710830"/>
    <w:multiLevelType w:val="multilevel"/>
    <w:tmpl w:val="12886B8C"/>
    <w:name w:val="Caderno de Encargo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42A6CE4"/>
    <w:multiLevelType w:val="hybridMultilevel"/>
    <w:tmpl w:val="77DA6B7E"/>
    <w:lvl w:ilvl="0" w:tplc="1B7A6098">
      <w:start w:val="1"/>
      <w:numFmt w:val="decimal"/>
      <w:pStyle w:val="Lista-Nvel1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775A54"/>
    <w:multiLevelType w:val="hybridMultilevel"/>
    <w:tmpl w:val="26E6CC4E"/>
    <w:lvl w:ilvl="0" w:tplc="E1389BA6">
      <w:start w:val="1"/>
      <w:numFmt w:val="upperRoman"/>
      <w:pStyle w:val="Ttulo3"/>
      <w:lvlText w:val="Secçã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C62FF"/>
    <w:multiLevelType w:val="hybridMultilevel"/>
    <w:tmpl w:val="604EF32E"/>
    <w:lvl w:ilvl="0" w:tplc="C2BC5B8A">
      <w:start w:val="1"/>
      <w:numFmt w:val="upperRoman"/>
      <w:pStyle w:val="NumeraoRomana"/>
      <w:lvlText w:val="%1."/>
      <w:lvlJc w:val="right"/>
      <w:pPr>
        <w:ind w:left="1287" w:hanging="360"/>
      </w:p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45C3D71"/>
    <w:multiLevelType w:val="hybridMultilevel"/>
    <w:tmpl w:val="2952AA54"/>
    <w:lvl w:ilvl="0" w:tplc="D506041E">
      <w:start w:val="1"/>
      <w:numFmt w:val="lowerLetter"/>
      <w:pStyle w:val="Lista-Nvel2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670473">
    <w:abstractNumId w:val="3"/>
  </w:num>
  <w:num w:numId="2" w16cid:durableId="892735137">
    <w:abstractNumId w:val="4"/>
  </w:num>
  <w:num w:numId="3" w16cid:durableId="448862014">
    <w:abstractNumId w:val="10"/>
  </w:num>
  <w:num w:numId="4" w16cid:durableId="234628209">
    <w:abstractNumId w:val="0"/>
  </w:num>
  <w:num w:numId="5" w16cid:durableId="29886268">
    <w:abstractNumId w:val="1"/>
  </w:num>
  <w:num w:numId="6" w16cid:durableId="1550990180">
    <w:abstractNumId w:val="12"/>
  </w:num>
  <w:num w:numId="7" w16cid:durableId="1100492380">
    <w:abstractNumId w:val="9"/>
  </w:num>
  <w:num w:numId="8" w16cid:durableId="340091198">
    <w:abstractNumId w:val="2"/>
  </w:num>
  <w:num w:numId="9" w16cid:durableId="1356346121">
    <w:abstractNumId w:val="5"/>
  </w:num>
  <w:num w:numId="10" w16cid:durableId="807746048">
    <w:abstractNumId w:val="6"/>
  </w:num>
  <w:num w:numId="11" w16cid:durableId="641273161">
    <w:abstractNumId w:val="7"/>
  </w:num>
  <w:num w:numId="12" w16cid:durableId="944650502">
    <w:abstractNumId w:val="11"/>
  </w:num>
  <w:num w:numId="13" w16cid:durableId="1179197299">
    <w:abstractNumId w:val="9"/>
    <w:lvlOverride w:ilvl="0">
      <w:startOverride w:val="1"/>
    </w:lvlOverride>
  </w:num>
  <w:num w:numId="14" w16cid:durableId="1595356415">
    <w:abstractNumId w:val="9"/>
    <w:lvlOverride w:ilvl="0">
      <w:startOverride w:val="1"/>
    </w:lvlOverride>
  </w:num>
  <w:num w:numId="15" w16cid:durableId="22025118">
    <w:abstractNumId w:val="9"/>
    <w:lvlOverride w:ilvl="0">
      <w:startOverride w:val="1"/>
    </w:lvlOverride>
  </w:num>
  <w:num w:numId="16" w16cid:durableId="893738515">
    <w:abstractNumId w:val="9"/>
    <w:lvlOverride w:ilvl="0">
      <w:startOverride w:val="1"/>
    </w:lvlOverride>
  </w:num>
  <w:num w:numId="17" w16cid:durableId="933707345">
    <w:abstractNumId w:val="9"/>
    <w:lvlOverride w:ilvl="0">
      <w:startOverride w:val="1"/>
    </w:lvlOverride>
  </w:num>
  <w:num w:numId="18" w16cid:durableId="1510750317">
    <w:abstractNumId w:val="9"/>
    <w:lvlOverride w:ilvl="0">
      <w:startOverride w:val="1"/>
    </w:lvlOverride>
  </w:num>
  <w:num w:numId="19" w16cid:durableId="1108085885">
    <w:abstractNumId w:val="9"/>
    <w:lvlOverride w:ilvl="0">
      <w:startOverride w:val="1"/>
    </w:lvlOverride>
  </w:num>
  <w:num w:numId="20" w16cid:durableId="2130204328">
    <w:abstractNumId w:val="9"/>
    <w:lvlOverride w:ilvl="0">
      <w:startOverride w:val="1"/>
    </w:lvlOverride>
  </w:num>
  <w:num w:numId="21" w16cid:durableId="1140271335">
    <w:abstractNumId w:val="12"/>
    <w:lvlOverride w:ilvl="0">
      <w:startOverride w:val="1"/>
    </w:lvlOverride>
  </w:num>
  <w:num w:numId="22" w16cid:durableId="1668090900">
    <w:abstractNumId w:val="9"/>
    <w:lvlOverride w:ilvl="0">
      <w:startOverride w:val="1"/>
    </w:lvlOverride>
  </w:num>
  <w:num w:numId="23" w16cid:durableId="1553038571">
    <w:abstractNumId w:val="12"/>
    <w:lvlOverride w:ilvl="0">
      <w:startOverride w:val="1"/>
    </w:lvlOverride>
  </w:num>
  <w:num w:numId="24" w16cid:durableId="2061242090">
    <w:abstractNumId w:val="9"/>
    <w:lvlOverride w:ilvl="0">
      <w:startOverride w:val="1"/>
    </w:lvlOverride>
  </w:num>
  <w:num w:numId="25" w16cid:durableId="1042438851">
    <w:abstractNumId w:val="9"/>
    <w:lvlOverride w:ilvl="0">
      <w:startOverride w:val="1"/>
    </w:lvlOverride>
  </w:num>
  <w:num w:numId="26" w16cid:durableId="1149589163">
    <w:abstractNumId w:val="12"/>
    <w:lvlOverride w:ilvl="0">
      <w:startOverride w:val="1"/>
    </w:lvlOverride>
  </w:num>
  <w:num w:numId="27" w16cid:durableId="524755231">
    <w:abstractNumId w:val="9"/>
    <w:lvlOverride w:ilvl="0">
      <w:startOverride w:val="1"/>
    </w:lvlOverride>
  </w:num>
  <w:num w:numId="28" w16cid:durableId="903682469">
    <w:abstractNumId w:val="12"/>
    <w:lvlOverride w:ilvl="0">
      <w:startOverride w:val="1"/>
    </w:lvlOverride>
  </w:num>
  <w:num w:numId="29" w16cid:durableId="1358387403">
    <w:abstractNumId w:val="2"/>
    <w:lvlOverride w:ilvl="0">
      <w:startOverride w:val="1"/>
    </w:lvlOverride>
  </w:num>
  <w:num w:numId="30" w16cid:durableId="246034855">
    <w:abstractNumId w:val="12"/>
    <w:lvlOverride w:ilvl="0">
      <w:startOverride w:val="1"/>
    </w:lvlOverride>
  </w:num>
  <w:num w:numId="31" w16cid:durableId="1944146119">
    <w:abstractNumId w:val="2"/>
    <w:lvlOverride w:ilvl="0">
      <w:startOverride w:val="1"/>
    </w:lvlOverride>
  </w:num>
  <w:num w:numId="32" w16cid:durableId="1745032322">
    <w:abstractNumId w:val="2"/>
    <w:lvlOverride w:ilvl="0">
      <w:startOverride w:val="1"/>
    </w:lvlOverride>
  </w:num>
  <w:num w:numId="33" w16cid:durableId="1185245989">
    <w:abstractNumId w:val="9"/>
    <w:lvlOverride w:ilvl="0">
      <w:startOverride w:val="1"/>
    </w:lvlOverride>
  </w:num>
  <w:num w:numId="34" w16cid:durableId="1585801771">
    <w:abstractNumId w:val="9"/>
    <w:lvlOverride w:ilvl="0">
      <w:startOverride w:val="1"/>
    </w:lvlOverride>
  </w:num>
  <w:num w:numId="35" w16cid:durableId="1146778125">
    <w:abstractNumId w:val="9"/>
    <w:lvlOverride w:ilvl="0">
      <w:startOverride w:val="1"/>
    </w:lvlOverride>
  </w:num>
  <w:num w:numId="36" w16cid:durableId="1079138883">
    <w:abstractNumId w:val="12"/>
    <w:lvlOverride w:ilvl="0">
      <w:startOverride w:val="1"/>
    </w:lvlOverride>
  </w:num>
  <w:num w:numId="37" w16cid:durableId="1330787627">
    <w:abstractNumId w:val="12"/>
    <w:lvlOverride w:ilvl="0">
      <w:startOverride w:val="1"/>
    </w:lvlOverride>
  </w:num>
  <w:num w:numId="38" w16cid:durableId="1532645998">
    <w:abstractNumId w:val="9"/>
    <w:lvlOverride w:ilvl="0">
      <w:startOverride w:val="1"/>
    </w:lvlOverride>
  </w:num>
  <w:num w:numId="39" w16cid:durableId="644089353">
    <w:abstractNumId w:val="12"/>
    <w:lvlOverride w:ilvl="0">
      <w:startOverride w:val="1"/>
    </w:lvlOverride>
  </w:num>
  <w:num w:numId="40" w16cid:durableId="628820279">
    <w:abstractNumId w:val="12"/>
    <w:lvlOverride w:ilvl="0">
      <w:startOverride w:val="1"/>
    </w:lvlOverride>
  </w:num>
  <w:num w:numId="41" w16cid:durableId="1272740117">
    <w:abstractNumId w:val="12"/>
    <w:lvlOverride w:ilvl="0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1C0"/>
    <w:rsid w:val="000010FA"/>
    <w:rsid w:val="00014556"/>
    <w:rsid w:val="00015CC7"/>
    <w:rsid w:val="00016258"/>
    <w:rsid w:val="00023F1A"/>
    <w:rsid w:val="00026340"/>
    <w:rsid w:val="00026E92"/>
    <w:rsid w:val="00032B62"/>
    <w:rsid w:val="000348ED"/>
    <w:rsid w:val="00034D76"/>
    <w:rsid w:val="00040267"/>
    <w:rsid w:val="000456C8"/>
    <w:rsid w:val="00047547"/>
    <w:rsid w:val="0005073E"/>
    <w:rsid w:val="00053D15"/>
    <w:rsid w:val="00056D0B"/>
    <w:rsid w:val="000579DE"/>
    <w:rsid w:val="000651CF"/>
    <w:rsid w:val="00065350"/>
    <w:rsid w:val="00071310"/>
    <w:rsid w:val="00071817"/>
    <w:rsid w:val="00075FB6"/>
    <w:rsid w:val="000763C9"/>
    <w:rsid w:val="00082017"/>
    <w:rsid w:val="0008257D"/>
    <w:rsid w:val="00097B0F"/>
    <w:rsid w:val="000A18DA"/>
    <w:rsid w:val="000A71CE"/>
    <w:rsid w:val="000A72A1"/>
    <w:rsid w:val="000B0DA6"/>
    <w:rsid w:val="000B5062"/>
    <w:rsid w:val="000B610A"/>
    <w:rsid w:val="000C0E39"/>
    <w:rsid w:val="000C1AD6"/>
    <w:rsid w:val="000C2D38"/>
    <w:rsid w:val="000C2FD1"/>
    <w:rsid w:val="000C4131"/>
    <w:rsid w:val="000D121B"/>
    <w:rsid w:val="000D65DE"/>
    <w:rsid w:val="000D7C45"/>
    <w:rsid w:val="000E1DCA"/>
    <w:rsid w:val="000E497E"/>
    <w:rsid w:val="000E4D72"/>
    <w:rsid w:val="000E72E4"/>
    <w:rsid w:val="000F083B"/>
    <w:rsid w:val="000F1BDA"/>
    <w:rsid w:val="000F4C7F"/>
    <w:rsid w:val="00100F44"/>
    <w:rsid w:val="00103716"/>
    <w:rsid w:val="001039F3"/>
    <w:rsid w:val="00107CF5"/>
    <w:rsid w:val="001105DC"/>
    <w:rsid w:val="00111DD6"/>
    <w:rsid w:val="00113512"/>
    <w:rsid w:val="00115CA4"/>
    <w:rsid w:val="0012006B"/>
    <w:rsid w:val="001210A3"/>
    <w:rsid w:val="001247BA"/>
    <w:rsid w:val="00125AE5"/>
    <w:rsid w:val="0013569B"/>
    <w:rsid w:val="00142FFE"/>
    <w:rsid w:val="0015067B"/>
    <w:rsid w:val="00153EAB"/>
    <w:rsid w:val="0015508B"/>
    <w:rsid w:val="00155FF5"/>
    <w:rsid w:val="001576BB"/>
    <w:rsid w:val="0016262F"/>
    <w:rsid w:val="0016276B"/>
    <w:rsid w:val="00170DB1"/>
    <w:rsid w:val="001715BE"/>
    <w:rsid w:val="00175463"/>
    <w:rsid w:val="00175E59"/>
    <w:rsid w:val="00177ED0"/>
    <w:rsid w:val="00183D50"/>
    <w:rsid w:val="00186DB0"/>
    <w:rsid w:val="00191EAD"/>
    <w:rsid w:val="00194A94"/>
    <w:rsid w:val="0019568B"/>
    <w:rsid w:val="00196C9E"/>
    <w:rsid w:val="00196E74"/>
    <w:rsid w:val="00197051"/>
    <w:rsid w:val="001A0401"/>
    <w:rsid w:val="001A0DEB"/>
    <w:rsid w:val="001A1267"/>
    <w:rsid w:val="001A4154"/>
    <w:rsid w:val="001A6BB6"/>
    <w:rsid w:val="001A7E3E"/>
    <w:rsid w:val="001B4AB7"/>
    <w:rsid w:val="001C3493"/>
    <w:rsid w:val="001D001E"/>
    <w:rsid w:val="001D03C4"/>
    <w:rsid w:val="001D154D"/>
    <w:rsid w:val="001D2980"/>
    <w:rsid w:val="001D314A"/>
    <w:rsid w:val="001D44C0"/>
    <w:rsid w:val="001D4C73"/>
    <w:rsid w:val="001D6528"/>
    <w:rsid w:val="001D69C3"/>
    <w:rsid w:val="001D7CAF"/>
    <w:rsid w:val="001E2540"/>
    <w:rsid w:val="001E402B"/>
    <w:rsid w:val="001E7EB9"/>
    <w:rsid w:val="001F0021"/>
    <w:rsid w:val="001F2F64"/>
    <w:rsid w:val="001F3414"/>
    <w:rsid w:val="001F3690"/>
    <w:rsid w:val="001F3C35"/>
    <w:rsid w:val="001F60ED"/>
    <w:rsid w:val="001F6870"/>
    <w:rsid w:val="002023BA"/>
    <w:rsid w:val="002055FF"/>
    <w:rsid w:val="002060BC"/>
    <w:rsid w:val="002106CF"/>
    <w:rsid w:val="00210DC5"/>
    <w:rsid w:val="002112EC"/>
    <w:rsid w:val="0021393E"/>
    <w:rsid w:val="002158D7"/>
    <w:rsid w:val="00216846"/>
    <w:rsid w:val="00220F45"/>
    <w:rsid w:val="002243F9"/>
    <w:rsid w:val="00226485"/>
    <w:rsid w:val="00226801"/>
    <w:rsid w:val="002268F2"/>
    <w:rsid w:val="00235BF8"/>
    <w:rsid w:val="00240E04"/>
    <w:rsid w:val="0025008F"/>
    <w:rsid w:val="002550D5"/>
    <w:rsid w:val="00255271"/>
    <w:rsid w:val="002614F5"/>
    <w:rsid w:val="002658AB"/>
    <w:rsid w:val="00266F02"/>
    <w:rsid w:val="00270E44"/>
    <w:rsid w:val="0027265E"/>
    <w:rsid w:val="00272943"/>
    <w:rsid w:val="002735A2"/>
    <w:rsid w:val="002748A4"/>
    <w:rsid w:val="0027502B"/>
    <w:rsid w:val="00281871"/>
    <w:rsid w:val="002874EC"/>
    <w:rsid w:val="00295EAA"/>
    <w:rsid w:val="002A57D3"/>
    <w:rsid w:val="002B0F27"/>
    <w:rsid w:val="002B1276"/>
    <w:rsid w:val="002B2502"/>
    <w:rsid w:val="002B2DCD"/>
    <w:rsid w:val="002C0982"/>
    <w:rsid w:val="002C322C"/>
    <w:rsid w:val="002C445A"/>
    <w:rsid w:val="002C54DA"/>
    <w:rsid w:val="002C763D"/>
    <w:rsid w:val="002D4B75"/>
    <w:rsid w:val="002D5DCE"/>
    <w:rsid w:val="002E03BE"/>
    <w:rsid w:val="002E2005"/>
    <w:rsid w:val="002E5339"/>
    <w:rsid w:val="002F0456"/>
    <w:rsid w:val="002F0DA6"/>
    <w:rsid w:val="002F181E"/>
    <w:rsid w:val="002F5CA0"/>
    <w:rsid w:val="003009F6"/>
    <w:rsid w:val="003046B2"/>
    <w:rsid w:val="003057C0"/>
    <w:rsid w:val="0031531B"/>
    <w:rsid w:val="00315CD2"/>
    <w:rsid w:val="003209CD"/>
    <w:rsid w:val="00324B4F"/>
    <w:rsid w:val="00325B58"/>
    <w:rsid w:val="00327D21"/>
    <w:rsid w:val="00330F81"/>
    <w:rsid w:val="003313E3"/>
    <w:rsid w:val="0033453D"/>
    <w:rsid w:val="00340785"/>
    <w:rsid w:val="00341CCE"/>
    <w:rsid w:val="0034394E"/>
    <w:rsid w:val="00351A93"/>
    <w:rsid w:val="00352CD6"/>
    <w:rsid w:val="00354A4D"/>
    <w:rsid w:val="00354B48"/>
    <w:rsid w:val="00361CC1"/>
    <w:rsid w:val="00364D7A"/>
    <w:rsid w:val="00366CF6"/>
    <w:rsid w:val="00372662"/>
    <w:rsid w:val="003731E7"/>
    <w:rsid w:val="003733F2"/>
    <w:rsid w:val="003835B3"/>
    <w:rsid w:val="00384236"/>
    <w:rsid w:val="00390D51"/>
    <w:rsid w:val="00394837"/>
    <w:rsid w:val="00396F3B"/>
    <w:rsid w:val="003A0B35"/>
    <w:rsid w:val="003A2F20"/>
    <w:rsid w:val="003A2FC7"/>
    <w:rsid w:val="003A70DC"/>
    <w:rsid w:val="003B278F"/>
    <w:rsid w:val="003B2C4F"/>
    <w:rsid w:val="003B49B3"/>
    <w:rsid w:val="003B6CA4"/>
    <w:rsid w:val="003B6D62"/>
    <w:rsid w:val="003C3481"/>
    <w:rsid w:val="003C68C4"/>
    <w:rsid w:val="003C71C8"/>
    <w:rsid w:val="003D7056"/>
    <w:rsid w:val="003D7B2B"/>
    <w:rsid w:val="003E17C1"/>
    <w:rsid w:val="003E3008"/>
    <w:rsid w:val="003E7CF5"/>
    <w:rsid w:val="003F08CC"/>
    <w:rsid w:val="003F61ED"/>
    <w:rsid w:val="003F6CDC"/>
    <w:rsid w:val="003F737D"/>
    <w:rsid w:val="00402B21"/>
    <w:rsid w:val="00402E6D"/>
    <w:rsid w:val="00416058"/>
    <w:rsid w:val="0041690D"/>
    <w:rsid w:val="0042072F"/>
    <w:rsid w:val="00430C6E"/>
    <w:rsid w:val="00433EBB"/>
    <w:rsid w:val="00436120"/>
    <w:rsid w:val="00437C53"/>
    <w:rsid w:val="004409E6"/>
    <w:rsid w:val="00443654"/>
    <w:rsid w:val="00443D68"/>
    <w:rsid w:val="00444B54"/>
    <w:rsid w:val="00446B7D"/>
    <w:rsid w:val="00447E4F"/>
    <w:rsid w:val="00450393"/>
    <w:rsid w:val="004514D3"/>
    <w:rsid w:val="00451560"/>
    <w:rsid w:val="00453573"/>
    <w:rsid w:val="00457263"/>
    <w:rsid w:val="00457A02"/>
    <w:rsid w:val="0046270F"/>
    <w:rsid w:val="00467BD9"/>
    <w:rsid w:val="00481E0E"/>
    <w:rsid w:val="00484276"/>
    <w:rsid w:val="00486719"/>
    <w:rsid w:val="00492400"/>
    <w:rsid w:val="00493BC1"/>
    <w:rsid w:val="004A14EF"/>
    <w:rsid w:val="004A6E6A"/>
    <w:rsid w:val="004A6E80"/>
    <w:rsid w:val="004A7A97"/>
    <w:rsid w:val="004B18C6"/>
    <w:rsid w:val="004B5BFD"/>
    <w:rsid w:val="004B64A8"/>
    <w:rsid w:val="004B7C27"/>
    <w:rsid w:val="004C40D9"/>
    <w:rsid w:val="004C6AFF"/>
    <w:rsid w:val="004D114C"/>
    <w:rsid w:val="004D28B3"/>
    <w:rsid w:val="004D4758"/>
    <w:rsid w:val="004D6920"/>
    <w:rsid w:val="004E0013"/>
    <w:rsid w:val="004E0631"/>
    <w:rsid w:val="004E0C5E"/>
    <w:rsid w:val="004E11C0"/>
    <w:rsid w:val="004E4507"/>
    <w:rsid w:val="004E56C8"/>
    <w:rsid w:val="004E575B"/>
    <w:rsid w:val="004E64FD"/>
    <w:rsid w:val="004E7E6D"/>
    <w:rsid w:val="004F524A"/>
    <w:rsid w:val="004F7F7C"/>
    <w:rsid w:val="00501759"/>
    <w:rsid w:val="00504562"/>
    <w:rsid w:val="0051200E"/>
    <w:rsid w:val="00514CC1"/>
    <w:rsid w:val="00515ABB"/>
    <w:rsid w:val="00516837"/>
    <w:rsid w:val="005170FF"/>
    <w:rsid w:val="005178FC"/>
    <w:rsid w:val="00520466"/>
    <w:rsid w:val="00521CDC"/>
    <w:rsid w:val="00523574"/>
    <w:rsid w:val="005245E8"/>
    <w:rsid w:val="00526163"/>
    <w:rsid w:val="00532699"/>
    <w:rsid w:val="00534F08"/>
    <w:rsid w:val="00535BEE"/>
    <w:rsid w:val="00537F25"/>
    <w:rsid w:val="0054301F"/>
    <w:rsid w:val="00547D44"/>
    <w:rsid w:val="0055065E"/>
    <w:rsid w:val="0055287F"/>
    <w:rsid w:val="00557365"/>
    <w:rsid w:val="00561694"/>
    <w:rsid w:val="0056397B"/>
    <w:rsid w:val="00563D76"/>
    <w:rsid w:val="005642A4"/>
    <w:rsid w:val="005658F3"/>
    <w:rsid w:val="0057207C"/>
    <w:rsid w:val="005727C9"/>
    <w:rsid w:val="00576153"/>
    <w:rsid w:val="00585D78"/>
    <w:rsid w:val="00587948"/>
    <w:rsid w:val="00595CB8"/>
    <w:rsid w:val="005B1791"/>
    <w:rsid w:val="005B644A"/>
    <w:rsid w:val="005C0882"/>
    <w:rsid w:val="005C3DC9"/>
    <w:rsid w:val="005C4F10"/>
    <w:rsid w:val="005C743A"/>
    <w:rsid w:val="005C78BB"/>
    <w:rsid w:val="005D00F0"/>
    <w:rsid w:val="005E1DEC"/>
    <w:rsid w:val="005E35A7"/>
    <w:rsid w:val="005E4044"/>
    <w:rsid w:val="005E63BD"/>
    <w:rsid w:val="005F0DC6"/>
    <w:rsid w:val="005F18DF"/>
    <w:rsid w:val="005F36B3"/>
    <w:rsid w:val="005F49BC"/>
    <w:rsid w:val="006002DC"/>
    <w:rsid w:val="00603DD4"/>
    <w:rsid w:val="006138FD"/>
    <w:rsid w:val="00615011"/>
    <w:rsid w:val="0061557A"/>
    <w:rsid w:val="00615AE7"/>
    <w:rsid w:val="00616DEC"/>
    <w:rsid w:val="00617FC1"/>
    <w:rsid w:val="00624D13"/>
    <w:rsid w:val="0062694C"/>
    <w:rsid w:val="00630EBE"/>
    <w:rsid w:val="00630F7E"/>
    <w:rsid w:val="006313DF"/>
    <w:rsid w:val="00634323"/>
    <w:rsid w:val="00635B1A"/>
    <w:rsid w:val="00640947"/>
    <w:rsid w:val="00642710"/>
    <w:rsid w:val="00646AF5"/>
    <w:rsid w:val="0065360F"/>
    <w:rsid w:val="006539B9"/>
    <w:rsid w:val="0066279A"/>
    <w:rsid w:val="00662D23"/>
    <w:rsid w:val="006636B9"/>
    <w:rsid w:val="0066693F"/>
    <w:rsid w:val="00672A8A"/>
    <w:rsid w:val="00673344"/>
    <w:rsid w:val="00674DB5"/>
    <w:rsid w:val="006752F4"/>
    <w:rsid w:val="00675DFB"/>
    <w:rsid w:val="00677ACE"/>
    <w:rsid w:val="00677F2C"/>
    <w:rsid w:val="00680976"/>
    <w:rsid w:val="00680F4E"/>
    <w:rsid w:val="00681C77"/>
    <w:rsid w:val="0068379E"/>
    <w:rsid w:val="00686033"/>
    <w:rsid w:val="0068732C"/>
    <w:rsid w:val="00693DEE"/>
    <w:rsid w:val="006A458B"/>
    <w:rsid w:val="006A73D1"/>
    <w:rsid w:val="006B0EA1"/>
    <w:rsid w:val="006B1824"/>
    <w:rsid w:val="006B1FD5"/>
    <w:rsid w:val="006B6243"/>
    <w:rsid w:val="006B6F2A"/>
    <w:rsid w:val="006C07DD"/>
    <w:rsid w:val="006C1111"/>
    <w:rsid w:val="006C3F17"/>
    <w:rsid w:val="006C474C"/>
    <w:rsid w:val="006D1208"/>
    <w:rsid w:val="006D23FC"/>
    <w:rsid w:val="006D35F2"/>
    <w:rsid w:val="006D5352"/>
    <w:rsid w:val="006D591E"/>
    <w:rsid w:val="006E7DFD"/>
    <w:rsid w:val="006E7F11"/>
    <w:rsid w:val="006F637E"/>
    <w:rsid w:val="006F75C2"/>
    <w:rsid w:val="006F79C7"/>
    <w:rsid w:val="006F7B91"/>
    <w:rsid w:val="00701AE4"/>
    <w:rsid w:val="00711019"/>
    <w:rsid w:val="007157AA"/>
    <w:rsid w:val="00716107"/>
    <w:rsid w:val="00720C35"/>
    <w:rsid w:val="007227E2"/>
    <w:rsid w:val="00722A0E"/>
    <w:rsid w:val="0073031D"/>
    <w:rsid w:val="00733F55"/>
    <w:rsid w:val="0074126D"/>
    <w:rsid w:val="00742BD2"/>
    <w:rsid w:val="00746C6F"/>
    <w:rsid w:val="00746D6B"/>
    <w:rsid w:val="00747852"/>
    <w:rsid w:val="0075128A"/>
    <w:rsid w:val="007527CE"/>
    <w:rsid w:val="00763ACD"/>
    <w:rsid w:val="00764418"/>
    <w:rsid w:val="00764BF0"/>
    <w:rsid w:val="0076533F"/>
    <w:rsid w:val="00766A21"/>
    <w:rsid w:val="00766A76"/>
    <w:rsid w:val="0076747E"/>
    <w:rsid w:val="00767AD5"/>
    <w:rsid w:val="0077301E"/>
    <w:rsid w:val="00773A6C"/>
    <w:rsid w:val="00773CA0"/>
    <w:rsid w:val="00775CB8"/>
    <w:rsid w:val="00776DAD"/>
    <w:rsid w:val="00777C86"/>
    <w:rsid w:val="00780306"/>
    <w:rsid w:val="0078455E"/>
    <w:rsid w:val="0079241F"/>
    <w:rsid w:val="0079284E"/>
    <w:rsid w:val="00793396"/>
    <w:rsid w:val="0079393E"/>
    <w:rsid w:val="0079443A"/>
    <w:rsid w:val="00794D65"/>
    <w:rsid w:val="007A2305"/>
    <w:rsid w:val="007A3BC0"/>
    <w:rsid w:val="007A4BF4"/>
    <w:rsid w:val="007A5EC7"/>
    <w:rsid w:val="007A72BC"/>
    <w:rsid w:val="007B1DB8"/>
    <w:rsid w:val="007B34B0"/>
    <w:rsid w:val="007B3C95"/>
    <w:rsid w:val="007B4179"/>
    <w:rsid w:val="007B67A5"/>
    <w:rsid w:val="007B7C6F"/>
    <w:rsid w:val="007C0302"/>
    <w:rsid w:val="007C0DA0"/>
    <w:rsid w:val="007C4D0D"/>
    <w:rsid w:val="007D0C42"/>
    <w:rsid w:val="007D711A"/>
    <w:rsid w:val="007D7982"/>
    <w:rsid w:val="007E1525"/>
    <w:rsid w:val="007E358A"/>
    <w:rsid w:val="007F37DE"/>
    <w:rsid w:val="007F55EB"/>
    <w:rsid w:val="007F6FA0"/>
    <w:rsid w:val="007F73AC"/>
    <w:rsid w:val="00801ACC"/>
    <w:rsid w:val="00801E6C"/>
    <w:rsid w:val="00802A23"/>
    <w:rsid w:val="00804F10"/>
    <w:rsid w:val="00810ECD"/>
    <w:rsid w:val="00813D68"/>
    <w:rsid w:val="00817B94"/>
    <w:rsid w:val="0082430E"/>
    <w:rsid w:val="00825A6F"/>
    <w:rsid w:val="0083091A"/>
    <w:rsid w:val="008313BC"/>
    <w:rsid w:val="00833044"/>
    <w:rsid w:val="008362A4"/>
    <w:rsid w:val="008376A9"/>
    <w:rsid w:val="00840AB6"/>
    <w:rsid w:val="00843B98"/>
    <w:rsid w:val="0084453D"/>
    <w:rsid w:val="00847C3C"/>
    <w:rsid w:val="00850721"/>
    <w:rsid w:val="00855636"/>
    <w:rsid w:val="008605EC"/>
    <w:rsid w:val="00863CF1"/>
    <w:rsid w:val="00864E28"/>
    <w:rsid w:val="00865234"/>
    <w:rsid w:val="008654EF"/>
    <w:rsid w:val="008707E3"/>
    <w:rsid w:val="00873351"/>
    <w:rsid w:val="00885C0F"/>
    <w:rsid w:val="00887281"/>
    <w:rsid w:val="00890DE4"/>
    <w:rsid w:val="00893DB5"/>
    <w:rsid w:val="0089553A"/>
    <w:rsid w:val="008966B1"/>
    <w:rsid w:val="00896D7E"/>
    <w:rsid w:val="008A2627"/>
    <w:rsid w:val="008A2FC2"/>
    <w:rsid w:val="008A3B9D"/>
    <w:rsid w:val="008A6036"/>
    <w:rsid w:val="008B434E"/>
    <w:rsid w:val="008B4EB1"/>
    <w:rsid w:val="008C10D0"/>
    <w:rsid w:val="008C63DF"/>
    <w:rsid w:val="008D1D3F"/>
    <w:rsid w:val="008D43EA"/>
    <w:rsid w:val="008E4B33"/>
    <w:rsid w:val="008E5E86"/>
    <w:rsid w:val="008F7FB4"/>
    <w:rsid w:val="00900139"/>
    <w:rsid w:val="00901A85"/>
    <w:rsid w:val="00905128"/>
    <w:rsid w:val="00905C0B"/>
    <w:rsid w:val="0091006A"/>
    <w:rsid w:val="009123E8"/>
    <w:rsid w:val="0091345D"/>
    <w:rsid w:val="00916BAE"/>
    <w:rsid w:val="00924C68"/>
    <w:rsid w:val="00926860"/>
    <w:rsid w:val="00927BBE"/>
    <w:rsid w:val="0093014F"/>
    <w:rsid w:val="00930A82"/>
    <w:rsid w:val="0093122D"/>
    <w:rsid w:val="0094270A"/>
    <w:rsid w:val="0094394F"/>
    <w:rsid w:val="00946425"/>
    <w:rsid w:val="0095154D"/>
    <w:rsid w:val="00951608"/>
    <w:rsid w:val="00951CF8"/>
    <w:rsid w:val="009530BE"/>
    <w:rsid w:val="0095511C"/>
    <w:rsid w:val="00955C32"/>
    <w:rsid w:val="00956692"/>
    <w:rsid w:val="0096028C"/>
    <w:rsid w:val="00960FC8"/>
    <w:rsid w:val="00961E06"/>
    <w:rsid w:val="00961E3A"/>
    <w:rsid w:val="00962E4A"/>
    <w:rsid w:val="00964278"/>
    <w:rsid w:val="00971764"/>
    <w:rsid w:val="00972FB4"/>
    <w:rsid w:val="0097568A"/>
    <w:rsid w:val="00981B41"/>
    <w:rsid w:val="009829D2"/>
    <w:rsid w:val="00983900"/>
    <w:rsid w:val="00985281"/>
    <w:rsid w:val="00985BC2"/>
    <w:rsid w:val="0098714C"/>
    <w:rsid w:val="00987337"/>
    <w:rsid w:val="00990E6B"/>
    <w:rsid w:val="00996D1A"/>
    <w:rsid w:val="00997951"/>
    <w:rsid w:val="009A5C5C"/>
    <w:rsid w:val="009B55DC"/>
    <w:rsid w:val="009B6A78"/>
    <w:rsid w:val="009C03B7"/>
    <w:rsid w:val="009C3B8E"/>
    <w:rsid w:val="009C4407"/>
    <w:rsid w:val="009C542B"/>
    <w:rsid w:val="009D4A44"/>
    <w:rsid w:val="009E02D4"/>
    <w:rsid w:val="009E361E"/>
    <w:rsid w:val="009E436D"/>
    <w:rsid w:val="009E7C99"/>
    <w:rsid w:val="00A00227"/>
    <w:rsid w:val="00A04B06"/>
    <w:rsid w:val="00A10116"/>
    <w:rsid w:val="00A13043"/>
    <w:rsid w:val="00A15437"/>
    <w:rsid w:val="00A15F01"/>
    <w:rsid w:val="00A16083"/>
    <w:rsid w:val="00A169B8"/>
    <w:rsid w:val="00A20406"/>
    <w:rsid w:val="00A234D7"/>
    <w:rsid w:val="00A24241"/>
    <w:rsid w:val="00A24996"/>
    <w:rsid w:val="00A3054B"/>
    <w:rsid w:val="00A305CA"/>
    <w:rsid w:val="00A32857"/>
    <w:rsid w:val="00A353B3"/>
    <w:rsid w:val="00A43437"/>
    <w:rsid w:val="00A45B06"/>
    <w:rsid w:val="00A53592"/>
    <w:rsid w:val="00A557A4"/>
    <w:rsid w:val="00A56A9D"/>
    <w:rsid w:val="00A62D49"/>
    <w:rsid w:val="00A63BD5"/>
    <w:rsid w:val="00A666AC"/>
    <w:rsid w:val="00A6760C"/>
    <w:rsid w:val="00A67C35"/>
    <w:rsid w:val="00A70705"/>
    <w:rsid w:val="00A7220C"/>
    <w:rsid w:val="00A723DD"/>
    <w:rsid w:val="00A751A8"/>
    <w:rsid w:val="00A77442"/>
    <w:rsid w:val="00A80068"/>
    <w:rsid w:val="00A8065A"/>
    <w:rsid w:val="00A82561"/>
    <w:rsid w:val="00A82E96"/>
    <w:rsid w:val="00A87F54"/>
    <w:rsid w:val="00A90748"/>
    <w:rsid w:val="00A92BAB"/>
    <w:rsid w:val="00A94AC8"/>
    <w:rsid w:val="00AA2448"/>
    <w:rsid w:val="00AA2868"/>
    <w:rsid w:val="00AA309E"/>
    <w:rsid w:val="00AA48D0"/>
    <w:rsid w:val="00AB110A"/>
    <w:rsid w:val="00AB177E"/>
    <w:rsid w:val="00AB4542"/>
    <w:rsid w:val="00AB4CB4"/>
    <w:rsid w:val="00AB7648"/>
    <w:rsid w:val="00AC1F5D"/>
    <w:rsid w:val="00AC3238"/>
    <w:rsid w:val="00AC5DCF"/>
    <w:rsid w:val="00AD55BE"/>
    <w:rsid w:val="00AD7350"/>
    <w:rsid w:val="00AD7DE9"/>
    <w:rsid w:val="00AE138A"/>
    <w:rsid w:val="00AF02F6"/>
    <w:rsid w:val="00AF5F7C"/>
    <w:rsid w:val="00B00AC1"/>
    <w:rsid w:val="00B10DB6"/>
    <w:rsid w:val="00B153AC"/>
    <w:rsid w:val="00B15B34"/>
    <w:rsid w:val="00B16F7C"/>
    <w:rsid w:val="00B228ED"/>
    <w:rsid w:val="00B22DF9"/>
    <w:rsid w:val="00B24006"/>
    <w:rsid w:val="00B2682D"/>
    <w:rsid w:val="00B277B6"/>
    <w:rsid w:val="00B32AD9"/>
    <w:rsid w:val="00B36897"/>
    <w:rsid w:val="00B4192D"/>
    <w:rsid w:val="00B52D6A"/>
    <w:rsid w:val="00B57512"/>
    <w:rsid w:val="00B6000E"/>
    <w:rsid w:val="00B65A13"/>
    <w:rsid w:val="00B67616"/>
    <w:rsid w:val="00B67846"/>
    <w:rsid w:val="00B702B3"/>
    <w:rsid w:val="00B708FE"/>
    <w:rsid w:val="00B731CF"/>
    <w:rsid w:val="00B73D43"/>
    <w:rsid w:val="00B756C1"/>
    <w:rsid w:val="00B7608F"/>
    <w:rsid w:val="00B812D2"/>
    <w:rsid w:val="00B85397"/>
    <w:rsid w:val="00B9043F"/>
    <w:rsid w:val="00B91079"/>
    <w:rsid w:val="00B94FFF"/>
    <w:rsid w:val="00B953C7"/>
    <w:rsid w:val="00B95D9D"/>
    <w:rsid w:val="00B96804"/>
    <w:rsid w:val="00B978E2"/>
    <w:rsid w:val="00BA08D9"/>
    <w:rsid w:val="00BA1893"/>
    <w:rsid w:val="00BA68D7"/>
    <w:rsid w:val="00BA6F57"/>
    <w:rsid w:val="00BB3276"/>
    <w:rsid w:val="00BB3329"/>
    <w:rsid w:val="00BC0795"/>
    <w:rsid w:val="00BC0AB0"/>
    <w:rsid w:val="00BC1F39"/>
    <w:rsid w:val="00BC4E3D"/>
    <w:rsid w:val="00BC71C0"/>
    <w:rsid w:val="00BD051F"/>
    <w:rsid w:val="00BD05B5"/>
    <w:rsid w:val="00BD0B10"/>
    <w:rsid w:val="00BD22C1"/>
    <w:rsid w:val="00BD3338"/>
    <w:rsid w:val="00BD4937"/>
    <w:rsid w:val="00BD6CF8"/>
    <w:rsid w:val="00BE223D"/>
    <w:rsid w:val="00BE310F"/>
    <w:rsid w:val="00BE39F6"/>
    <w:rsid w:val="00BE6073"/>
    <w:rsid w:val="00BF147F"/>
    <w:rsid w:val="00BF44D4"/>
    <w:rsid w:val="00BF46CD"/>
    <w:rsid w:val="00BF5372"/>
    <w:rsid w:val="00BF61BE"/>
    <w:rsid w:val="00BF6452"/>
    <w:rsid w:val="00C01C1E"/>
    <w:rsid w:val="00C023D2"/>
    <w:rsid w:val="00C0293B"/>
    <w:rsid w:val="00C052CD"/>
    <w:rsid w:val="00C06FD4"/>
    <w:rsid w:val="00C07127"/>
    <w:rsid w:val="00C076D0"/>
    <w:rsid w:val="00C10D8F"/>
    <w:rsid w:val="00C1183C"/>
    <w:rsid w:val="00C11AA3"/>
    <w:rsid w:val="00C11F09"/>
    <w:rsid w:val="00C16238"/>
    <w:rsid w:val="00C17834"/>
    <w:rsid w:val="00C17AB8"/>
    <w:rsid w:val="00C262F4"/>
    <w:rsid w:val="00C31AC7"/>
    <w:rsid w:val="00C32313"/>
    <w:rsid w:val="00C33324"/>
    <w:rsid w:val="00C35E10"/>
    <w:rsid w:val="00C51BDC"/>
    <w:rsid w:val="00C51BEC"/>
    <w:rsid w:val="00C51CDF"/>
    <w:rsid w:val="00C5543D"/>
    <w:rsid w:val="00C55645"/>
    <w:rsid w:val="00C631C8"/>
    <w:rsid w:val="00C645DF"/>
    <w:rsid w:val="00C6769D"/>
    <w:rsid w:val="00C728F5"/>
    <w:rsid w:val="00C7499E"/>
    <w:rsid w:val="00C84FE8"/>
    <w:rsid w:val="00C92742"/>
    <w:rsid w:val="00C96FC8"/>
    <w:rsid w:val="00C97171"/>
    <w:rsid w:val="00C97341"/>
    <w:rsid w:val="00CA6F33"/>
    <w:rsid w:val="00CB3E01"/>
    <w:rsid w:val="00CB4E1D"/>
    <w:rsid w:val="00CC01FC"/>
    <w:rsid w:val="00CC2D15"/>
    <w:rsid w:val="00CC3587"/>
    <w:rsid w:val="00CC4425"/>
    <w:rsid w:val="00CD027F"/>
    <w:rsid w:val="00CD1730"/>
    <w:rsid w:val="00CD279F"/>
    <w:rsid w:val="00CD34A9"/>
    <w:rsid w:val="00CD5D41"/>
    <w:rsid w:val="00CE3133"/>
    <w:rsid w:val="00CE6598"/>
    <w:rsid w:val="00CE6C1C"/>
    <w:rsid w:val="00CE7F3D"/>
    <w:rsid w:val="00CF007D"/>
    <w:rsid w:val="00CF08BE"/>
    <w:rsid w:val="00CF171E"/>
    <w:rsid w:val="00CF2EF1"/>
    <w:rsid w:val="00D0198C"/>
    <w:rsid w:val="00D03144"/>
    <w:rsid w:val="00D04231"/>
    <w:rsid w:val="00D07CE1"/>
    <w:rsid w:val="00D1052B"/>
    <w:rsid w:val="00D11EB8"/>
    <w:rsid w:val="00D12544"/>
    <w:rsid w:val="00D23FC0"/>
    <w:rsid w:val="00D27E78"/>
    <w:rsid w:val="00D32FA6"/>
    <w:rsid w:val="00D40E34"/>
    <w:rsid w:val="00D44CD1"/>
    <w:rsid w:val="00D50FC1"/>
    <w:rsid w:val="00D55923"/>
    <w:rsid w:val="00D56F3E"/>
    <w:rsid w:val="00D62153"/>
    <w:rsid w:val="00D6370E"/>
    <w:rsid w:val="00D667E8"/>
    <w:rsid w:val="00D67459"/>
    <w:rsid w:val="00D73243"/>
    <w:rsid w:val="00D7558D"/>
    <w:rsid w:val="00D75B22"/>
    <w:rsid w:val="00D80B41"/>
    <w:rsid w:val="00D82639"/>
    <w:rsid w:val="00D84A38"/>
    <w:rsid w:val="00D90AFE"/>
    <w:rsid w:val="00D91986"/>
    <w:rsid w:val="00D91A7B"/>
    <w:rsid w:val="00D92900"/>
    <w:rsid w:val="00D972F8"/>
    <w:rsid w:val="00DA0804"/>
    <w:rsid w:val="00DA18FA"/>
    <w:rsid w:val="00DA31F8"/>
    <w:rsid w:val="00DA41B7"/>
    <w:rsid w:val="00DA49A1"/>
    <w:rsid w:val="00DA5656"/>
    <w:rsid w:val="00DA77A9"/>
    <w:rsid w:val="00DA7E36"/>
    <w:rsid w:val="00DB0202"/>
    <w:rsid w:val="00DB055C"/>
    <w:rsid w:val="00DB3FA7"/>
    <w:rsid w:val="00DB4ADB"/>
    <w:rsid w:val="00DB4CC0"/>
    <w:rsid w:val="00DB57AA"/>
    <w:rsid w:val="00DC05AE"/>
    <w:rsid w:val="00DC24F9"/>
    <w:rsid w:val="00DC5D75"/>
    <w:rsid w:val="00DD1AFC"/>
    <w:rsid w:val="00DD76E3"/>
    <w:rsid w:val="00DD79E8"/>
    <w:rsid w:val="00DD7C12"/>
    <w:rsid w:val="00DE04CB"/>
    <w:rsid w:val="00DE0502"/>
    <w:rsid w:val="00DE5074"/>
    <w:rsid w:val="00DE5DCB"/>
    <w:rsid w:val="00DE633F"/>
    <w:rsid w:val="00DF0182"/>
    <w:rsid w:val="00DF26B8"/>
    <w:rsid w:val="00DF76A5"/>
    <w:rsid w:val="00E02278"/>
    <w:rsid w:val="00E04912"/>
    <w:rsid w:val="00E106D8"/>
    <w:rsid w:val="00E2051A"/>
    <w:rsid w:val="00E2700A"/>
    <w:rsid w:val="00E31555"/>
    <w:rsid w:val="00E344B0"/>
    <w:rsid w:val="00E4410B"/>
    <w:rsid w:val="00E445E9"/>
    <w:rsid w:val="00E448FF"/>
    <w:rsid w:val="00E44B38"/>
    <w:rsid w:val="00E47C84"/>
    <w:rsid w:val="00E54872"/>
    <w:rsid w:val="00E5555E"/>
    <w:rsid w:val="00E56327"/>
    <w:rsid w:val="00E57FD7"/>
    <w:rsid w:val="00E70578"/>
    <w:rsid w:val="00E71D49"/>
    <w:rsid w:val="00E7236A"/>
    <w:rsid w:val="00E776F6"/>
    <w:rsid w:val="00E82F5D"/>
    <w:rsid w:val="00E84D0D"/>
    <w:rsid w:val="00E85ECC"/>
    <w:rsid w:val="00E92804"/>
    <w:rsid w:val="00EA232C"/>
    <w:rsid w:val="00EA2758"/>
    <w:rsid w:val="00EA477D"/>
    <w:rsid w:val="00EA48E4"/>
    <w:rsid w:val="00EA491F"/>
    <w:rsid w:val="00EA4AF4"/>
    <w:rsid w:val="00EA5444"/>
    <w:rsid w:val="00EA5A54"/>
    <w:rsid w:val="00EA5E50"/>
    <w:rsid w:val="00EA724A"/>
    <w:rsid w:val="00EB314C"/>
    <w:rsid w:val="00EC23A8"/>
    <w:rsid w:val="00EC30F7"/>
    <w:rsid w:val="00EC5716"/>
    <w:rsid w:val="00ED35C8"/>
    <w:rsid w:val="00EE0464"/>
    <w:rsid w:val="00EE6480"/>
    <w:rsid w:val="00EE6E29"/>
    <w:rsid w:val="00EE7DA1"/>
    <w:rsid w:val="00EE7EA5"/>
    <w:rsid w:val="00EF08C2"/>
    <w:rsid w:val="00EF3EF9"/>
    <w:rsid w:val="00EF7D16"/>
    <w:rsid w:val="00F0260A"/>
    <w:rsid w:val="00F03912"/>
    <w:rsid w:val="00F042AE"/>
    <w:rsid w:val="00F05F09"/>
    <w:rsid w:val="00F16771"/>
    <w:rsid w:val="00F21A7F"/>
    <w:rsid w:val="00F21F9D"/>
    <w:rsid w:val="00F25D21"/>
    <w:rsid w:val="00F3419C"/>
    <w:rsid w:val="00F34660"/>
    <w:rsid w:val="00F3545A"/>
    <w:rsid w:val="00F35EB4"/>
    <w:rsid w:val="00F4141D"/>
    <w:rsid w:val="00F4328E"/>
    <w:rsid w:val="00F44CF1"/>
    <w:rsid w:val="00F5200F"/>
    <w:rsid w:val="00F6054C"/>
    <w:rsid w:val="00F61F63"/>
    <w:rsid w:val="00F65291"/>
    <w:rsid w:val="00F66BEE"/>
    <w:rsid w:val="00F701AC"/>
    <w:rsid w:val="00F70B96"/>
    <w:rsid w:val="00F71AB9"/>
    <w:rsid w:val="00F7380F"/>
    <w:rsid w:val="00F77F26"/>
    <w:rsid w:val="00F81698"/>
    <w:rsid w:val="00F816D5"/>
    <w:rsid w:val="00F821FE"/>
    <w:rsid w:val="00F8220B"/>
    <w:rsid w:val="00F86725"/>
    <w:rsid w:val="00F879D7"/>
    <w:rsid w:val="00F93C67"/>
    <w:rsid w:val="00F95FB9"/>
    <w:rsid w:val="00FA096B"/>
    <w:rsid w:val="00FA27B8"/>
    <w:rsid w:val="00FB09C5"/>
    <w:rsid w:val="00FB1931"/>
    <w:rsid w:val="00FB5305"/>
    <w:rsid w:val="00FC1008"/>
    <w:rsid w:val="00FC4786"/>
    <w:rsid w:val="00FC5A2F"/>
    <w:rsid w:val="00FD039A"/>
    <w:rsid w:val="00FD356A"/>
    <w:rsid w:val="00FD429A"/>
    <w:rsid w:val="00FE3127"/>
    <w:rsid w:val="00FE38CC"/>
    <w:rsid w:val="00FE4172"/>
    <w:rsid w:val="00FE7135"/>
    <w:rsid w:val="00FE7795"/>
    <w:rsid w:val="00FF3A50"/>
    <w:rsid w:val="00FF42A1"/>
    <w:rsid w:val="00FF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4FC94"/>
  <w15:docId w15:val="{5D027032-F248-4091-8F49-7C2D80649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DD4"/>
    <w:pPr>
      <w:jc w:val="both"/>
    </w:pPr>
    <w:rPr>
      <w:rFonts w:ascii="Source Sans Pro" w:hAnsi="Source Sans Pro" w:cs="Tahoma"/>
    </w:rPr>
  </w:style>
  <w:style w:type="paragraph" w:styleId="Ttulo1">
    <w:name w:val="heading 1"/>
    <w:basedOn w:val="Normal"/>
    <w:next w:val="Normal"/>
    <w:link w:val="Ttulo1Carter"/>
    <w:autoRedefine/>
    <w:uiPriority w:val="9"/>
    <w:qFormat/>
    <w:rsid w:val="000D121B"/>
    <w:pPr>
      <w:keepNext/>
      <w:keepLines/>
      <w:numPr>
        <w:numId w:val="1"/>
      </w:numPr>
      <w:spacing w:before="360" w:after="120"/>
      <w:ind w:left="357" w:hanging="357"/>
      <w:jc w:val="center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Ttulo2">
    <w:name w:val="heading 2"/>
    <w:basedOn w:val="Normal"/>
    <w:next w:val="Normal"/>
    <w:link w:val="Ttulo2Carter"/>
    <w:autoRedefine/>
    <w:uiPriority w:val="9"/>
    <w:unhideWhenUsed/>
    <w:qFormat/>
    <w:rsid w:val="00A13043"/>
    <w:pPr>
      <w:keepNext/>
      <w:keepLines/>
      <w:numPr>
        <w:numId w:val="2"/>
      </w:numPr>
      <w:spacing w:before="360" w:after="120"/>
      <w:ind w:left="357" w:hanging="357"/>
      <w:jc w:val="center"/>
      <w:outlineLvl w:val="1"/>
    </w:pPr>
    <w:rPr>
      <w:rFonts w:eastAsiaTheme="majorEastAsia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ter"/>
    <w:autoRedefine/>
    <w:uiPriority w:val="9"/>
    <w:unhideWhenUsed/>
    <w:qFormat/>
    <w:rsid w:val="00813D68"/>
    <w:pPr>
      <w:keepNext/>
      <w:keepLines/>
      <w:numPr>
        <w:numId w:val="3"/>
      </w:numPr>
      <w:spacing w:before="240" w:after="120"/>
      <w:ind w:left="714" w:hanging="357"/>
      <w:jc w:val="center"/>
      <w:outlineLvl w:val="2"/>
    </w:pPr>
    <w:rPr>
      <w:rFonts w:eastAsiaTheme="majorEastAsia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arter"/>
    <w:autoRedefine/>
    <w:uiPriority w:val="9"/>
    <w:unhideWhenUsed/>
    <w:qFormat/>
    <w:rsid w:val="002C54DA"/>
    <w:pPr>
      <w:keepNext/>
      <w:keepLines/>
      <w:numPr>
        <w:numId w:val="4"/>
      </w:numPr>
      <w:spacing w:before="40" w:after="0"/>
      <w:jc w:val="center"/>
      <w:outlineLvl w:val="3"/>
    </w:pPr>
    <w:rPr>
      <w:rFonts w:eastAsiaTheme="majorEastAsia" w:cstheme="majorBidi"/>
      <w:b/>
      <w:iCs/>
    </w:rPr>
  </w:style>
  <w:style w:type="paragraph" w:styleId="Ttulo5">
    <w:name w:val="heading 5"/>
    <w:basedOn w:val="Normal"/>
    <w:next w:val="Normal"/>
    <w:link w:val="Ttulo5Carter"/>
    <w:autoRedefine/>
    <w:uiPriority w:val="9"/>
    <w:unhideWhenUsed/>
    <w:qFormat/>
    <w:rsid w:val="00EA724A"/>
    <w:pPr>
      <w:keepNext/>
      <w:keepLines/>
      <w:numPr>
        <w:numId w:val="5"/>
      </w:numPr>
      <w:spacing w:before="360" w:after="120"/>
      <w:ind w:left="0" w:firstLine="567"/>
      <w:jc w:val="center"/>
      <w:outlineLvl w:val="4"/>
    </w:pPr>
    <w:rPr>
      <w:rFonts w:eastAsiaTheme="majorEastAsia" w:cstheme="majorBidi"/>
      <w:b/>
    </w:rPr>
  </w:style>
  <w:style w:type="paragraph" w:styleId="Ttulo6">
    <w:name w:val="heading 6"/>
    <w:basedOn w:val="Normal"/>
    <w:next w:val="Normal"/>
    <w:link w:val="Ttulo6Carter"/>
    <w:uiPriority w:val="9"/>
    <w:unhideWhenUsed/>
    <w:qFormat/>
    <w:rsid w:val="006D591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6D591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6D591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6D591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arter"/>
    <w:unhideWhenUsed/>
    <w:rsid w:val="00443654"/>
    <w:pPr>
      <w:spacing w:after="0" w:line="240" w:lineRule="auto"/>
    </w:pPr>
    <w:rPr>
      <w:rFonts w:ascii="Times New Roman" w:eastAsia="Times New Roman" w:hAnsi="Times New Roman" w:cs="Times New Roman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rsid w:val="00443654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43654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43654"/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443654"/>
    <w:pPr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44CF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44CF1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F3545A"/>
    <w:rPr>
      <w:color w:val="0000FF" w:themeColor="hyperlink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327D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27D21"/>
  </w:style>
  <w:style w:type="paragraph" w:styleId="Rodap">
    <w:name w:val="footer"/>
    <w:basedOn w:val="Normal"/>
    <w:link w:val="RodapCarter"/>
    <w:autoRedefine/>
    <w:uiPriority w:val="99"/>
    <w:unhideWhenUsed/>
    <w:rsid w:val="00B73D43"/>
    <w:pPr>
      <w:tabs>
        <w:tab w:val="center" w:pos="4252"/>
        <w:tab w:val="right" w:pos="8504"/>
      </w:tabs>
      <w:spacing w:after="0" w:line="240" w:lineRule="auto"/>
      <w:jc w:val="center"/>
    </w:pPr>
    <w:rPr>
      <w:sz w:val="18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73D43"/>
    <w:rPr>
      <w:rFonts w:ascii="Source Sans Pro" w:hAnsi="Source Sans Pro" w:cs="Tahoma"/>
      <w:sz w:val="18"/>
    </w:rPr>
  </w:style>
  <w:style w:type="table" w:styleId="TabelacomGrelha">
    <w:name w:val="Table Grid"/>
    <w:basedOn w:val="Tabelanormal"/>
    <w:uiPriority w:val="59"/>
    <w:unhideWhenUsed/>
    <w:rsid w:val="002C0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0D121B"/>
    <w:rPr>
      <w:rFonts w:ascii="Source Sans Pro" w:eastAsiaTheme="majorEastAsia" w:hAnsi="Source Sans Pro" w:cstheme="majorBidi"/>
      <w:b/>
      <w:smallCaps/>
      <w:sz w:val="28"/>
      <w:szCs w:val="32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A13043"/>
    <w:rPr>
      <w:rFonts w:ascii="Source Sans Pro" w:eastAsiaTheme="majorEastAsia" w:hAnsi="Source Sans Pro" w:cstheme="majorBidi"/>
      <w:b/>
      <w:sz w:val="24"/>
      <w:szCs w:val="2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813D68"/>
    <w:rPr>
      <w:rFonts w:ascii="Source Sans Pro" w:eastAsiaTheme="majorEastAsia" w:hAnsi="Source Sans Pro" w:cstheme="majorBidi"/>
      <w:b/>
      <w:sz w:val="24"/>
      <w:szCs w:val="24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2C54DA"/>
    <w:rPr>
      <w:rFonts w:ascii="Source Sans Pro" w:eastAsiaTheme="majorEastAsia" w:hAnsi="Source Sans Pro" w:cstheme="majorBidi"/>
      <w:b/>
      <w:iCs/>
    </w:rPr>
  </w:style>
  <w:style w:type="character" w:customStyle="1" w:styleId="Ttulo5Carter">
    <w:name w:val="Título 5 Caráter"/>
    <w:basedOn w:val="Tipodeletrapredefinidodopargrafo"/>
    <w:link w:val="Ttulo5"/>
    <w:uiPriority w:val="9"/>
    <w:rsid w:val="00EA724A"/>
    <w:rPr>
      <w:rFonts w:ascii="Source Sans Pro" w:eastAsiaTheme="majorEastAsia" w:hAnsi="Source Sans Pro" w:cstheme="majorBidi"/>
      <w:b/>
    </w:rPr>
  </w:style>
  <w:style w:type="character" w:customStyle="1" w:styleId="Ttulo6Carter">
    <w:name w:val="Título 6 Caráter"/>
    <w:basedOn w:val="Tipodeletrapredefinidodopargrafo"/>
    <w:link w:val="Ttulo6"/>
    <w:uiPriority w:val="9"/>
    <w:rsid w:val="006D59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6D59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6D591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6D59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efdecomentrio">
    <w:name w:val="annotation reference"/>
    <w:basedOn w:val="Tipodeletrapredefinidodopargrafo"/>
    <w:unhideWhenUsed/>
    <w:rsid w:val="0083091A"/>
    <w:rPr>
      <w:sz w:val="16"/>
      <w:szCs w:val="16"/>
    </w:rPr>
  </w:style>
  <w:style w:type="paragraph" w:customStyle="1" w:styleId="Default">
    <w:name w:val="Default"/>
    <w:qFormat/>
    <w:rsid w:val="00142FF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t-PT"/>
    </w:rPr>
  </w:style>
  <w:style w:type="paragraph" w:styleId="Lista">
    <w:name w:val="List"/>
    <w:basedOn w:val="Normal"/>
    <w:rsid w:val="00142FF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DA49A1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arter1"/>
    <w:rsid w:val="002C763D"/>
    <w:pPr>
      <w:spacing w:after="0" w:line="360" w:lineRule="auto"/>
      <w:ind w:right="-147"/>
    </w:pPr>
    <w:rPr>
      <w:rFonts w:ascii="Comic Sans MS" w:eastAsia="Times New Roman" w:hAnsi="Comic Sans MS" w:cs="Times New Roman"/>
      <w:szCs w:val="20"/>
      <w:lang w:val="x-none" w:eastAsia="x-none"/>
    </w:rPr>
  </w:style>
  <w:style w:type="character" w:customStyle="1" w:styleId="CorpodetextoCarter">
    <w:name w:val="Corpo de texto Caráter"/>
    <w:basedOn w:val="Tipodeletrapredefinidodopargrafo"/>
    <w:uiPriority w:val="99"/>
    <w:semiHidden/>
    <w:rsid w:val="002C763D"/>
    <w:rPr>
      <w:rFonts w:ascii="Source Sans Pro" w:hAnsi="Source Sans Pro" w:cs="Tahoma"/>
    </w:rPr>
  </w:style>
  <w:style w:type="character" w:customStyle="1" w:styleId="CorpodetextoCarter1">
    <w:name w:val="Corpo de texto Caráter1"/>
    <w:link w:val="Corpodetexto"/>
    <w:rsid w:val="002C763D"/>
    <w:rPr>
      <w:rFonts w:ascii="Comic Sans MS" w:eastAsia="Times New Roman" w:hAnsi="Comic Sans MS" w:cs="Times New Roman"/>
      <w:szCs w:val="20"/>
      <w:lang w:val="x-none" w:eastAsia="x-none"/>
    </w:rPr>
  </w:style>
  <w:style w:type="character" w:customStyle="1" w:styleId="CabealhoCarcter">
    <w:name w:val="Cabeçalho Carácter"/>
    <w:basedOn w:val="Tipodeletrapredefinidodopargrafo"/>
    <w:rsid w:val="00890DE4"/>
  </w:style>
  <w:style w:type="paragraph" w:styleId="NormalWeb">
    <w:name w:val="Normal (Web)"/>
    <w:basedOn w:val="Normal"/>
    <w:uiPriority w:val="99"/>
    <w:unhideWhenUsed/>
    <w:rsid w:val="00D23FC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apple-converted-space">
    <w:name w:val="apple-converted-space"/>
    <w:rsid w:val="00D23FC0"/>
  </w:style>
  <w:style w:type="paragraph" w:styleId="Cabealhodondice">
    <w:name w:val="TOC Heading"/>
    <w:basedOn w:val="Ttulo1"/>
    <w:next w:val="Normal"/>
    <w:autoRedefine/>
    <w:uiPriority w:val="39"/>
    <w:unhideWhenUsed/>
    <w:qFormat/>
    <w:rsid w:val="00521CDC"/>
    <w:pPr>
      <w:numPr>
        <w:numId w:val="0"/>
      </w:numPr>
      <w:spacing w:before="240" w:after="0" w:line="259" w:lineRule="auto"/>
      <w:jc w:val="left"/>
      <w:outlineLvl w:val="9"/>
    </w:pPr>
    <w:rPr>
      <w:b w:val="0"/>
      <w:smallCaps w:val="0"/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rsid w:val="0046270F"/>
    <w:pPr>
      <w:tabs>
        <w:tab w:val="left" w:pos="660"/>
        <w:tab w:val="right" w:leader="dot" w:pos="9627"/>
      </w:tabs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unhideWhenUsed/>
    <w:rsid w:val="00780306"/>
    <w:pPr>
      <w:spacing w:after="0"/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unhideWhenUsed/>
    <w:rsid w:val="00780306"/>
    <w:pPr>
      <w:spacing w:after="0"/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ndice4">
    <w:name w:val="toc 4"/>
    <w:basedOn w:val="Normal"/>
    <w:next w:val="Normal"/>
    <w:autoRedefine/>
    <w:uiPriority w:val="39"/>
    <w:unhideWhenUsed/>
    <w:rsid w:val="00780306"/>
    <w:pPr>
      <w:spacing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ndice6">
    <w:name w:val="toc 6"/>
    <w:basedOn w:val="Normal"/>
    <w:next w:val="Normal"/>
    <w:autoRedefine/>
    <w:uiPriority w:val="39"/>
    <w:unhideWhenUsed/>
    <w:rsid w:val="002C54DA"/>
    <w:pPr>
      <w:spacing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ndice5">
    <w:name w:val="toc 5"/>
    <w:basedOn w:val="Normal"/>
    <w:next w:val="Normal"/>
    <w:autoRedefine/>
    <w:uiPriority w:val="39"/>
    <w:unhideWhenUsed/>
    <w:rsid w:val="00780306"/>
    <w:pPr>
      <w:spacing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Lista-Nvel1">
    <w:name w:val="Lista - Nível 1"/>
    <w:next w:val="Normal"/>
    <w:autoRedefine/>
    <w:qFormat/>
    <w:rsid w:val="006A458B"/>
    <w:pPr>
      <w:numPr>
        <w:numId w:val="7"/>
      </w:numPr>
      <w:jc w:val="both"/>
    </w:pPr>
    <w:rPr>
      <w:rFonts w:ascii="Source Sans Pro" w:hAnsi="Source Sans Pro" w:cs="Tahoma"/>
    </w:rPr>
  </w:style>
  <w:style w:type="paragraph" w:customStyle="1" w:styleId="Lista-Nvel2">
    <w:name w:val="Lista - Nível 2"/>
    <w:basedOn w:val="Lista-Nvel1"/>
    <w:autoRedefine/>
    <w:qFormat/>
    <w:rsid w:val="00450393"/>
    <w:pPr>
      <w:numPr>
        <w:numId w:val="6"/>
      </w:numPr>
      <w:spacing w:before="120" w:after="120"/>
    </w:pPr>
  </w:style>
  <w:style w:type="paragraph" w:customStyle="1" w:styleId="Lista-Nvel3">
    <w:name w:val="Lista - Nível 3"/>
    <w:basedOn w:val="Lista-Nvel2"/>
    <w:autoRedefine/>
    <w:qFormat/>
    <w:rsid w:val="009E361E"/>
    <w:pPr>
      <w:numPr>
        <w:numId w:val="8"/>
      </w:numPr>
    </w:pPr>
  </w:style>
  <w:style w:type="paragraph" w:styleId="PargrafodaLista">
    <w:name w:val="List Paragraph"/>
    <w:aliases w:val="Lista 1"/>
    <w:basedOn w:val="Normal"/>
    <w:link w:val="PargrafodaListaCarter"/>
    <w:uiPriority w:val="34"/>
    <w:qFormat/>
    <w:rsid w:val="00F821FE"/>
    <w:pPr>
      <w:ind w:left="720"/>
      <w:contextualSpacing/>
    </w:pPr>
  </w:style>
  <w:style w:type="character" w:customStyle="1" w:styleId="PargrafodaListaCarter">
    <w:name w:val="Parágrafo da Lista Caráter"/>
    <w:aliases w:val="Lista 1 Caráter"/>
    <w:link w:val="PargrafodaLista"/>
    <w:uiPriority w:val="34"/>
    <w:qFormat/>
    <w:locked/>
    <w:rsid w:val="00F821FE"/>
    <w:rPr>
      <w:rFonts w:ascii="Source Sans Pro" w:hAnsi="Source Sans Pro" w:cs="Tahoma"/>
    </w:rPr>
  </w:style>
  <w:style w:type="paragraph" w:styleId="Textodenotaderodap">
    <w:name w:val="footnote text"/>
    <w:basedOn w:val="Normal"/>
    <w:link w:val="TextodenotaderodapCarter"/>
    <w:semiHidden/>
    <w:rsid w:val="00F821FE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F821FE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semiHidden/>
    <w:rsid w:val="00F821FE"/>
    <w:rPr>
      <w:position w:val="6"/>
      <w:sz w:val="16"/>
      <w:szCs w:val="16"/>
    </w:rPr>
  </w:style>
  <w:style w:type="paragraph" w:customStyle="1" w:styleId="Ttulo21">
    <w:name w:val="Título 21"/>
    <w:basedOn w:val="Normal"/>
    <w:next w:val="Normal"/>
    <w:autoRedefine/>
    <w:qFormat/>
    <w:rsid w:val="00341CCE"/>
    <w:pPr>
      <w:keepNext/>
      <w:numPr>
        <w:numId w:val="9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bCs/>
    </w:rPr>
  </w:style>
  <w:style w:type="paragraph" w:styleId="Avanodecorpodetexto">
    <w:name w:val="Body Text Indent"/>
    <w:basedOn w:val="Normal"/>
    <w:link w:val="AvanodecorpodetextoCarter"/>
    <w:uiPriority w:val="99"/>
    <w:semiHidden/>
    <w:unhideWhenUsed/>
    <w:rsid w:val="00DD79E8"/>
    <w:pPr>
      <w:spacing w:after="120"/>
      <w:ind w:left="283"/>
    </w:pPr>
  </w:style>
  <w:style w:type="character" w:customStyle="1" w:styleId="AvanodecorpodetextoCarter">
    <w:name w:val="Avanço de corpo de texto Caráter"/>
    <w:basedOn w:val="Tipodeletrapredefinidodopargrafo"/>
    <w:link w:val="Avanodecorpodetexto"/>
    <w:uiPriority w:val="99"/>
    <w:semiHidden/>
    <w:rsid w:val="00DD79E8"/>
    <w:rPr>
      <w:rFonts w:ascii="Source Sans Pro" w:hAnsi="Source Sans Pro" w:cs="Tahoma"/>
    </w:rPr>
  </w:style>
  <w:style w:type="paragraph" w:customStyle="1" w:styleId="Clusula">
    <w:name w:val="Cláusula"/>
    <w:basedOn w:val="Ttulo5"/>
    <w:next w:val="Normal"/>
    <w:autoRedefine/>
    <w:qFormat/>
    <w:rsid w:val="00C10D8F"/>
    <w:pPr>
      <w:numPr>
        <w:numId w:val="10"/>
      </w:numPr>
      <w:ind w:left="0" w:firstLine="0"/>
    </w:pPr>
    <w:rPr>
      <w:rFonts w:eastAsia="Times New Roman"/>
      <w:lang w:eastAsia="pt-PT"/>
    </w:rPr>
  </w:style>
  <w:style w:type="paragraph" w:styleId="Ttulo">
    <w:name w:val="Title"/>
    <w:basedOn w:val="Normal"/>
    <w:next w:val="Normal"/>
    <w:link w:val="TtuloCarter"/>
    <w:autoRedefine/>
    <w:uiPriority w:val="10"/>
    <w:qFormat/>
    <w:rsid w:val="0091006A"/>
    <w:pPr>
      <w:spacing w:after="0" w:line="36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1006A"/>
    <w:rPr>
      <w:rFonts w:ascii="Source Sans Pro" w:eastAsiaTheme="majorEastAsia" w:hAnsi="Source Sans Pro" w:cstheme="majorBidi"/>
      <w:b/>
      <w:spacing w:val="-10"/>
      <w:kern w:val="28"/>
      <w:sz w:val="28"/>
      <w:szCs w:val="56"/>
    </w:rPr>
  </w:style>
  <w:style w:type="paragraph" w:customStyle="1" w:styleId="Ttulo50">
    <w:name w:val="Título 5_"/>
    <w:basedOn w:val="Ttulo5"/>
    <w:autoRedefine/>
    <w:qFormat/>
    <w:rsid w:val="001F3414"/>
    <w:pPr>
      <w:numPr>
        <w:numId w:val="11"/>
      </w:numPr>
    </w:pPr>
  </w:style>
  <w:style w:type="paragraph" w:styleId="ndice7">
    <w:name w:val="toc 7"/>
    <w:basedOn w:val="Normal"/>
    <w:next w:val="Normal"/>
    <w:autoRedefine/>
    <w:uiPriority w:val="39"/>
    <w:unhideWhenUsed/>
    <w:rsid w:val="003C71C8"/>
    <w:pPr>
      <w:spacing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ndice8">
    <w:name w:val="toc 8"/>
    <w:basedOn w:val="Normal"/>
    <w:next w:val="Normal"/>
    <w:autoRedefine/>
    <w:uiPriority w:val="39"/>
    <w:unhideWhenUsed/>
    <w:rsid w:val="003C71C8"/>
    <w:pPr>
      <w:spacing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ndice9">
    <w:name w:val="toc 9"/>
    <w:basedOn w:val="Normal"/>
    <w:next w:val="Normal"/>
    <w:autoRedefine/>
    <w:uiPriority w:val="39"/>
    <w:unhideWhenUsed/>
    <w:rsid w:val="003C71C8"/>
    <w:pPr>
      <w:spacing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NumeraoRomana">
    <w:name w:val="Numeração Romana"/>
    <w:basedOn w:val="Ttulo5"/>
    <w:autoRedefine/>
    <w:qFormat/>
    <w:rsid w:val="00EA724A"/>
    <w:pPr>
      <w:numPr>
        <w:numId w:val="12"/>
      </w:numPr>
      <w:ind w:left="360"/>
      <w:jc w:val="left"/>
    </w:pPr>
    <w:rPr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9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iscos%20partilhados\GCP%20-%20Templates\Procedimentos%20N&#227;o%20Simplificados\01%20-%20Decis&#227;o%20de%20Contratar%20e%20Pe&#231;as%20Processuais\em%20valida&#231;&#227;o%20-%20Decis&#227;o%20de%20Contratar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0839d32-3885-4e83-a46e-8adce1d79628" xsi:nil="true"/>
    <_ip_UnifiedCompliancePolicyProperties xmlns="http://schemas.microsoft.com/sharepoint/v3" xsi:nil="true"/>
    <lcf76f155ced4ddcb4097134ff3c332f xmlns="78d8f9b2-bafb-499c-91ae-37027977431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FAC88B78582794FBCAF572419EB02E7" ma:contentTypeVersion="13" ma:contentTypeDescription="Criar um novo documento." ma:contentTypeScope="" ma:versionID="8ebb1891e7233d41262ecf121c00666f">
  <xsd:schema xmlns:xsd="http://www.w3.org/2001/XMLSchema" xmlns:xs="http://www.w3.org/2001/XMLSchema" xmlns:p="http://schemas.microsoft.com/office/2006/metadata/properties" xmlns:ns1="http://schemas.microsoft.com/sharepoint/v3" xmlns:ns2="78d8f9b2-bafb-499c-91ae-37027977431f" xmlns:ns3="90839d32-3885-4e83-a46e-8adce1d79628" targetNamespace="http://schemas.microsoft.com/office/2006/metadata/properties" ma:root="true" ma:fieldsID="50ace510d5bc58797b892efecab7acf4" ns1:_="" ns2:_="" ns3:_="">
    <xsd:import namespace="http://schemas.microsoft.com/sharepoint/v3"/>
    <xsd:import namespace="78d8f9b2-bafb-499c-91ae-37027977431f"/>
    <xsd:import namespace="90839d32-3885-4e83-a46e-8adce1d796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ção de IU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d8f9b2-bafb-499c-91ae-370279774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m" ma:readOnly="false" ma:fieldId="{5cf76f15-5ced-4ddc-b409-7134ff3c332f}" ma:taxonomyMulti="true" ma:sspId="81c67454-ff18-4915-9b9a-4b0bbd375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39d32-3885-4e83-a46e-8adce1d7962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2dbea56-1620-463e-829a-58f1246add75}" ma:internalName="TaxCatchAll" ma:showField="CatchAllData" ma:web="90839d32-3885-4e83-a46e-8adce1d796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A3F90-3E10-49B6-B6B1-E3D4E0F3685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0839d32-3885-4e83-a46e-8adce1d79628"/>
    <ds:schemaRef ds:uri="78d8f9b2-bafb-499c-91ae-37027977431f"/>
  </ds:schemaRefs>
</ds:datastoreItem>
</file>

<file path=customXml/itemProps2.xml><?xml version="1.0" encoding="utf-8"?>
<ds:datastoreItem xmlns:ds="http://schemas.openxmlformats.org/officeDocument/2006/customXml" ds:itemID="{DA698C20-18A9-4CFD-A6F9-609B8A9D01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3E6423-8E80-4EB8-AE87-79D2B4D5CB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8d8f9b2-bafb-499c-91ae-37027977431f"/>
    <ds:schemaRef ds:uri="90839d32-3885-4e83-a46e-8adce1d796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FE9692-DE9D-4C3B-BD30-1E2768B8E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 validação - Decisão de Contratar.dotx</Template>
  <TotalTime>8</TotalTime>
  <Pages>2</Pages>
  <Words>567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Barras</dc:creator>
  <cp:lastModifiedBy>José Manuel Pereira</cp:lastModifiedBy>
  <cp:revision>8</cp:revision>
  <dcterms:created xsi:type="dcterms:W3CDTF">2022-06-29T22:29:00Z</dcterms:created>
  <dcterms:modified xsi:type="dcterms:W3CDTF">2024-11-20T10:27:00Z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0x0101004FAC88B78582794FBCAF572419EB02E7</vt:lpwstr>
  </property>
  <property fmtid="{D5CDD505-2E9C-101B-9397-08002B2CF9AE}" pid="3" name="Order">
    <vt:r8>121900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</Properties>
</file>