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692918" w14:textId="12F415E6" w:rsidR="005F49BC" w:rsidRPr="005F49BC" w:rsidRDefault="00B16FE6" w:rsidP="005F49B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MODELO</w:t>
      </w:r>
      <w:r w:rsidR="005F49BC" w:rsidRPr="005F49BC">
        <w:rPr>
          <w:b/>
          <w:bCs/>
          <w:sz w:val="24"/>
          <w:szCs w:val="24"/>
        </w:rPr>
        <w:t xml:space="preserve"> </w:t>
      </w:r>
      <w:r w:rsidR="00EB175A">
        <w:rPr>
          <w:b/>
          <w:bCs/>
          <w:sz w:val="24"/>
          <w:szCs w:val="24"/>
        </w:rPr>
        <w:t>0</w:t>
      </w:r>
      <w:r w:rsidR="00CC2B31">
        <w:rPr>
          <w:b/>
          <w:bCs/>
          <w:sz w:val="24"/>
          <w:szCs w:val="24"/>
        </w:rPr>
        <w:t>2</w:t>
      </w:r>
      <w:r w:rsidR="00FB5A11">
        <w:rPr>
          <w:b/>
          <w:bCs/>
          <w:sz w:val="24"/>
          <w:szCs w:val="24"/>
        </w:rPr>
        <w:t>A</w:t>
      </w:r>
    </w:p>
    <w:p w14:paraId="2A1A4A63" w14:textId="222D4444" w:rsidR="00F46412" w:rsidRPr="00F46412" w:rsidRDefault="00F46412" w:rsidP="00F46412">
      <w:pPr>
        <w:spacing w:after="0"/>
        <w:jc w:val="center"/>
        <w:rPr>
          <w:b/>
          <w:bCs/>
        </w:rPr>
      </w:pPr>
      <w:r w:rsidRPr="00F46412">
        <w:rPr>
          <w:b/>
          <w:bCs/>
        </w:rPr>
        <w:t xml:space="preserve">Modelo de </w:t>
      </w:r>
      <w:r w:rsidR="00CC2B31">
        <w:rPr>
          <w:b/>
          <w:bCs/>
        </w:rPr>
        <w:t>Proposta de Preço</w:t>
      </w:r>
      <w:r w:rsidR="00FB5A11">
        <w:rPr>
          <w:b/>
          <w:bCs/>
        </w:rPr>
        <w:t xml:space="preserve"> – Hasta Pública</w:t>
      </w:r>
    </w:p>
    <w:p w14:paraId="394FED7D" w14:textId="080DC395" w:rsidR="00F46412" w:rsidRDefault="00F46412" w:rsidP="00F46412">
      <w:pPr>
        <w:spacing w:after="0"/>
        <w:rPr>
          <w:sz w:val="18"/>
          <w:szCs w:val="18"/>
        </w:rPr>
      </w:pPr>
    </w:p>
    <w:p w14:paraId="1314D47E" w14:textId="77777777" w:rsidR="00873F81" w:rsidRPr="00F46412" w:rsidRDefault="00873F81" w:rsidP="00F46412">
      <w:pPr>
        <w:spacing w:after="0"/>
        <w:rPr>
          <w:sz w:val="18"/>
          <w:szCs w:val="18"/>
        </w:rPr>
      </w:pPr>
    </w:p>
    <w:p w14:paraId="3AF21696" w14:textId="43629957" w:rsidR="00CC2B31" w:rsidRDefault="00CC2B31" w:rsidP="00CC2B31">
      <w:pPr>
        <w:spacing w:after="0"/>
      </w:pPr>
      <w:r>
        <w:t xml:space="preserve">... (1), titular do bilhete de identidade/cartão de cidadão nº …, com identificação fiscal nº … residente em </w:t>
      </w:r>
    </w:p>
    <w:p w14:paraId="0D1215DA" w14:textId="31F1F921" w:rsidR="00CC2B31" w:rsidRDefault="00CC2B31" w:rsidP="00CC2B31">
      <w:pPr>
        <w:spacing w:after="0"/>
      </w:pPr>
      <w:r>
        <w:t xml:space="preserve">..., na qualidade de representante legal de ... (2), declara sob compromisso de honra, que a sua representada (3), …, com número de identificação de pessoa coletiva…, depois de ter tomado conhecimento do objeto do </w:t>
      </w:r>
      <w:r w:rsidR="00134FB9">
        <w:t>procedimento</w:t>
      </w:r>
      <w:r>
        <w:t xml:space="preserve"> para “… (4)”, obriga-se a cumprir o disposto nas peças procedimentais no prazo total de execução de … meses (… dias) em conformidade com o Caderno de Encargos, pelo preço contratual de </w:t>
      </w:r>
      <w:proofErr w:type="gramStart"/>
      <w:r>
        <w:t>…,..</w:t>
      </w:r>
      <w:proofErr w:type="gramEnd"/>
      <w:r>
        <w:t xml:space="preserve"> € (…………………euros), nos termos do disposto nos artigos 60.º e 97.º do Código dos Contratos Públicos, o qual não inclui o imposto sobre o valor acrescentado.</w:t>
      </w:r>
    </w:p>
    <w:p w14:paraId="5E8E9C59" w14:textId="77777777" w:rsidR="007B3D8B" w:rsidRDefault="007B3D8B" w:rsidP="00CC2B31">
      <w:pPr>
        <w:spacing w:after="0"/>
      </w:pPr>
    </w:p>
    <w:p w14:paraId="2396B4C9" w14:textId="25DCB9DC" w:rsidR="005F1273" w:rsidRDefault="005F1273" w:rsidP="00CC2B31">
      <w:pPr>
        <w:spacing w:after="0"/>
      </w:pPr>
      <w:r>
        <w:t xml:space="preserve">A presente proposta </w:t>
      </w:r>
      <w:r w:rsidR="002C0668">
        <w:t xml:space="preserve">inclui </w:t>
      </w:r>
      <w:r w:rsidR="00FB5A11">
        <w:t>os seguintes lotes:</w:t>
      </w:r>
    </w:p>
    <w:p w14:paraId="78A6D2D6" w14:textId="77777777" w:rsidR="00FB5A11" w:rsidRDefault="00FB5A11" w:rsidP="00CC2B31">
      <w:pPr>
        <w:spacing w:after="0"/>
      </w:pPr>
    </w:p>
    <w:p w14:paraId="39DC6A1D" w14:textId="1410A0EC" w:rsidR="00FB5A11" w:rsidRDefault="00FB5A11" w:rsidP="00CC2B31">
      <w:pPr>
        <w:spacing w:after="0"/>
      </w:pPr>
      <w:r>
        <w:t>Lote 1: ………………………</w:t>
      </w:r>
      <w:proofErr w:type="gramStart"/>
      <w:r>
        <w:t>…….</w:t>
      </w:r>
      <w:proofErr w:type="gramEnd"/>
      <w:r>
        <w:t>., a quantia de ….€ por quilograma</w:t>
      </w:r>
      <w:r w:rsidR="005F1A38">
        <w:t>;</w:t>
      </w:r>
    </w:p>
    <w:p w14:paraId="4F66E347" w14:textId="79F1B7C0" w:rsidR="005F1A38" w:rsidRDefault="005F1A38" w:rsidP="005F1A38">
      <w:pPr>
        <w:spacing w:after="0"/>
      </w:pPr>
      <w:r>
        <w:t>Lote 2: ………………………</w:t>
      </w:r>
      <w:proofErr w:type="gramStart"/>
      <w:r>
        <w:t>…….</w:t>
      </w:r>
      <w:proofErr w:type="gramEnd"/>
      <w:r>
        <w:t>., a quantia de ….€ por quilograma;</w:t>
      </w:r>
    </w:p>
    <w:p w14:paraId="0555B542" w14:textId="77777777" w:rsidR="005F1A38" w:rsidRDefault="005F1A38" w:rsidP="00CC2B31">
      <w:pPr>
        <w:spacing w:after="0"/>
      </w:pPr>
    </w:p>
    <w:p w14:paraId="57ECD152" w14:textId="25FD83BD" w:rsidR="00CC2B31" w:rsidRDefault="00CC2B31" w:rsidP="00CC2B31">
      <w:pPr>
        <w:spacing w:after="0"/>
      </w:pPr>
      <w:r>
        <w:t>A presente proposta é válida por</w:t>
      </w:r>
      <w:r w:rsidR="005F1A38">
        <w:t xml:space="preserve"> 66</w:t>
      </w:r>
      <w:r>
        <w:t xml:space="preserve"> dias</w:t>
      </w:r>
      <w:r w:rsidR="007B3D8B">
        <w:t>, de acordo com o disposto no convite/programa do procedimento.</w:t>
      </w:r>
    </w:p>
    <w:p w14:paraId="1F9F930B" w14:textId="77777777" w:rsidR="007B3D8B" w:rsidRDefault="007B3D8B" w:rsidP="00CC2B31">
      <w:pPr>
        <w:spacing w:after="0"/>
      </w:pPr>
    </w:p>
    <w:p w14:paraId="7FB26B38" w14:textId="0E014C96" w:rsidR="00CC2B31" w:rsidRDefault="00CC2B31" w:rsidP="00CC2B31">
      <w:pPr>
        <w:spacing w:after="0"/>
      </w:pPr>
      <w:r>
        <w:t xml:space="preserve">Mais declara que renuncia a foro especial e se submete, em tudo o que respeitar à execução do seu contrato, ao que achar prescrito na legislação </w:t>
      </w:r>
      <w:r w:rsidR="007B3D8B">
        <w:t>portuguesa</w:t>
      </w:r>
      <w:r>
        <w:t xml:space="preserve"> em vigor. </w:t>
      </w:r>
    </w:p>
    <w:p w14:paraId="5E8F5F70" w14:textId="77777777" w:rsidR="007B3D8B" w:rsidRDefault="007B3D8B" w:rsidP="00CC2B31">
      <w:pPr>
        <w:spacing w:after="0"/>
      </w:pPr>
    </w:p>
    <w:p w14:paraId="7AC84B69" w14:textId="4924127B" w:rsidR="00CC2B31" w:rsidRDefault="00CC2B31" w:rsidP="00CC2B31">
      <w:pPr>
        <w:spacing w:after="0"/>
      </w:pPr>
      <w:r>
        <w:t xml:space="preserve">[Data e assinatura </w:t>
      </w:r>
      <w:r w:rsidR="00176981">
        <w:t xml:space="preserve">eletrónica </w:t>
      </w:r>
      <w:r>
        <w:t>(4)]</w:t>
      </w:r>
    </w:p>
    <w:p w14:paraId="04692FC7" w14:textId="3D4D41C6" w:rsidR="00CC2B31" w:rsidRDefault="00CC2B31" w:rsidP="00CC2B31">
      <w:pPr>
        <w:spacing w:after="0"/>
      </w:pPr>
    </w:p>
    <w:p w14:paraId="57E12CF5" w14:textId="74869FA6" w:rsidR="007B3D8B" w:rsidRDefault="007B3D8B" w:rsidP="00CC2B31">
      <w:pPr>
        <w:spacing w:after="0"/>
      </w:pPr>
    </w:p>
    <w:p w14:paraId="6BA78BAD" w14:textId="15A66D1A" w:rsidR="007B3D8B" w:rsidRDefault="007B3D8B" w:rsidP="00CC2B31">
      <w:pPr>
        <w:spacing w:after="0"/>
      </w:pPr>
    </w:p>
    <w:p w14:paraId="61D00B57" w14:textId="77777777" w:rsidR="003B6267" w:rsidRDefault="003B6267" w:rsidP="00CC2B31">
      <w:pPr>
        <w:spacing w:after="0"/>
      </w:pPr>
    </w:p>
    <w:p w14:paraId="691E6E00" w14:textId="77777777" w:rsidR="003B6267" w:rsidRDefault="003B6267" w:rsidP="00CC2B31">
      <w:pPr>
        <w:spacing w:after="0"/>
      </w:pPr>
    </w:p>
    <w:p w14:paraId="6C5B77EB" w14:textId="77777777" w:rsidR="003B6267" w:rsidRDefault="003B6267" w:rsidP="00CC2B31">
      <w:pPr>
        <w:spacing w:after="0"/>
      </w:pPr>
    </w:p>
    <w:p w14:paraId="2CB43EA9" w14:textId="77777777" w:rsidR="007B3D8B" w:rsidRDefault="007B3D8B" w:rsidP="00CC2B31">
      <w:pPr>
        <w:spacing w:after="0"/>
      </w:pPr>
    </w:p>
    <w:p w14:paraId="73456063" w14:textId="2D649C9C" w:rsidR="00CC2B31" w:rsidRPr="00CC2B31" w:rsidRDefault="00CC2B31" w:rsidP="00CC2B31">
      <w:pPr>
        <w:spacing w:after="0"/>
        <w:rPr>
          <w:sz w:val="18"/>
          <w:szCs w:val="18"/>
        </w:rPr>
      </w:pPr>
      <w:r w:rsidRPr="00CC2B31">
        <w:rPr>
          <w:sz w:val="18"/>
          <w:szCs w:val="18"/>
        </w:rPr>
        <w:t>(1) Identificação do concorrente</w:t>
      </w:r>
      <w:r>
        <w:rPr>
          <w:sz w:val="18"/>
          <w:szCs w:val="18"/>
        </w:rPr>
        <w:t>,</w:t>
      </w:r>
      <w:r w:rsidRPr="00CC2B31">
        <w:rPr>
          <w:sz w:val="18"/>
          <w:szCs w:val="18"/>
        </w:rPr>
        <w:t xml:space="preserve"> pessoa singular</w:t>
      </w:r>
      <w:r>
        <w:rPr>
          <w:sz w:val="18"/>
          <w:szCs w:val="18"/>
        </w:rPr>
        <w:t>,</w:t>
      </w:r>
      <w:r w:rsidRPr="00CC2B31">
        <w:rPr>
          <w:sz w:val="18"/>
          <w:szCs w:val="18"/>
        </w:rPr>
        <w:t xml:space="preserve"> ou do(s) representante(s) legal(ais) do concorrente, se se tratar de pessoa coletiva.</w:t>
      </w:r>
    </w:p>
    <w:p w14:paraId="478FB292" w14:textId="77777777" w:rsidR="00CC2B31" w:rsidRPr="00CC2B31" w:rsidRDefault="00CC2B31" w:rsidP="00CC2B31">
      <w:pPr>
        <w:spacing w:after="0"/>
        <w:rPr>
          <w:sz w:val="18"/>
          <w:szCs w:val="18"/>
        </w:rPr>
      </w:pPr>
      <w:r w:rsidRPr="00CC2B31">
        <w:rPr>
          <w:sz w:val="18"/>
          <w:szCs w:val="18"/>
        </w:rPr>
        <w:t>(2) Só aplicável a concorrentes pessoas coletivas.</w:t>
      </w:r>
    </w:p>
    <w:p w14:paraId="6EC26793" w14:textId="3E1E66B2" w:rsidR="00CC2B31" w:rsidRDefault="00CC2B31" w:rsidP="00CC2B31">
      <w:pPr>
        <w:spacing w:after="0"/>
        <w:rPr>
          <w:sz w:val="18"/>
          <w:szCs w:val="18"/>
        </w:rPr>
      </w:pPr>
      <w:r w:rsidRPr="00CC2B31">
        <w:rPr>
          <w:sz w:val="18"/>
          <w:szCs w:val="18"/>
        </w:rPr>
        <w:t>(3) No caso de concorrente pessoa singular suprir a expressão “a sua representada”.</w:t>
      </w:r>
    </w:p>
    <w:p w14:paraId="2F569C72" w14:textId="2C68BB70" w:rsidR="00CC2B31" w:rsidRPr="00CC2B31" w:rsidRDefault="00CC2B31" w:rsidP="00CC2B31">
      <w:pPr>
        <w:spacing w:after="0"/>
        <w:rPr>
          <w:sz w:val="18"/>
          <w:szCs w:val="18"/>
        </w:rPr>
      </w:pPr>
      <w:r>
        <w:rPr>
          <w:sz w:val="18"/>
          <w:szCs w:val="18"/>
        </w:rPr>
        <w:t>(4) Nome do objeto do concurso constante na cláusula 1.ª do Caderno de Encargos.</w:t>
      </w:r>
    </w:p>
    <w:p w14:paraId="11823DC5" w14:textId="25B710C8" w:rsidR="00F46412" w:rsidRPr="00CC2B31" w:rsidRDefault="00CC2B31" w:rsidP="00CC2B31">
      <w:pPr>
        <w:spacing w:after="0"/>
        <w:rPr>
          <w:sz w:val="14"/>
          <w:szCs w:val="14"/>
        </w:rPr>
      </w:pPr>
      <w:r w:rsidRPr="00CC2B31">
        <w:rPr>
          <w:sz w:val="18"/>
          <w:szCs w:val="18"/>
        </w:rPr>
        <w:t>(4) Assinatura do concorrente</w:t>
      </w:r>
      <w:r>
        <w:rPr>
          <w:sz w:val="18"/>
          <w:szCs w:val="18"/>
        </w:rPr>
        <w:t>,</w:t>
      </w:r>
      <w:r w:rsidRPr="00CC2B31">
        <w:rPr>
          <w:sz w:val="18"/>
          <w:szCs w:val="18"/>
        </w:rPr>
        <w:t xml:space="preserve"> pessoa singular</w:t>
      </w:r>
      <w:r>
        <w:rPr>
          <w:sz w:val="18"/>
          <w:szCs w:val="18"/>
        </w:rPr>
        <w:t>,</w:t>
      </w:r>
      <w:r w:rsidRPr="00CC2B31">
        <w:rPr>
          <w:sz w:val="18"/>
          <w:szCs w:val="18"/>
        </w:rPr>
        <w:t xml:space="preserve"> ou do(s) representante(s) legal(ais) do concorrente, se se tratar de pessoa coletiva</w:t>
      </w:r>
    </w:p>
    <w:sectPr w:rsidR="00F46412" w:rsidRPr="00CC2B31" w:rsidSect="00EA724A">
      <w:headerReference w:type="default" r:id="rId11"/>
      <w:footerReference w:type="default" r:id="rId12"/>
      <w:pgSz w:w="11906" w:h="16838"/>
      <w:pgMar w:top="998" w:right="851" w:bottom="1418" w:left="1418" w:header="119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08A66" w14:textId="77777777" w:rsidR="00C63B8B" w:rsidRDefault="00C63B8B" w:rsidP="00615011">
      <w:r>
        <w:separator/>
      </w:r>
    </w:p>
  </w:endnote>
  <w:endnote w:type="continuationSeparator" w:id="0">
    <w:p w14:paraId="312B5A6E" w14:textId="77777777" w:rsidR="00C63B8B" w:rsidRDefault="00C63B8B" w:rsidP="00615011">
      <w:r>
        <w:continuationSeparator/>
      </w:r>
    </w:p>
  </w:endnote>
  <w:endnote w:type="continuationNotice" w:id="1">
    <w:p w14:paraId="0F385451" w14:textId="77777777" w:rsidR="00C63B8B" w:rsidRDefault="00C63B8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B846A" w14:textId="0F897F48" w:rsidR="00716107" w:rsidRDefault="00716107"/>
  <w:tbl>
    <w:tblPr>
      <w:tblStyle w:val="TabelacomGrelh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037"/>
      <w:gridCol w:w="1600"/>
    </w:tblGrid>
    <w:tr w:rsidR="00971764" w14:paraId="6F25E8A0" w14:textId="77777777" w:rsidTr="006636B9">
      <w:tc>
        <w:tcPr>
          <w:tcW w:w="4170" w:type="pct"/>
        </w:tcPr>
        <w:p w14:paraId="4C137B4C" w14:textId="434C48B4" w:rsidR="00971764" w:rsidRDefault="00CC2B31" w:rsidP="00B73D43">
          <w:pPr>
            <w:pStyle w:val="Rodap"/>
          </w:pPr>
          <w:fldSimple w:instr=" FILENAME \* MERGEFORMAT ">
            <w:r>
              <w:rPr>
                <w:noProof/>
              </w:rPr>
              <w:t>Modelo 02 - Mod Proposta de Preço</w:t>
            </w:r>
          </w:fldSimple>
        </w:p>
      </w:tc>
      <w:tc>
        <w:tcPr>
          <w:tcW w:w="830" w:type="pct"/>
        </w:tcPr>
        <w:p w14:paraId="226DF392" w14:textId="77777777" w:rsidR="00971764" w:rsidRDefault="00971764" w:rsidP="00B73D43">
          <w:pPr>
            <w:pStyle w:val="Rodap"/>
          </w:pPr>
          <w:r w:rsidRPr="00D04231">
            <w:fldChar w:fldCharType="begin"/>
          </w:r>
          <w:r w:rsidRPr="00D04231">
            <w:instrText xml:space="preserve"> PAGE   \* MERGEFORMAT </w:instrText>
          </w:r>
          <w:r w:rsidRPr="00D04231">
            <w:fldChar w:fldCharType="separate"/>
          </w:r>
          <w:r>
            <w:t>3</w:t>
          </w:r>
          <w:r w:rsidRPr="00D04231">
            <w:fldChar w:fldCharType="end"/>
          </w:r>
          <w:r w:rsidRPr="00D04231">
            <w:t xml:space="preserve"> de </w:t>
          </w:r>
          <w:fldSimple w:instr=" NUMPAGES   \* MERGEFORMAT ">
            <w:r>
              <w:t>17</w:t>
            </w:r>
          </w:fldSimple>
        </w:p>
      </w:tc>
    </w:tr>
    <w:tr w:rsidR="0094270A" w14:paraId="4B3CBE74" w14:textId="77777777" w:rsidTr="006636B9">
      <w:tc>
        <w:tcPr>
          <w:tcW w:w="5000" w:type="pct"/>
          <w:gridSpan w:val="2"/>
          <w:vAlign w:val="center"/>
        </w:tcPr>
        <w:p w14:paraId="1C5A31FF" w14:textId="07B4AABD" w:rsidR="0094270A" w:rsidRPr="0094270A" w:rsidRDefault="0094270A" w:rsidP="00B73D43">
          <w:pPr>
            <w:pStyle w:val="Rodap"/>
          </w:pPr>
        </w:p>
      </w:tc>
    </w:tr>
  </w:tbl>
  <w:p w14:paraId="74635888" w14:textId="77777777" w:rsidR="00971764" w:rsidRPr="00D04231" w:rsidRDefault="00971764" w:rsidP="00B73D4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311C67" w14:textId="77777777" w:rsidR="00C63B8B" w:rsidRDefault="00C63B8B" w:rsidP="00615011">
      <w:r>
        <w:separator/>
      </w:r>
    </w:p>
  </w:footnote>
  <w:footnote w:type="continuationSeparator" w:id="0">
    <w:p w14:paraId="4A467AFD" w14:textId="77777777" w:rsidR="00C63B8B" w:rsidRDefault="00C63B8B" w:rsidP="00615011">
      <w:r>
        <w:continuationSeparator/>
      </w:r>
    </w:p>
  </w:footnote>
  <w:footnote w:type="continuationNotice" w:id="1">
    <w:p w14:paraId="65F40CE9" w14:textId="77777777" w:rsidR="00C63B8B" w:rsidRDefault="00C63B8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comGrelh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2"/>
      <w:gridCol w:w="4672"/>
    </w:tblGrid>
    <w:tr w:rsidR="007B7C6F" w14:paraId="280CC2B0" w14:textId="77777777" w:rsidTr="007B7C6F">
      <w:tc>
        <w:tcPr>
          <w:tcW w:w="4672" w:type="dxa"/>
        </w:tcPr>
        <w:p w14:paraId="4EBF2286" w14:textId="77777777" w:rsidR="007B7C6F" w:rsidRDefault="007B7C6F" w:rsidP="00615011">
          <w:pPr>
            <w:pStyle w:val="Cabealho"/>
          </w:pPr>
        </w:p>
      </w:tc>
      <w:tc>
        <w:tcPr>
          <w:tcW w:w="4672" w:type="dxa"/>
        </w:tcPr>
        <w:p w14:paraId="159C4B98" w14:textId="77777777" w:rsidR="007B7C6F" w:rsidRDefault="007B7C6F" w:rsidP="00615011">
          <w:pPr>
            <w:pStyle w:val="Cabealho"/>
          </w:pPr>
        </w:p>
      </w:tc>
    </w:tr>
  </w:tbl>
  <w:p w14:paraId="0C95A3D2" w14:textId="632A10A2" w:rsidR="00327D21" w:rsidRPr="00447E4F" w:rsidRDefault="00327D21" w:rsidP="0061501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707EC"/>
    <w:multiLevelType w:val="hybridMultilevel"/>
    <w:tmpl w:val="52587BC2"/>
    <w:lvl w:ilvl="0" w:tplc="FAAC450A">
      <w:start w:val="1"/>
      <w:numFmt w:val="upperLetter"/>
      <w:pStyle w:val="Ttulo4"/>
      <w:lvlText w:val="Subsecção %1"/>
      <w:lvlJc w:val="righ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11556"/>
    <w:multiLevelType w:val="hybridMultilevel"/>
    <w:tmpl w:val="0B8E9A68"/>
    <w:lvl w:ilvl="0" w:tplc="F2042356">
      <w:start w:val="1"/>
      <w:numFmt w:val="decimal"/>
      <w:pStyle w:val="Ttulo5"/>
      <w:lvlText w:val="Artigo %1º"/>
      <w:lvlJc w:val="right"/>
      <w:pPr>
        <w:ind w:left="4472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7348F"/>
    <w:multiLevelType w:val="hybridMultilevel"/>
    <w:tmpl w:val="BC9A1098"/>
    <w:lvl w:ilvl="0" w:tplc="E4E23E24">
      <w:start w:val="1"/>
      <w:numFmt w:val="lowerRoman"/>
      <w:pStyle w:val="Lista-Nvel3"/>
      <w:lvlText w:val="%1)"/>
      <w:lvlJc w:val="left"/>
      <w:pPr>
        <w:ind w:left="142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148" w:hanging="360"/>
      </w:pPr>
    </w:lvl>
    <w:lvl w:ilvl="2" w:tplc="0816001B" w:tentative="1">
      <w:start w:val="1"/>
      <w:numFmt w:val="lowerRoman"/>
      <w:lvlText w:val="%3."/>
      <w:lvlJc w:val="right"/>
      <w:pPr>
        <w:ind w:left="2868" w:hanging="180"/>
      </w:pPr>
    </w:lvl>
    <w:lvl w:ilvl="3" w:tplc="0816000F" w:tentative="1">
      <w:start w:val="1"/>
      <w:numFmt w:val="decimal"/>
      <w:lvlText w:val="%4."/>
      <w:lvlJc w:val="left"/>
      <w:pPr>
        <w:ind w:left="3588" w:hanging="360"/>
      </w:pPr>
    </w:lvl>
    <w:lvl w:ilvl="4" w:tplc="08160019" w:tentative="1">
      <w:start w:val="1"/>
      <w:numFmt w:val="lowerLetter"/>
      <w:lvlText w:val="%5."/>
      <w:lvlJc w:val="left"/>
      <w:pPr>
        <w:ind w:left="4308" w:hanging="360"/>
      </w:pPr>
    </w:lvl>
    <w:lvl w:ilvl="5" w:tplc="0816001B" w:tentative="1">
      <w:start w:val="1"/>
      <w:numFmt w:val="lowerRoman"/>
      <w:lvlText w:val="%6."/>
      <w:lvlJc w:val="right"/>
      <w:pPr>
        <w:ind w:left="5028" w:hanging="180"/>
      </w:pPr>
    </w:lvl>
    <w:lvl w:ilvl="6" w:tplc="0816000F" w:tentative="1">
      <w:start w:val="1"/>
      <w:numFmt w:val="decimal"/>
      <w:lvlText w:val="%7."/>
      <w:lvlJc w:val="left"/>
      <w:pPr>
        <w:ind w:left="5748" w:hanging="360"/>
      </w:pPr>
    </w:lvl>
    <w:lvl w:ilvl="7" w:tplc="08160019" w:tentative="1">
      <w:start w:val="1"/>
      <w:numFmt w:val="lowerLetter"/>
      <w:lvlText w:val="%8."/>
      <w:lvlJc w:val="left"/>
      <w:pPr>
        <w:ind w:left="6468" w:hanging="360"/>
      </w:pPr>
    </w:lvl>
    <w:lvl w:ilvl="8" w:tplc="08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41878B6"/>
    <w:multiLevelType w:val="multilevel"/>
    <w:tmpl w:val="56C661E2"/>
    <w:lvl w:ilvl="0">
      <w:start w:val="1"/>
      <w:numFmt w:val="upperRoman"/>
      <w:pStyle w:val="Ttulo1"/>
      <w:lvlText w:val="Parte %1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B935930"/>
    <w:multiLevelType w:val="hybridMultilevel"/>
    <w:tmpl w:val="15FA6494"/>
    <w:lvl w:ilvl="0" w:tplc="F5C8BC6A">
      <w:start w:val="1"/>
      <w:numFmt w:val="upperRoman"/>
      <w:pStyle w:val="Ttulo2"/>
      <w:lvlText w:val="Capítulo %1"/>
      <w:lvlJc w:val="righ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36EC2"/>
    <w:multiLevelType w:val="hybridMultilevel"/>
    <w:tmpl w:val="D73A77AC"/>
    <w:lvl w:ilvl="0" w:tplc="4FDC430A">
      <w:start w:val="1"/>
      <w:numFmt w:val="upperRoman"/>
      <w:pStyle w:val="Ttulo21"/>
      <w:lvlText w:val="ANEXO %1"/>
      <w:lvlJc w:val="center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B2B73"/>
    <w:multiLevelType w:val="hybridMultilevel"/>
    <w:tmpl w:val="3CA62682"/>
    <w:lvl w:ilvl="0" w:tplc="D6D66544">
      <w:start w:val="1"/>
      <w:numFmt w:val="decimal"/>
      <w:pStyle w:val="Clusula"/>
      <w:lvlText w:val="Cláusula %1.ª"/>
      <w:lvlJc w:val="left"/>
      <w:pPr>
        <w:ind w:left="128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007" w:hanging="360"/>
      </w:pPr>
    </w:lvl>
    <w:lvl w:ilvl="2" w:tplc="0816001B" w:tentative="1">
      <w:start w:val="1"/>
      <w:numFmt w:val="lowerRoman"/>
      <w:lvlText w:val="%3."/>
      <w:lvlJc w:val="right"/>
      <w:pPr>
        <w:ind w:left="2727" w:hanging="180"/>
      </w:pPr>
    </w:lvl>
    <w:lvl w:ilvl="3" w:tplc="0816000F" w:tentative="1">
      <w:start w:val="1"/>
      <w:numFmt w:val="decimal"/>
      <w:lvlText w:val="%4."/>
      <w:lvlJc w:val="left"/>
      <w:pPr>
        <w:ind w:left="3447" w:hanging="360"/>
      </w:pPr>
    </w:lvl>
    <w:lvl w:ilvl="4" w:tplc="08160019" w:tentative="1">
      <w:start w:val="1"/>
      <w:numFmt w:val="lowerLetter"/>
      <w:lvlText w:val="%5."/>
      <w:lvlJc w:val="left"/>
      <w:pPr>
        <w:ind w:left="4167" w:hanging="360"/>
      </w:pPr>
    </w:lvl>
    <w:lvl w:ilvl="5" w:tplc="0816001B" w:tentative="1">
      <w:start w:val="1"/>
      <w:numFmt w:val="lowerRoman"/>
      <w:lvlText w:val="%6."/>
      <w:lvlJc w:val="right"/>
      <w:pPr>
        <w:ind w:left="4887" w:hanging="180"/>
      </w:pPr>
    </w:lvl>
    <w:lvl w:ilvl="6" w:tplc="0816000F" w:tentative="1">
      <w:start w:val="1"/>
      <w:numFmt w:val="decimal"/>
      <w:lvlText w:val="%7."/>
      <w:lvlJc w:val="left"/>
      <w:pPr>
        <w:ind w:left="5607" w:hanging="360"/>
      </w:pPr>
    </w:lvl>
    <w:lvl w:ilvl="7" w:tplc="08160019" w:tentative="1">
      <w:start w:val="1"/>
      <w:numFmt w:val="lowerLetter"/>
      <w:lvlText w:val="%8."/>
      <w:lvlJc w:val="left"/>
      <w:pPr>
        <w:ind w:left="6327" w:hanging="360"/>
      </w:pPr>
    </w:lvl>
    <w:lvl w:ilvl="8" w:tplc="08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4114E2D"/>
    <w:multiLevelType w:val="hybridMultilevel"/>
    <w:tmpl w:val="D4A439D4"/>
    <w:lvl w:ilvl="0" w:tplc="FDB241DE">
      <w:start w:val="1"/>
      <w:numFmt w:val="decimal"/>
      <w:pStyle w:val="Ttulo50"/>
      <w:lvlText w:val="Cláusula %1.ª"/>
      <w:lvlJc w:val="left"/>
      <w:pPr>
        <w:ind w:left="128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007" w:hanging="360"/>
      </w:pPr>
    </w:lvl>
    <w:lvl w:ilvl="2" w:tplc="0816001B" w:tentative="1">
      <w:start w:val="1"/>
      <w:numFmt w:val="lowerRoman"/>
      <w:lvlText w:val="%3."/>
      <w:lvlJc w:val="right"/>
      <w:pPr>
        <w:ind w:left="2727" w:hanging="180"/>
      </w:pPr>
    </w:lvl>
    <w:lvl w:ilvl="3" w:tplc="0816000F" w:tentative="1">
      <w:start w:val="1"/>
      <w:numFmt w:val="decimal"/>
      <w:lvlText w:val="%4."/>
      <w:lvlJc w:val="left"/>
      <w:pPr>
        <w:ind w:left="3447" w:hanging="360"/>
      </w:pPr>
    </w:lvl>
    <w:lvl w:ilvl="4" w:tplc="08160019" w:tentative="1">
      <w:start w:val="1"/>
      <w:numFmt w:val="lowerLetter"/>
      <w:lvlText w:val="%5."/>
      <w:lvlJc w:val="left"/>
      <w:pPr>
        <w:ind w:left="4167" w:hanging="360"/>
      </w:pPr>
    </w:lvl>
    <w:lvl w:ilvl="5" w:tplc="0816001B" w:tentative="1">
      <w:start w:val="1"/>
      <w:numFmt w:val="lowerRoman"/>
      <w:lvlText w:val="%6."/>
      <w:lvlJc w:val="right"/>
      <w:pPr>
        <w:ind w:left="4887" w:hanging="180"/>
      </w:pPr>
    </w:lvl>
    <w:lvl w:ilvl="6" w:tplc="0816000F" w:tentative="1">
      <w:start w:val="1"/>
      <w:numFmt w:val="decimal"/>
      <w:lvlText w:val="%7."/>
      <w:lvlJc w:val="left"/>
      <w:pPr>
        <w:ind w:left="5607" w:hanging="360"/>
      </w:pPr>
    </w:lvl>
    <w:lvl w:ilvl="7" w:tplc="08160019" w:tentative="1">
      <w:start w:val="1"/>
      <w:numFmt w:val="lowerLetter"/>
      <w:lvlText w:val="%8."/>
      <w:lvlJc w:val="left"/>
      <w:pPr>
        <w:ind w:left="6327" w:hanging="360"/>
      </w:pPr>
    </w:lvl>
    <w:lvl w:ilvl="8" w:tplc="08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D710830"/>
    <w:multiLevelType w:val="multilevel"/>
    <w:tmpl w:val="12886B8C"/>
    <w:name w:val="Caderno de Encargo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42A6CE4"/>
    <w:multiLevelType w:val="hybridMultilevel"/>
    <w:tmpl w:val="77DA6B7E"/>
    <w:lvl w:ilvl="0" w:tplc="1B7A6098">
      <w:start w:val="1"/>
      <w:numFmt w:val="decimal"/>
      <w:pStyle w:val="Lista-Nvel1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775A54"/>
    <w:multiLevelType w:val="hybridMultilevel"/>
    <w:tmpl w:val="26E6CC4E"/>
    <w:lvl w:ilvl="0" w:tplc="E1389BA6">
      <w:start w:val="1"/>
      <w:numFmt w:val="upperRoman"/>
      <w:pStyle w:val="Ttulo3"/>
      <w:lvlText w:val="Secção %1"/>
      <w:lvlJc w:val="righ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9C62FF"/>
    <w:multiLevelType w:val="hybridMultilevel"/>
    <w:tmpl w:val="604EF32E"/>
    <w:lvl w:ilvl="0" w:tplc="C2BC5B8A">
      <w:start w:val="1"/>
      <w:numFmt w:val="upperRoman"/>
      <w:pStyle w:val="NumeraoRomana"/>
      <w:lvlText w:val="%1."/>
      <w:lvlJc w:val="right"/>
      <w:pPr>
        <w:ind w:left="1287" w:hanging="360"/>
      </w:pPr>
    </w:lvl>
    <w:lvl w:ilvl="1" w:tplc="08160019" w:tentative="1">
      <w:start w:val="1"/>
      <w:numFmt w:val="lowerLetter"/>
      <w:lvlText w:val="%2."/>
      <w:lvlJc w:val="left"/>
      <w:pPr>
        <w:ind w:left="2007" w:hanging="360"/>
      </w:pPr>
    </w:lvl>
    <w:lvl w:ilvl="2" w:tplc="0816001B" w:tentative="1">
      <w:start w:val="1"/>
      <w:numFmt w:val="lowerRoman"/>
      <w:lvlText w:val="%3."/>
      <w:lvlJc w:val="right"/>
      <w:pPr>
        <w:ind w:left="2727" w:hanging="180"/>
      </w:pPr>
    </w:lvl>
    <w:lvl w:ilvl="3" w:tplc="0816000F" w:tentative="1">
      <w:start w:val="1"/>
      <w:numFmt w:val="decimal"/>
      <w:lvlText w:val="%4."/>
      <w:lvlJc w:val="left"/>
      <w:pPr>
        <w:ind w:left="3447" w:hanging="360"/>
      </w:pPr>
    </w:lvl>
    <w:lvl w:ilvl="4" w:tplc="08160019" w:tentative="1">
      <w:start w:val="1"/>
      <w:numFmt w:val="lowerLetter"/>
      <w:lvlText w:val="%5."/>
      <w:lvlJc w:val="left"/>
      <w:pPr>
        <w:ind w:left="4167" w:hanging="360"/>
      </w:pPr>
    </w:lvl>
    <w:lvl w:ilvl="5" w:tplc="0816001B" w:tentative="1">
      <w:start w:val="1"/>
      <w:numFmt w:val="lowerRoman"/>
      <w:lvlText w:val="%6."/>
      <w:lvlJc w:val="right"/>
      <w:pPr>
        <w:ind w:left="4887" w:hanging="180"/>
      </w:pPr>
    </w:lvl>
    <w:lvl w:ilvl="6" w:tplc="0816000F" w:tentative="1">
      <w:start w:val="1"/>
      <w:numFmt w:val="decimal"/>
      <w:lvlText w:val="%7."/>
      <w:lvlJc w:val="left"/>
      <w:pPr>
        <w:ind w:left="5607" w:hanging="360"/>
      </w:pPr>
    </w:lvl>
    <w:lvl w:ilvl="7" w:tplc="08160019" w:tentative="1">
      <w:start w:val="1"/>
      <w:numFmt w:val="lowerLetter"/>
      <w:lvlText w:val="%8."/>
      <w:lvlJc w:val="left"/>
      <w:pPr>
        <w:ind w:left="6327" w:hanging="360"/>
      </w:pPr>
    </w:lvl>
    <w:lvl w:ilvl="8" w:tplc="08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45C3D71"/>
    <w:multiLevelType w:val="hybridMultilevel"/>
    <w:tmpl w:val="2952AA54"/>
    <w:lvl w:ilvl="0" w:tplc="D506041E">
      <w:start w:val="1"/>
      <w:numFmt w:val="lowerLetter"/>
      <w:pStyle w:val="Lista-Nvel2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8670473">
    <w:abstractNumId w:val="3"/>
  </w:num>
  <w:num w:numId="2" w16cid:durableId="892735137">
    <w:abstractNumId w:val="4"/>
  </w:num>
  <w:num w:numId="3" w16cid:durableId="448862014">
    <w:abstractNumId w:val="10"/>
  </w:num>
  <w:num w:numId="4" w16cid:durableId="234628209">
    <w:abstractNumId w:val="0"/>
  </w:num>
  <w:num w:numId="5" w16cid:durableId="29886268">
    <w:abstractNumId w:val="1"/>
  </w:num>
  <w:num w:numId="6" w16cid:durableId="1550990180">
    <w:abstractNumId w:val="12"/>
  </w:num>
  <w:num w:numId="7" w16cid:durableId="1100492380">
    <w:abstractNumId w:val="9"/>
  </w:num>
  <w:num w:numId="8" w16cid:durableId="340091198">
    <w:abstractNumId w:val="2"/>
  </w:num>
  <w:num w:numId="9" w16cid:durableId="1356346121">
    <w:abstractNumId w:val="5"/>
  </w:num>
  <w:num w:numId="10" w16cid:durableId="807746048">
    <w:abstractNumId w:val="6"/>
  </w:num>
  <w:num w:numId="11" w16cid:durableId="641273161">
    <w:abstractNumId w:val="7"/>
  </w:num>
  <w:num w:numId="12" w16cid:durableId="944650502">
    <w:abstractNumId w:val="11"/>
  </w:num>
  <w:num w:numId="13" w16cid:durableId="1179197299">
    <w:abstractNumId w:val="9"/>
    <w:lvlOverride w:ilvl="0">
      <w:startOverride w:val="1"/>
    </w:lvlOverride>
  </w:num>
  <w:num w:numId="14" w16cid:durableId="1595356415">
    <w:abstractNumId w:val="9"/>
    <w:lvlOverride w:ilvl="0">
      <w:startOverride w:val="1"/>
    </w:lvlOverride>
  </w:num>
  <w:num w:numId="15" w16cid:durableId="22025118">
    <w:abstractNumId w:val="9"/>
    <w:lvlOverride w:ilvl="0">
      <w:startOverride w:val="1"/>
    </w:lvlOverride>
  </w:num>
  <w:num w:numId="16" w16cid:durableId="893738515">
    <w:abstractNumId w:val="9"/>
    <w:lvlOverride w:ilvl="0">
      <w:startOverride w:val="1"/>
    </w:lvlOverride>
  </w:num>
  <w:num w:numId="17" w16cid:durableId="933707345">
    <w:abstractNumId w:val="9"/>
    <w:lvlOverride w:ilvl="0">
      <w:startOverride w:val="1"/>
    </w:lvlOverride>
  </w:num>
  <w:num w:numId="18" w16cid:durableId="1510750317">
    <w:abstractNumId w:val="9"/>
    <w:lvlOverride w:ilvl="0">
      <w:startOverride w:val="1"/>
    </w:lvlOverride>
  </w:num>
  <w:num w:numId="19" w16cid:durableId="1108085885">
    <w:abstractNumId w:val="9"/>
    <w:lvlOverride w:ilvl="0">
      <w:startOverride w:val="1"/>
    </w:lvlOverride>
  </w:num>
  <w:num w:numId="20" w16cid:durableId="2130204328">
    <w:abstractNumId w:val="9"/>
    <w:lvlOverride w:ilvl="0">
      <w:startOverride w:val="1"/>
    </w:lvlOverride>
  </w:num>
  <w:num w:numId="21" w16cid:durableId="1140271335">
    <w:abstractNumId w:val="12"/>
    <w:lvlOverride w:ilvl="0">
      <w:startOverride w:val="1"/>
    </w:lvlOverride>
  </w:num>
  <w:num w:numId="22" w16cid:durableId="1668090900">
    <w:abstractNumId w:val="9"/>
    <w:lvlOverride w:ilvl="0">
      <w:startOverride w:val="1"/>
    </w:lvlOverride>
  </w:num>
  <w:num w:numId="23" w16cid:durableId="1553038571">
    <w:abstractNumId w:val="12"/>
    <w:lvlOverride w:ilvl="0">
      <w:startOverride w:val="1"/>
    </w:lvlOverride>
  </w:num>
  <w:num w:numId="24" w16cid:durableId="2061242090">
    <w:abstractNumId w:val="9"/>
    <w:lvlOverride w:ilvl="0">
      <w:startOverride w:val="1"/>
    </w:lvlOverride>
  </w:num>
  <w:num w:numId="25" w16cid:durableId="1042438851">
    <w:abstractNumId w:val="9"/>
    <w:lvlOverride w:ilvl="0">
      <w:startOverride w:val="1"/>
    </w:lvlOverride>
  </w:num>
  <w:num w:numId="26" w16cid:durableId="1149589163">
    <w:abstractNumId w:val="12"/>
    <w:lvlOverride w:ilvl="0">
      <w:startOverride w:val="1"/>
    </w:lvlOverride>
  </w:num>
  <w:num w:numId="27" w16cid:durableId="524755231">
    <w:abstractNumId w:val="9"/>
    <w:lvlOverride w:ilvl="0">
      <w:startOverride w:val="1"/>
    </w:lvlOverride>
  </w:num>
  <w:num w:numId="28" w16cid:durableId="903682469">
    <w:abstractNumId w:val="12"/>
    <w:lvlOverride w:ilvl="0">
      <w:startOverride w:val="1"/>
    </w:lvlOverride>
  </w:num>
  <w:num w:numId="29" w16cid:durableId="1358387403">
    <w:abstractNumId w:val="2"/>
    <w:lvlOverride w:ilvl="0">
      <w:startOverride w:val="1"/>
    </w:lvlOverride>
  </w:num>
  <w:num w:numId="30" w16cid:durableId="246034855">
    <w:abstractNumId w:val="12"/>
    <w:lvlOverride w:ilvl="0">
      <w:startOverride w:val="1"/>
    </w:lvlOverride>
  </w:num>
  <w:num w:numId="31" w16cid:durableId="1944146119">
    <w:abstractNumId w:val="2"/>
    <w:lvlOverride w:ilvl="0">
      <w:startOverride w:val="1"/>
    </w:lvlOverride>
  </w:num>
  <w:num w:numId="32" w16cid:durableId="1745032322">
    <w:abstractNumId w:val="2"/>
    <w:lvlOverride w:ilvl="0">
      <w:startOverride w:val="1"/>
    </w:lvlOverride>
  </w:num>
  <w:num w:numId="33" w16cid:durableId="1185245989">
    <w:abstractNumId w:val="9"/>
    <w:lvlOverride w:ilvl="0">
      <w:startOverride w:val="1"/>
    </w:lvlOverride>
  </w:num>
  <w:num w:numId="34" w16cid:durableId="1585801771">
    <w:abstractNumId w:val="9"/>
    <w:lvlOverride w:ilvl="0">
      <w:startOverride w:val="1"/>
    </w:lvlOverride>
  </w:num>
  <w:num w:numId="35" w16cid:durableId="1146778125">
    <w:abstractNumId w:val="9"/>
    <w:lvlOverride w:ilvl="0">
      <w:startOverride w:val="1"/>
    </w:lvlOverride>
  </w:num>
  <w:num w:numId="36" w16cid:durableId="1079138883">
    <w:abstractNumId w:val="12"/>
    <w:lvlOverride w:ilvl="0">
      <w:startOverride w:val="1"/>
    </w:lvlOverride>
  </w:num>
  <w:num w:numId="37" w16cid:durableId="1330787627">
    <w:abstractNumId w:val="12"/>
    <w:lvlOverride w:ilvl="0">
      <w:startOverride w:val="1"/>
    </w:lvlOverride>
  </w:num>
  <w:num w:numId="38" w16cid:durableId="1532645998">
    <w:abstractNumId w:val="9"/>
    <w:lvlOverride w:ilvl="0">
      <w:startOverride w:val="1"/>
    </w:lvlOverride>
  </w:num>
  <w:num w:numId="39" w16cid:durableId="644089353">
    <w:abstractNumId w:val="12"/>
    <w:lvlOverride w:ilvl="0">
      <w:startOverride w:val="1"/>
    </w:lvlOverride>
  </w:num>
  <w:num w:numId="40" w16cid:durableId="628820279">
    <w:abstractNumId w:val="12"/>
    <w:lvlOverride w:ilvl="0">
      <w:startOverride w:val="1"/>
    </w:lvlOverride>
  </w:num>
  <w:num w:numId="41" w16cid:durableId="1272740117">
    <w:abstractNumId w:val="12"/>
    <w:lvlOverride w:ilvl="0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1C0"/>
    <w:rsid w:val="000010FA"/>
    <w:rsid w:val="00014556"/>
    <w:rsid w:val="00015CC7"/>
    <w:rsid w:val="00016258"/>
    <w:rsid w:val="00023F1A"/>
    <w:rsid w:val="00026340"/>
    <w:rsid w:val="00026E92"/>
    <w:rsid w:val="00032B62"/>
    <w:rsid w:val="000348ED"/>
    <w:rsid w:val="00034D76"/>
    <w:rsid w:val="00040267"/>
    <w:rsid w:val="000456C8"/>
    <w:rsid w:val="00047547"/>
    <w:rsid w:val="0005073E"/>
    <w:rsid w:val="00053D15"/>
    <w:rsid w:val="00056D0B"/>
    <w:rsid w:val="000579DE"/>
    <w:rsid w:val="000651CF"/>
    <w:rsid w:val="00065350"/>
    <w:rsid w:val="00071310"/>
    <w:rsid w:val="00071817"/>
    <w:rsid w:val="00075FB6"/>
    <w:rsid w:val="000763C9"/>
    <w:rsid w:val="00082017"/>
    <w:rsid w:val="0008257D"/>
    <w:rsid w:val="00097B0F"/>
    <w:rsid w:val="000A18DA"/>
    <w:rsid w:val="000A71CE"/>
    <w:rsid w:val="000A72A1"/>
    <w:rsid w:val="000B0DA6"/>
    <w:rsid w:val="000B1F51"/>
    <w:rsid w:val="000B5062"/>
    <w:rsid w:val="000B610A"/>
    <w:rsid w:val="000C0E39"/>
    <w:rsid w:val="000C1AD6"/>
    <w:rsid w:val="000C25B8"/>
    <w:rsid w:val="000C2D38"/>
    <w:rsid w:val="000C2FD1"/>
    <w:rsid w:val="000C4131"/>
    <w:rsid w:val="000D121B"/>
    <w:rsid w:val="000D65DE"/>
    <w:rsid w:val="000D7C45"/>
    <w:rsid w:val="000E1DCA"/>
    <w:rsid w:val="000E497E"/>
    <w:rsid w:val="000E4D72"/>
    <w:rsid w:val="000E72E4"/>
    <w:rsid w:val="000F083B"/>
    <w:rsid w:val="000F1306"/>
    <w:rsid w:val="000F1BDA"/>
    <w:rsid w:val="000F4C7F"/>
    <w:rsid w:val="00100F44"/>
    <w:rsid w:val="00103716"/>
    <w:rsid w:val="001039F3"/>
    <w:rsid w:val="00107CF5"/>
    <w:rsid w:val="001105DC"/>
    <w:rsid w:val="00111DD6"/>
    <w:rsid w:val="00113512"/>
    <w:rsid w:val="00115CA4"/>
    <w:rsid w:val="0012006B"/>
    <w:rsid w:val="001210A3"/>
    <w:rsid w:val="001247BA"/>
    <w:rsid w:val="00125AE5"/>
    <w:rsid w:val="00134FB9"/>
    <w:rsid w:val="0013569B"/>
    <w:rsid w:val="00142FFE"/>
    <w:rsid w:val="0015067B"/>
    <w:rsid w:val="00153EAB"/>
    <w:rsid w:val="0015508B"/>
    <w:rsid w:val="00155FF5"/>
    <w:rsid w:val="001576BB"/>
    <w:rsid w:val="0016262F"/>
    <w:rsid w:val="0016276B"/>
    <w:rsid w:val="00162B0A"/>
    <w:rsid w:val="00170DB1"/>
    <w:rsid w:val="001715BE"/>
    <w:rsid w:val="00175463"/>
    <w:rsid w:val="00175E59"/>
    <w:rsid w:val="00176981"/>
    <w:rsid w:val="00177ED0"/>
    <w:rsid w:val="00183D50"/>
    <w:rsid w:val="00186DB0"/>
    <w:rsid w:val="00191EAD"/>
    <w:rsid w:val="00194A94"/>
    <w:rsid w:val="0019568B"/>
    <w:rsid w:val="00196C9E"/>
    <w:rsid w:val="00196E74"/>
    <w:rsid w:val="00197051"/>
    <w:rsid w:val="001A0401"/>
    <w:rsid w:val="001A0DEB"/>
    <w:rsid w:val="001A1267"/>
    <w:rsid w:val="001A4154"/>
    <w:rsid w:val="001A6BB6"/>
    <w:rsid w:val="001A7E3E"/>
    <w:rsid w:val="001B4AB7"/>
    <w:rsid w:val="001C3493"/>
    <w:rsid w:val="001D001E"/>
    <w:rsid w:val="001D03C4"/>
    <w:rsid w:val="001D154D"/>
    <w:rsid w:val="001D2980"/>
    <w:rsid w:val="001D314A"/>
    <w:rsid w:val="001D44C0"/>
    <w:rsid w:val="001D4C73"/>
    <w:rsid w:val="001D6528"/>
    <w:rsid w:val="001D69C3"/>
    <w:rsid w:val="001E2540"/>
    <w:rsid w:val="001E402B"/>
    <w:rsid w:val="001E7EB9"/>
    <w:rsid w:val="001F0021"/>
    <w:rsid w:val="001F2F64"/>
    <w:rsid w:val="001F3414"/>
    <w:rsid w:val="001F3690"/>
    <w:rsid w:val="001F3C35"/>
    <w:rsid w:val="001F60ED"/>
    <w:rsid w:val="001F6870"/>
    <w:rsid w:val="002023BA"/>
    <w:rsid w:val="002055FF"/>
    <w:rsid w:val="002060BC"/>
    <w:rsid w:val="002106CF"/>
    <w:rsid w:val="00210DC5"/>
    <w:rsid w:val="002112EC"/>
    <w:rsid w:val="0021393E"/>
    <w:rsid w:val="002158D7"/>
    <w:rsid w:val="00216846"/>
    <w:rsid w:val="00220F45"/>
    <w:rsid w:val="002243F9"/>
    <w:rsid w:val="00226485"/>
    <w:rsid w:val="00226801"/>
    <w:rsid w:val="002268F2"/>
    <w:rsid w:val="002343EF"/>
    <w:rsid w:val="00235BF8"/>
    <w:rsid w:val="00240E04"/>
    <w:rsid w:val="0025008F"/>
    <w:rsid w:val="002550D5"/>
    <w:rsid w:val="00255271"/>
    <w:rsid w:val="002614F5"/>
    <w:rsid w:val="002658AB"/>
    <w:rsid w:val="00266F02"/>
    <w:rsid w:val="00270E44"/>
    <w:rsid w:val="0027265E"/>
    <w:rsid w:val="00272943"/>
    <w:rsid w:val="002735A2"/>
    <w:rsid w:val="002748A4"/>
    <w:rsid w:val="0027502B"/>
    <w:rsid w:val="00281871"/>
    <w:rsid w:val="002874EC"/>
    <w:rsid w:val="00295EAA"/>
    <w:rsid w:val="002A57D3"/>
    <w:rsid w:val="002B0F27"/>
    <w:rsid w:val="002B1276"/>
    <w:rsid w:val="002B2502"/>
    <w:rsid w:val="002B2DCD"/>
    <w:rsid w:val="002C0668"/>
    <w:rsid w:val="002C0982"/>
    <w:rsid w:val="002C322C"/>
    <w:rsid w:val="002C445A"/>
    <w:rsid w:val="002C54DA"/>
    <w:rsid w:val="002C763D"/>
    <w:rsid w:val="002D4B75"/>
    <w:rsid w:val="002E03BE"/>
    <w:rsid w:val="002E2005"/>
    <w:rsid w:val="002E5339"/>
    <w:rsid w:val="002F0456"/>
    <w:rsid w:val="002F0DA6"/>
    <w:rsid w:val="002F181E"/>
    <w:rsid w:val="002F5CA0"/>
    <w:rsid w:val="003009F6"/>
    <w:rsid w:val="003046B2"/>
    <w:rsid w:val="003057C0"/>
    <w:rsid w:val="00315193"/>
    <w:rsid w:val="0031531B"/>
    <w:rsid w:val="00315CD2"/>
    <w:rsid w:val="003209CD"/>
    <w:rsid w:val="00324B4F"/>
    <w:rsid w:val="00325B58"/>
    <w:rsid w:val="00327D21"/>
    <w:rsid w:val="00330F81"/>
    <w:rsid w:val="003313E3"/>
    <w:rsid w:val="0033453D"/>
    <w:rsid w:val="00340785"/>
    <w:rsid w:val="00341CCE"/>
    <w:rsid w:val="0034394E"/>
    <w:rsid w:val="00351A93"/>
    <w:rsid w:val="00352CD6"/>
    <w:rsid w:val="00354A4D"/>
    <w:rsid w:val="00354B48"/>
    <w:rsid w:val="00361CC1"/>
    <w:rsid w:val="00364D7A"/>
    <w:rsid w:val="00366CF6"/>
    <w:rsid w:val="00372662"/>
    <w:rsid w:val="003731E7"/>
    <w:rsid w:val="003733F2"/>
    <w:rsid w:val="003835B3"/>
    <w:rsid w:val="00384236"/>
    <w:rsid w:val="00390D51"/>
    <w:rsid w:val="00394837"/>
    <w:rsid w:val="00396F3B"/>
    <w:rsid w:val="003A0B35"/>
    <w:rsid w:val="003A2F20"/>
    <w:rsid w:val="003A2FC7"/>
    <w:rsid w:val="003A70DC"/>
    <w:rsid w:val="003B278F"/>
    <w:rsid w:val="003B2C4F"/>
    <w:rsid w:val="003B49B3"/>
    <w:rsid w:val="003B6267"/>
    <w:rsid w:val="003B6CA4"/>
    <w:rsid w:val="003B6D62"/>
    <w:rsid w:val="003C3481"/>
    <w:rsid w:val="003C68C4"/>
    <w:rsid w:val="003C71C8"/>
    <w:rsid w:val="003D7056"/>
    <w:rsid w:val="003D7B2B"/>
    <w:rsid w:val="003E17C1"/>
    <w:rsid w:val="003E3008"/>
    <w:rsid w:val="003E7CF5"/>
    <w:rsid w:val="003F08CC"/>
    <w:rsid w:val="003F61ED"/>
    <w:rsid w:val="003F6CDC"/>
    <w:rsid w:val="003F737D"/>
    <w:rsid w:val="00402B21"/>
    <w:rsid w:val="00402E6D"/>
    <w:rsid w:val="00416058"/>
    <w:rsid w:val="0041690D"/>
    <w:rsid w:val="0042072F"/>
    <w:rsid w:val="00430C6E"/>
    <w:rsid w:val="00433EBB"/>
    <w:rsid w:val="00436120"/>
    <w:rsid w:val="00437C53"/>
    <w:rsid w:val="004409E6"/>
    <w:rsid w:val="00443654"/>
    <w:rsid w:val="00443D68"/>
    <w:rsid w:val="00444B54"/>
    <w:rsid w:val="00446B7D"/>
    <w:rsid w:val="00447E4F"/>
    <w:rsid w:val="00450393"/>
    <w:rsid w:val="004514D3"/>
    <w:rsid w:val="00451560"/>
    <w:rsid w:val="00453573"/>
    <w:rsid w:val="00457263"/>
    <w:rsid w:val="00457A02"/>
    <w:rsid w:val="0046270F"/>
    <w:rsid w:val="00467BD9"/>
    <w:rsid w:val="00471FA4"/>
    <w:rsid w:val="00481E0E"/>
    <w:rsid w:val="00484276"/>
    <w:rsid w:val="00486719"/>
    <w:rsid w:val="00492400"/>
    <w:rsid w:val="00493BC1"/>
    <w:rsid w:val="004A14EF"/>
    <w:rsid w:val="004A6E6A"/>
    <w:rsid w:val="004A6E80"/>
    <w:rsid w:val="004A7A97"/>
    <w:rsid w:val="004B18C6"/>
    <w:rsid w:val="004B5BFD"/>
    <w:rsid w:val="004B64A8"/>
    <w:rsid w:val="004B7C27"/>
    <w:rsid w:val="004C40D9"/>
    <w:rsid w:val="004C6AFF"/>
    <w:rsid w:val="004D114C"/>
    <w:rsid w:val="004D28B3"/>
    <w:rsid w:val="004D4758"/>
    <w:rsid w:val="004D6920"/>
    <w:rsid w:val="004E0013"/>
    <w:rsid w:val="004E0631"/>
    <w:rsid w:val="004E0C5E"/>
    <w:rsid w:val="004E4507"/>
    <w:rsid w:val="004E56C8"/>
    <w:rsid w:val="004E575B"/>
    <w:rsid w:val="004E64FD"/>
    <w:rsid w:val="004E7E6D"/>
    <w:rsid w:val="004F524A"/>
    <w:rsid w:val="004F7F7C"/>
    <w:rsid w:val="00501759"/>
    <w:rsid w:val="00504562"/>
    <w:rsid w:val="0051200E"/>
    <w:rsid w:val="00514CC1"/>
    <w:rsid w:val="00516837"/>
    <w:rsid w:val="005170FF"/>
    <w:rsid w:val="005178FC"/>
    <w:rsid w:val="00520466"/>
    <w:rsid w:val="00521CDC"/>
    <w:rsid w:val="00523574"/>
    <w:rsid w:val="005245E8"/>
    <w:rsid w:val="00526163"/>
    <w:rsid w:val="00532699"/>
    <w:rsid w:val="00534F08"/>
    <w:rsid w:val="00535BEE"/>
    <w:rsid w:val="00537F25"/>
    <w:rsid w:val="0054301F"/>
    <w:rsid w:val="00547D44"/>
    <w:rsid w:val="0055065E"/>
    <w:rsid w:val="00557365"/>
    <w:rsid w:val="00561694"/>
    <w:rsid w:val="0056397B"/>
    <w:rsid w:val="00563D76"/>
    <w:rsid w:val="005642A4"/>
    <w:rsid w:val="005658F3"/>
    <w:rsid w:val="0057207C"/>
    <w:rsid w:val="005727C9"/>
    <w:rsid w:val="00576153"/>
    <w:rsid w:val="00585D78"/>
    <w:rsid w:val="00587948"/>
    <w:rsid w:val="00595CB8"/>
    <w:rsid w:val="005B1791"/>
    <w:rsid w:val="005B644A"/>
    <w:rsid w:val="005C0882"/>
    <w:rsid w:val="005C3DC9"/>
    <w:rsid w:val="005C4F10"/>
    <w:rsid w:val="005C743A"/>
    <w:rsid w:val="005C78BB"/>
    <w:rsid w:val="005D00F0"/>
    <w:rsid w:val="005E1DEC"/>
    <w:rsid w:val="005E35A7"/>
    <w:rsid w:val="005E4044"/>
    <w:rsid w:val="005F0DC6"/>
    <w:rsid w:val="005F1273"/>
    <w:rsid w:val="005F18DF"/>
    <w:rsid w:val="005F1A38"/>
    <w:rsid w:val="005F36B3"/>
    <w:rsid w:val="005F49BC"/>
    <w:rsid w:val="006002DC"/>
    <w:rsid w:val="00603DD4"/>
    <w:rsid w:val="006138FD"/>
    <w:rsid w:val="00615011"/>
    <w:rsid w:val="0061557A"/>
    <w:rsid w:val="00615AE7"/>
    <w:rsid w:val="00616DEC"/>
    <w:rsid w:val="00617FC1"/>
    <w:rsid w:val="00624D13"/>
    <w:rsid w:val="0062694C"/>
    <w:rsid w:val="00630EBE"/>
    <w:rsid w:val="00630F7E"/>
    <w:rsid w:val="006313DF"/>
    <w:rsid w:val="00634323"/>
    <w:rsid w:val="00635B1A"/>
    <w:rsid w:val="00640947"/>
    <w:rsid w:val="00642710"/>
    <w:rsid w:val="00646AF5"/>
    <w:rsid w:val="006539B9"/>
    <w:rsid w:val="0066279A"/>
    <w:rsid w:val="00662D23"/>
    <w:rsid w:val="006636B9"/>
    <w:rsid w:val="0066693F"/>
    <w:rsid w:val="00672A8A"/>
    <w:rsid w:val="00673344"/>
    <w:rsid w:val="00674DB5"/>
    <w:rsid w:val="006752F4"/>
    <w:rsid w:val="00675DFB"/>
    <w:rsid w:val="00677ACE"/>
    <w:rsid w:val="00680976"/>
    <w:rsid w:val="00680F4E"/>
    <w:rsid w:val="00681C77"/>
    <w:rsid w:val="0068379E"/>
    <w:rsid w:val="00686033"/>
    <w:rsid w:val="0068732C"/>
    <w:rsid w:val="00693DEE"/>
    <w:rsid w:val="006A458B"/>
    <w:rsid w:val="006A73D1"/>
    <w:rsid w:val="006B0EA1"/>
    <w:rsid w:val="006B1824"/>
    <w:rsid w:val="006B1FD5"/>
    <w:rsid w:val="006B6243"/>
    <w:rsid w:val="006B6F2A"/>
    <w:rsid w:val="006C07DD"/>
    <w:rsid w:val="006C1111"/>
    <w:rsid w:val="006C3F17"/>
    <w:rsid w:val="006C474C"/>
    <w:rsid w:val="006D1208"/>
    <w:rsid w:val="006D23FC"/>
    <w:rsid w:val="006D35F2"/>
    <w:rsid w:val="006D5352"/>
    <w:rsid w:val="006D591E"/>
    <w:rsid w:val="006E7DFD"/>
    <w:rsid w:val="006E7F11"/>
    <w:rsid w:val="006F637E"/>
    <w:rsid w:val="006F75C2"/>
    <w:rsid w:val="006F79C7"/>
    <w:rsid w:val="006F7B91"/>
    <w:rsid w:val="00701AE4"/>
    <w:rsid w:val="00711019"/>
    <w:rsid w:val="007157AA"/>
    <w:rsid w:val="00716107"/>
    <w:rsid w:val="00720C35"/>
    <w:rsid w:val="007227E2"/>
    <w:rsid w:val="0073031D"/>
    <w:rsid w:val="00733F55"/>
    <w:rsid w:val="0074126D"/>
    <w:rsid w:val="00742BD2"/>
    <w:rsid w:val="00746C6F"/>
    <w:rsid w:val="00746D6B"/>
    <w:rsid w:val="00747852"/>
    <w:rsid w:val="0075128A"/>
    <w:rsid w:val="007527CE"/>
    <w:rsid w:val="00763ACD"/>
    <w:rsid w:val="00764418"/>
    <w:rsid w:val="00764BF0"/>
    <w:rsid w:val="0076533F"/>
    <w:rsid w:val="00766A21"/>
    <w:rsid w:val="00766A76"/>
    <w:rsid w:val="0076747E"/>
    <w:rsid w:val="00767AD5"/>
    <w:rsid w:val="0077301E"/>
    <w:rsid w:val="00773A6C"/>
    <w:rsid w:val="00773CA0"/>
    <w:rsid w:val="00775CB8"/>
    <w:rsid w:val="00776DAD"/>
    <w:rsid w:val="00777C86"/>
    <w:rsid w:val="00780306"/>
    <w:rsid w:val="0078455E"/>
    <w:rsid w:val="0079241F"/>
    <w:rsid w:val="0079284E"/>
    <w:rsid w:val="00793396"/>
    <w:rsid w:val="0079393E"/>
    <w:rsid w:val="0079443A"/>
    <w:rsid w:val="00794D65"/>
    <w:rsid w:val="007A2305"/>
    <w:rsid w:val="007A3BC0"/>
    <w:rsid w:val="007A4BF4"/>
    <w:rsid w:val="007A5EC7"/>
    <w:rsid w:val="007A72BC"/>
    <w:rsid w:val="007B1DB8"/>
    <w:rsid w:val="007B34B0"/>
    <w:rsid w:val="007B3C95"/>
    <w:rsid w:val="007B3D8B"/>
    <w:rsid w:val="007B4179"/>
    <w:rsid w:val="007B67A5"/>
    <w:rsid w:val="007B6E74"/>
    <w:rsid w:val="007B7C6F"/>
    <w:rsid w:val="007C0302"/>
    <w:rsid w:val="007C0DA0"/>
    <w:rsid w:val="007C4D0D"/>
    <w:rsid w:val="007D0C42"/>
    <w:rsid w:val="007D711A"/>
    <w:rsid w:val="007D7982"/>
    <w:rsid w:val="007E1525"/>
    <w:rsid w:val="007E358A"/>
    <w:rsid w:val="007F37DE"/>
    <w:rsid w:val="007F55EB"/>
    <w:rsid w:val="007F6FA0"/>
    <w:rsid w:val="007F73AC"/>
    <w:rsid w:val="00801ACC"/>
    <w:rsid w:val="00801E6C"/>
    <w:rsid w:val="00802A23"/>
    <w:rsid w:val="00804F10"/>
    <w:rsid w:val="00810ECD"/>
    <w:rsid w:val="00813D68"/>
    <w:rsid w:val="00817B94"/>
    <w:rsid w:val="0082430E"/>
    <w:rsid w:val="00825A6F"/>
    <w:rsid w:val="0083091A"/>
    <w:rsid w:val="008313BC"/>
    <w:rsid w:val="00833044"/>
    <w:rsid w:val="008362A4"/>
    <w:rsid w:val="008376A9"/>
    <w:rsid w:val="00840AB6"/>
    <w:rsid w:val="00843B98"/>
    <w:rsid w:val="0084453D"/>
    <w:rsid w:val="00847C3C"/>
    <w:rsid w:val="00850721"/>
    <w:rsid w:val="00855636"/>
    <w:rsid w:val="008605EC"/>
    <w:rsid w:val="00863CF1"/>
    <w:rsid w:val="00864E28"/>
    <w:rsid w:val="00865234"/>
    <w:rsid w:val="008654EF"/>
    <w:rsid w:val="008707E3"/>
    <w:rsid w:val="00873351"/>
    <w:rsid w:val="00873F81"/>
    <w:rsid w:val="00885C0F"/>
    <w:rsid w:val="00887281"/>
    <w:rsid w:val="00890DE4"/>
    <w:rsid w:val="00893DB5"/>
    <w:rsid w:val="0089553A"/>
    <w:rsid w:val="008966B1"/>
    <w:rsid w:val="00896D7E"/>
    <w:rsid w:val="008A2627"/>
    <w:rsid w:val="008A2FC2"/>
    <w:rsid w:val="008A3B9D"/>
    <w:rsid w:val="008A6036"/>
    <w:rsid w:val="008B434E"/>
    <w:rsid w:val="008B4EB1"/>
    <w:rsid w:val="008C10D0"/>
    <w:rsid w:val="008C63DF"/>
    <w:rsid w:val="008D1D3F"/>
    <w:rsid w:val="008D43EA"/>
    <w:rsid w:val="008E4B33"/>
    <w:rsid w:val="008E5E86"/>
    <w:rsid w:val="008F7FB4"/>
    <w:rsid w:val="00900139"/>
    <w:rsid w:val="00901A85"/>
    <w:rsid w:val="00905128"/>
    <w:rsid w:val="00905C0B"/>
    <w:rsid w:val="0091006A"/>
    <w:rsid w:val="009123E8"/>
    <w:rsid w:val="0091345D"/>
    <w:rsid w:val="00916BAE"/>
    <w:rsid w:val="00924C68"/>
    <w:rsid w:val="00926860"/>
    <w:rsid w:val="00927BBE"/>
    <w:rsid w:val="0093014F"/>
    <w:rsid w:val="00930A82"/>
    <w:rsid w:val="0093122D"/>
    <w:rsid w:val="0094270A"/>
    <w:rsid w:val="0094394F"/>
    <w:rsid w:val="00946425"/>
    <w:rsid w:val="0095154D"/>
    <w:rsid w:val="00951608"/>
    <w:rsid w:val="00951CF8"/>
    <w:rsid w:val="009530BE"/>
    <w:rsid w:val="0095511C"/>
    <w:rsid w:val="00955C32"/>
    <w:rsid w:val="00956692"/>
    <w:rsid w:val="0096028C"/>
    <w:rsid w:val="00960FC8"/>
    <w:rsid w:val="00961E3A"/>
    <w:rsid w:val="00962E4A"/>
    <w:rsid w:val="00964278"/>
    <w:rsid w:val="00971764"/>
    <w:rsid w:val="00972FB4"/>
    <w:rsid w:val="0097568A"/>
    <w:rsid w:val="00981B41"/>
    <w:rsid w:val="009829D2"/>
    <w:rsid w:val="00983900"/>
    <w:rsid w:val="00985281"/>
    <w:rsid w:val="00985BC2"/>
    <w:rsid w:val="0098714C"/>
    <w:rsid w:val="00987337"/>
    <w:rsid w:val="00990E6B"/>
    <w:rsid w:val="009958CF"/>
    <w:rsid w:val="00996D1A"/>
    <w:rsid w:val="00997951"/>
    <w:rsid w:val="009A5C5C"/>
    <w:rsid w:val="009B55DC"/>
    <w:rsid w:val="009B6A78"/>
    <w:rsid w:val="009C03B7"/>
    <w:rsid w:val="009C2CFB"/>
    <w:rsid w:val="009C3B8E"/>
    <w:rsid w:val="009C4407"/>
    <w:rsid w:val="009C542B"/>
    <w:rsid w:val="009D4A44"/>
    <w:rsid w:val="009E02D4"/>
    <w:rsid w:val="009E361E"/>
    <w:rsid w:val="009E436D"/>
    <w:rsid w:val="009E7C99"/>
    <w:rsid w:val="00A00227"/>
    <w:rsid w:val="00A04B06"/>
    <w:rsid w:val="00A10116"/>
    <w:rsid w:val="00A13043"/>
    <w:rsid w:val="00A15437"/>
    <w:rsid w:val="00A15F01"/>
    <w:rsid w:val="00A16083"/>
    <w:rsid w:val="00A169B8"/>
    <w:rsid w:val="00A20406"/>
    <w:rsid w:val="00A234D7"/>
    <w:rsid w:val="00A24241"/>
    <w:rsid w:val="00A24996"/>
    <w:rsid w:val="00A3054B"/>
    <w:rsid w:val="00A305CA"/>
    <w:rsid w:val="00A32857"/>
    <w:rsid w:val="00A353B3"/>
    <w:rsid w:val="00A43437"/>
    <w:rsid w:val="00A45B06"/>
    <w:rsid w:val="00A53592"/>
    <w:rsid w:val="00A557A4"/>
    <w:rsid w:val="00A56A9D"/>
    <w:rsid w:val="00A62D49"/>
    <w:rsid w:val="00A63BD5"/>
    <w:rsid w:val="00A666AC"/>
    <w:rsid w:val="00A6760C"/>
    <w:rsid w:val="00A67C35"/>
    <w:rsid w:val="00A70705"/>
    <w:rsid w:val="00A7220C"/>
    <w:rsid w:val="00A723DD"/>
    <w:rsid w:val="00A73AB5"/>
    <w:rsid w:val="00A751A8"/>
    <w:rsid w:val="00A77442"/>
    <w:rsid w:val="00A80068"/>
    <w:rsid w:val="00A8065A"/>
    <w:rsid w:val="00A81E80"/>
    <w:rsid w:val="00A82561"/>
    <w:rsid w:val="00A82E96"/>
    <w:rsid w:val="00A87F54"/>
    <w:rsid w:val="00A90748"/>
    <w:rsid w:val="00A92BAB"/>
    <w:rsid w:val="00A94AC8"/>
    <w:rsid w:val="00AA2448"/>
    <w:rsid w:val="00AA2868"/>
    <w:rsid w:val="00AA309E"/>
    <w:rsid w:val="00AA48D0"/>
    <w:rsid w:val="00AB110A"/>
    <w:rsid w:val="00AB177E"/>
    <w:rsid w:val="00AB4542"/>
    <w:rsid w:val="00AB4CB4"/>
    <w:rsid w:val="00AB7648"/>
    <w:rsid w:val="00AC1F5D"/>
    <w:rsid w:val="00AC3238"/>
    <w:rsid w:val="00AC5DCF"/>
    <w:rsid w:val="00AD55BE"/>
    <w:rsid w:val="00AD7350"/>
    <w:rsid w:val="00AD7DE9"/>
    <w:rsid w:val="00AE138A"/>
    <w:rsid w:val="00AF02F6"/>
    <w:rsid w:val="00AF5F7C"/>
    <w:rsid w:val="00B00AC1"/>
    <w:rsid w:val="00B10DB6"/>
    <w:rsid w:val="00B153AC"/>
    <w:rsid w:val="00B15B34"/>
    <w:rsid w:val="00B16F7C"/>
    <w:rsid w:val="00B16FE6"/>
    <w:rsid w:val="00B228ED"/>
    <w:rsid w:val="00B22DF9"/>
    <w:rsid w:val="00B24006"/>
    <w:rsid w:val="00B2682D"/>
    <w:rsid w:val="00B277B6"/>
    <w:rsid w:val="00B32AD9"/>
    <w:rsid w:val="00B36897"/>
    <w:rsid w:val="00B4192D"/>
    <w:rsid w:val="00B52D6A"/>
    <w:rsid w:val="00B57512"/>
    <w:rsid w:val="00B6000E"/>
    <w:rsid w:val="00B65A13"/>
    <w:rsid w:val="00B67616"/>
    <w:rsid w:val="00B67846"/>
    <w:rsid w:val="00B702B3"/>
    <w:rsid w:val="00B708FE"/>
    <w:rsid w:val="00B73D43"/>
    <w:rsid w:val="00B756C1"/>
    <w:rsid w:val="00B7608F"/>
    <w:rsid w:val="00B812D2"/>
    <w:rsid w:val="00B85397"/>
    <w:rsid w:val="00B9043F"/>
    <w:rsid w:val="00B91079"/>
    <w:rsid w:val="00B94FFF"/>
    <w:rsid w:val="00B953C7"/>
    <w:rsid w:val="00B95D9D"/>
    <w:rsid w:val="00B96804"/>
    <w:rsid w:val="00B978E2"/>
    <w:rsid w:val="00BA08D9"/>
    <w:rsid w:val="00BA1893"/>
    <w:rsid w:val="00BA68D7"/>
    <w:rsid w:val="00BA6F57"/>
    <w:rsid w:val="00BB3276"/>
    <w:rsid w:val="00BB3329"/>
    <w:rsid w:val="00BC0AB0"/>
    <w:rsid w:val="00BC1F39"/>
    <w:rsid w:val="00BC2842"/>
    <w:rsid w:val="00BC4E3D"/>
    <w:rsid w:val="00BC71C0"/>
    <w:rsid w:val="00BD051F"/>
    <w:rsid w:val="00BD05B5"/>
    <w:rsid w:val="00BD0B10"/>
    <w:rsid w:val="00BD22C1"/>
    <w:rsid w:val="00BD3338"/>
    <w:rsid w:val="00BD4937"/>
    <w:rsid w:val="00BD6CF8"/>
    <w:rsid w:val="00BE223D"/>
    <w:rsid w:val="00BE310F"/>
    <w:rsid w:val="00BE39F6"/>
    <w:rsid w:val="00BE6073"/>
    <w:rsid w:val="00BF147F"/>
    <w:rsid w:val="00BF44D4"/>
    <w:rsid w:val="00BF46CD"/>
    <w:rsid w:val="00BF5372"/>
    <w:rsid w:val="00BF61BE"/>
    <w:rsid w:val="00BF6452"/>
    <w:rsid w:val="00C01C1E"/>
    <w:rsid w:val="00C023D2"/>
    <w:rsid w:val="00C0293B"/>
    <w:rsid w:val="00C052CD"/>
    <w:rsid w:val="00C06FD4"/>
    <w:rsid w:val="00C07127"/>
    <w:rsid w:val="00C076D0"/>
    <w:rsid w:val="00C10D8F"/>
    <w:rsid w:val="00C1183C"/>
    <w:rsid w:val="00C11AA3"/>
    <w:rsid w:val="00C11F09"/>
    <w:rsid w:val="00C16238"/>
    <w:rsid w:val="00C17834"/>
    <w:rsid w:val="00C17AB8"/>
    <w:rsid w:val="00C262F4"/>
    <w:rsid w:val="00C31AC7"/>
    <w:rsid w:val="00C32313"/>
    <w:rsid w:val="00C33324"/>
    <w:rsid w:val="00C35E10"/>
    <w:rsid w:val="00C51BDC"/>
    <w:rsid w:val="00C51BEC"/>
    <w:rsid w:val="00C51CDF"/>
    <w:rsid w:val="00C5543D"/>
    <w:rsid w:val="00C55645"/>
    <w:rsid w:val="00C631C8"/>
    <w:rsid w:val="00C63B8B"/>
    <w:rsid w:val="00C645DF"/>
    <w:rsid w:val="00C6769D"/>
    <w:rsid w:val="00C728F5"/>
    <w:rsid w:val="00C7499E"/>
    <w:rsid w:val="00C84FE8"/>
    <w:rsid w:val="00C92742"/>
    <w:rsid w:val="00C96FC8"/>
    <w:rsid w:val="00C97171"/>
    <w:rsid w:val="00C97341"/>
    <w:rsid w:val="00CA6F33"/>
    <w:rsid w:val="00CB3E01"/>
    <w:rsid w:val="00CB4E1D"/>
    <w:rsid w:val="00CC01FC"/>
    <w:rsid w:val="00CC2B31"/>
    <w:rsid w:val="00CC2D15"/>
    <w:rsid w:val="00CC3587"/>
    <w:rsid w:val="00CC4425"/>
    <w:rsid w:val="00CD027F"/>
    <w:rsid w:val="00CD1730"/>
    <w:rsid w:val="00CD279F"/>
    <w:rsid w:val="00CD34A9"/>
    <w:rsid w:val="00CD5D41"/>
    <w:rsid w:val="00CE3133"/>
    <w:rsid w:val="00CE6598"/>
    <w:rsid w:val="00CE6C1C"/>
    <w:rsid w:val="00CE7F3D"/>
    <w:rsid w:val="00CF007D"/>
    <w:rsid w:val="00CF08BE"/>
    <w:rsid w:val="00CF171E"/>
    <w:rsid w:val="00CF2EF1"/>
    <w:rsid w:val="00D0198C"/>
    <w:rsid w:val="00D03144"/>
    <w:rsid w:val="00D04231"/>
    <w:rsid w:val="00D07CE1"/>
    <w:rsid w:val="00D1052B"/>
    <w:rsid w:val="00D11EB8"/>
    <w:rsid w:val="00D12544"/>
    <w:rsid w:val="00D23FC0"/>
    <w:rsid w:val="00D27E78"/>
    <w:rsid w:val="00D32FA6"/>
    <w:rsid w:val="00D40E34"/>
    <w:rsid w:val="00D44CD1"/>
    <w:rsid w:val="00D50FC1"/>
    <w:rsid w:val="00D55923"/>
    <w:rsid w:val="00D56C2C"/>
    <w:rsid w:val="00D56F3E"/>
    <w:rsid w:val="00D62153"/>
    <w:rsid w:val="00D6370E"/>
    <w:rsid w:val="00D667E8"/>
    <w:rsid w:val="00D67459"/>
    <w:rsid w:val="00D73243"/>
    <w:rsid w:val="00D7558D"/>
    <w:rsid w:val="00D75B22"/>
    <w:rsid w:val="00D80B41"/>
    <w:rsid w:val="00D813F0"/>
    <w:rsid w:val="00D82639"/>
    <w:rsid w:val="00D84A38"/>
    <w:rsid w:val="00D90AFE"/>
    <w:rsid w:val="00D91986"/>
    <w:rsid w:val="00D91A7B"/>
    <w:rsid w:val="00D92900"/>
    <w:rsid w:val="00D972F8"/>
    <w:rsid w:val="00DA0804"/>
    <w:rsid w:val="00DA18FA"/>
    <w:rsid w:val="00DA31F8"/>
    <w:rsid w:val="00DA41B7"/>
    <w:rsid w:val="00DA49A1"/>
    <w:rsid w:val="00DA5656"/>
    <w:rsid w:val="00DA77A9"/>
    <w:rsid w:val="00DA7E36"/>
    <w:rsid w:val="00DB0202"/>
    <w:rsid w:val="00DB055C"/>
    <w:rsid w:val="00DB3FA7"/>
    <w:rsid w:val="00DB4ADB"/>
    <w:rsid w:val="00DB4CC0"/>
    <w:rsid w:val="00DB57AA"/>
    <w:rsid w:val="00DC05AE"/>
    <w:rsid w:val="00DC24F9"/>
    <w:rsid w:val="00DC5D75"/>
    <w:rsid w:val="00DD1AFC"/>
    <w:rsid w:val="00DD76E3"/>
    <w:rsid w:val="00DD79E8"/>
    <w:rsid w:val="00DD7C12"/>
    <w:rsid w:val="00DE04CB"/>
    <w:rsid w:val="00DE0502"/>
    <w:rsid w:val="00DE5074"/>
    <w:rsid w:val="00DE5DCB"/>
    <w:rsid w:val="00DE633F"/>
    <w:rsid w:val="00DF0182"/>
    <w:rsid w:val="00DF26B8"/>
    <w:rsid w:val="00DF76A5"/>
    <w:rsid w:val="00E04912"/>
    <w:rsid w:val="00E106D8"/>
    <w:rsid w:val="00E2051A"/>
    <w:rsid w:val="00E2700A"/>
    <w:rsid w:val="00E31555"/>
    <w:rsid w:val="00E344B0"/>
    <w:rsid w:val="00E4410B"/>
    <w:rsid w:val="00E445E9"/>
    <w:rsid w:val="00E448FF"/>
    <w:rsid w:val="00E44B38"/>
    <w:rsid w:val="00E47C84"/>
    <w:rsid w:val="00E54872"/>
    <w:rsid w:val="00E5555E"/>
    <w:rsid w:val="00E56327"/>
    <w:rsid w:val="00E57FD7"/>
    <w:rsid w:val="00E70578"/>
    <w:rsid w:val="00E71D49"/>
    <w:rsid w:val="00E7236A"/>
    <w:rsid w:val="00E776F6"/>
    <w:rsid w:val="00E82F5D"/>
    <w:rsid w:val="00E84D0D"/>
    <w:rsid w:val="00E85ECC"/>
    <w:rsid w:val="00E92804"/>
    <w:rsid w:val="00EA232C"/>
    <w:rsid w:val="00EA2758"/>
    <w:rsid w:val="00EA477D"/>
    <w:rsid w:val="00EA48E4"/>
    <w:rsid w:val="00EA491F"/>
    <w:rsid w:val="00EA4AF4"/>
    <w:rsid w:val="00EA5444"/>
    <w:rsid w:val="00EA5A54"/>
    <w:rsid w:val="00EA5E50"/>
    <w:rsid w:val="00EA724A"/>
    <w:rsid w:val="00EA78BF"/>
    <w:rsid w:val="00EB175A"/>
    <w:rsid w:val="00EB314C"/>
    <w:rsid w:val="00EC23A8"/>
    <w:rsid w:val="00EC30F7"/>
    <w:rsid w:val="00EC5716"/>
    <w:rsid w:val="00ED2CCF"/>
    <w:rsid w:val="00ED35C8"/>
    <w:rsid w:val="00EE0464"/>
    <w:rsid w:val="00EE6480"/>
    <w:rsid w:val="00EE6E29"/>
    <w:rsid w:val="00EE7DA1"/>
    <w:rsid w:val="00EE7EA5"/>
    <w:rsid w:val="00EF08C2"/>
    <w:rsid w:val="00EF3EF9"/>
    <w:rsid w:val="00EF7D16"/>
    <w:rsid w:val="00F0260A"/>
    <w:rsid w:val="00F03912"/>
    <w:rsid w:val="00F042AE"/>
    <w:rsid w:val="00F05F09"/>
    <w:rsid w:val="00F16771"/>
    <w:rsid w:val="00F21A7F"/>
    <w:rsid w:val="00F21F9D"/>
    <w:rsid w:val="00F25A30"/>
    <w:rsid w:val="00F25D21"/>
    <w:rsid w:val="00F3419C"/>
    <w:rsid w:val="00F34660"/>
    <w:rsid w:val="00F3545A"/>
    <w:rsid w:val="00F35EB4"/>
    <w:rsid w:val="00F4141D"/>
    <w:rsid w:val="00F4328E"/>
    <w:rsid w:val="00F44CF1"/>
    <w:rsid w:val="00F46412"/>
    <w:rsid w:val="00F5200F"/>
    <w:rsid w:val="00F6054C"/>
    <w:rsid w:val="00F61F63"/>
    <w:rsid w:val="00F65291"/>
    <w:rsid w:val="00F66BEE"/>
    <w:rsid w:val="00F701AC"/>
    <w:rsid w:val="00F70B96"/>
    <w:rsid w:val="00F71AB9"/>
    <w:rsid w:val="00F7380F"/>
    <w:rsid w:val="00F77F26"/>
    <w:rsid w:val="00F81698"/>
    <w:rsid w:val="00F816D5"/>
    <w:rsid w:val="00F821FE"/>
    <w:rsid w:val="00F8220B"/>
    <w:rsid w:val="00F86725"/>
    <w:rsid w:val="00F879D7"/>
    <w:rsid w:val="00F93C67"/>
    <w:rsid w:val="00F95FB9"/>
    <w:rsid w:val="00FA096B"/>
    <w:rsid w:val="00FA27B8"/>
    <w:rsid w:val="00FB09C5"/>
    <w:rsid w:val="00FB1931"/>
    <w:rsid w:val="00FB5305"/>
    <w:rsid w:val="00FB5A11"/>
    <w:rsid w:val="00FC1008"/>
    <w:rsid w:val="00FC4786"/>
    <w:rsid w:val="00FC5A2F"/>
    <w:rsid w:val="00FD039A"/>
    <w:rsid w:val="00FD356A"/>
    <w:rsid w:val="00FD429A"/>
    <w:rsid w:val="00FE3127"/>
    <w:rsid w:val="00FE38CC"/>
    <w:rsid w:val="00FE4172"/>
    <w:rsid w:val="00FE7135"/>
    <w:rsid w:val="00FE7795"/>
    <w:rsid w:val="00FF42A1"/>
    <w:rsid w:val="00FF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4FC94"/>
  <w15:docId w15:val="{5D027032-F248-4091-8F49-7C2D80649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3DD4"/>
    <w:pPr>
      <w:jc w:val="both"/>
    </w:pPr>
    <w:rPr>
      <w:rFonts w:ascii="Source Sans Pro" w:hAnsi="Source Sans Pro" w:cs="Tahoma"/>
    </w:rPr>
  </w:style>
  <w:style w:type="paragraph" w:styleId="Ttulo1">
    <w:name w:val="heading 1"/>
    <w:basedOn w:val="Normal"/>
    <w:next w:val="Normal"/>
    <w:link w:val="Ttulo1Carter"/>
    <w:autoRedefine/>
    <w:uiPriority w:val="9"/>
    <w:qFormat/>
    <w:rsid w:val="000D121B"/>
    <w:pPr>
      <w:keepNext/>
      <w:keepLines/>
      <w:numPr>
        <w:numId w:val="1"/>
      </w:numPr>
      <w:spacing w:before="360" w:after="120"/>
      <w:ind w:left="357" w:hanging="357"/>
      <w:jc w:val="center"/>
      <w:outlineLvl w:val="0"/>
    </w:pPr>
    <w:rPr>
      <w:rFonts w:eastAsiaTheme="majorEastAsia" w:cstheme="majorBidi"/>
      <w:b/>
      <w:smallCaps/>
      <w:sz w:val="28"/>
      <w:szCs w:val="32"/>
    </w:rPr>
  </w:style>
  <w:style w:type="paragraph" w:styleId="Ttulo2">
    <w:name w:val="heading 2"/>
    <w:basedOn w:val="Normal"/>
    <w:next w:val="Normal"/>
    <w:link w:val="Ttulo2Carter"/>
    <w:autoRedefine/>
    <w:uiPriority w:val="9"/>
    <w:unhideWhenUsed/>
    <w:qFormat/>
    <w:rsid w:val="00A13043"/>
    <w:pPr>
      <w:keepNext/>
      <w:keepLines/>
      <w:numPr>
        <w:numId w:val="2"/>
      </w:numPr>
      <w:spacing w:before="360" w:after="120"/>
      <w:ind w:left="357" w:hanging="357"/>
      <w:jc w:val="center"/>
      <w:outlineLvl w:val="1"/>
    </w:pPr>
    <w:rPr>
      <w:rFonts w:eastAsiaTheme="majorEastAsia" w:cstheme="majorBidi"/>
      <w:b/>
      <w:sz w:val="24"/>
      <w:szCs w:val="26"/>
    </w:rPr>
  </w:style>
  <w:style w:type="paragraph" w:styleId="Ttulo3">
    <w:name w:val="heading 3"/>
    <w:basedOn w:val="Normal"/>
    <w:next w:val="Normal"/>
    <w:link w:val="Ttulo3Carter"/>
    <w:autoRedefine/>
    <w:uiPriority w:val="9"/>
    <w:unhideWhenUsed/>
    <w:qFormat/>
    <w:rsid w:val="00813D68"/>
    <w:pPr>
      <w:keepNext/>
      <w:keepLines/>
      <w:numPr>
        <w:numId w:val="3"/>
      </w:numPr>
      <w:spacing w:before="240" w:after="120"/>
      <w:ind w:left="714" w:hanging="357"/>
      <w:jc w:val="center"/>
      <w:outlineLvl w:val="2"/>
    </w:pPr>
    <w:rPr>
      <w:rFonts w:eastAsiaTheme="majorEastAsia" w:cstheme="majorBidi"/>
      <w:b/>
      <w:sz w:val="24"/>
      <w:szCs w:val="24"/>
    </w:rPr>
  </w:style>
  <w:style w:type="paragraph" w:styleId="Ttulo4">
    <w:name w:val="heading 4"/>
    <w:basedOn w:val="Normal"/>
    <w:next w:val="Normal"/>
    <w:link w:val="Ttulo4Carter"/>
    <w:autoRedefine/>
    <w:uiPriority w:val="9"/>
    <w:unhideWhenUsed/>
    <w:qFormat/>
    <w:rsid w:val="002C54DA"/>
    <w:pPr>
      <w:keepNext/>
      <w:keepLines/>
      <w:numPr>
        <w:numId w:val="4"/>
      </w:numPr>
      <w:spacing w:before="40" w:after="0"/>
      <w:jc w:val="center"/>
      <w:outlineLvl w:val="3"/>
    </w:pPr>
    <w:rPr>
      <w:rFonts w:eastAsiaTheme="majorEastAsia" w:cstheme="majorBidi"/>
      <w:b/>
      <w:iCs/>
    </w:rPr>
  </w:style>
  <w:style w:type="paragraph" w:styleId="Ttulo5">
    <w:name w:val="heading 5"/>
    <w:basedOn w:val="Normal"/>
    <w:next w:val="Normal"/>
    <w:link w:val="Ttulo5Carter"/>
    <w:autoRedefine/>
    <w:uiPriority w:val="9"/>
    <w:unhideWhenUsed/>
    <w:qFormat/>
    <w:rsid w:val="00EA724A"/>
    <w:pPr>
      <w:keepNext/>
      <w:keepLines/>
      <w:numPr>
        <w:numId w:val="5"/>
      </w:numPr>
      <w:spacing w:before="360" w:after="120"/>
      <w:ind w:left="0" w:firstLine="567"/>
      <w:jc w:val="center"/>
      <w:outlineLvl w:val="4"/>
    </w:pPr>
    <w:rPr>
      <w:rFonts w:eastAsiaTheme="majorEastAsia" w:cstheme="majorBidi"/>
      <w:b/>
    </w:rPr>
  </w:style>
  <w:style w:type="paragraph" w:styleId="Ttulo6">
    <w:name w:val="heading 6"/>
    <w:basedOn w:val="Normal"/>
    <w:next w:val="Normal"/>
    <w:link w:val="Ttulo6Carter"/>
    <w:uiPriority w:val="9"/>
    <w:unhideWhenUsed/>
    <w:qFormat/>
    <w:rsid w:val="006D591E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6D591E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6D591E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6D591E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comentrio">
    <w:name w:val="annotation text"/>
    <w:basedOn w:val="Normal"/>
    <w:link w:val="TextodecomentrioCarter"/>
    <w:unhideWhenUsed/>
    <w:rsid w:val="00443654"/>
    <w:pPr>
      <w:spacing w:after="0" w:line="240" w:lineRule="auto"/>
    </w:pPr>
    <w:rPr>
      <w:rFonts w:ascii="Times New Roman" w:eastAsia="Times New Roman" w:hAnsi="Times New Roman" w:cs="Times New Roman"/>
      <w:szCs w:val="20"/>
      <w:lang w:eastAsia="pt-PT"/>
    </w:rPr>
  </w:style>
  <w:style w:type="character" w:customStyle="1" w:styleId="TextodecomentrioCarter">
    <w:name w:val="Texto de comentário Caráter"/>
    <w:basedOn w:val="Tipodeletrapredefinidodopargrafo"/>
    <w:link w:val="Textodecomentrio"/>
    <w:rsid w:val="00443654"/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443654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443654"/>
    <w:rPr>
      <w:rFonts w:ascii="Times New Roman" w:eastAsia="Times New Roman" w:hAnsi="Times New Roman" w:cs="Times New Roman"/>
      <w:b/>
      <w:bCs/>
      <w:sz w:val="20"/>
      <w:szCs w:val="20"/>
      <w:lang w:eastAsia="pt-PT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443654"/>
    <w:pPr>
      <w:spacing w:after="0" w:line="240" w:lineRule="auto"/>
    </w:pPr>
    <w:rPr>
      <w:rFonts w:ascii="Times New Roman" w:eastAsia="Times New Roman" w:hAnsi="Times New Roman" w:cs="Times New Roman"/>
      <w:b/>
      <w:bCs/>
      <w:szCs w:val="20"/>
      <w:lang w:eastAsia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44CF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44CF1"/>
    <w:rPr>
      <w:rFonts w:ascii="Tahoma" w:hAnsi="Tahoma" w:cs="Tahoma"/>
      <w:sz w:val="16"/>
      <w:szCs w:val="16"/>
    </w:rPr>
  </w:style>
  <w:style w:type="character" w:styleId="Hiperligao">
    <w:name w:val="Hyperlink"/>
    <w:basedOn w:val="Tipodeletrapredefinidodopargrafo"/>
    <w:uiPriority w:val="99"/>
    <w:unhideWhenUsed/>
    <w:rsid w:val="00F3545A"/>
    <w:rPr>
      <w:color w:val="0000FF" w:themeColor="hyperlink"/>
      <w:u w:val="single"/>
    </w:rPr>
  </w:style>
  <w:style w:type="paragraph" w:styleId="Cabealho">
    <w:name w:val="header"/>
    <w:basedOn w:val="Normal"/>
    <w:link w:val="CabealhoCarter"/>
    <w:uiPriority w:val="99"/>
    <w:unhideWhenUsed/>
    <w:rsid w:val="00327D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27D21"/>
  </w:style>
  <w:style w:type="paragraph" w:styleId="Rodap">
    <w:name w:val="footer"/>
    <w:basedOn w:val="Normal"/>
    <w:link w:val="RodapCarter"/>
    <w:autoRedefine/>
    <w:uiPriority w:val="99"/>
    <w:unhideWhenUsed/>
    <w:rsid w:val="00B73D43"/>
    <w:pPr>
      <w:tabs>
        <w:tab w:val="center" w:pos="4252"/>
        <w:tab w:val="right" w:pos="8504"/>
      </w:tabs>
      <w:spacing w:after="0" w:line="240" w:lineRule="auto"/>
      <w:jc w:val="center"/>
    </w:pPr>
    <w:rPr>
      <w:sz w:val="18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B73D43"/>
    <w:rPr>
      <w:rFonts w:ascii="Source Sans Pro" w:hAnsi="Source Sans Pro" w:cs="Tahoma"/>
      <w:sz w:val="18"/>
    </w:rPr>
  </w:style>
  <w:style w:type="table" w:styleId="TabelacomGrelha">
    <w:name w:val="Table Grid"/>
    <w:basedOn w:val="Tabelanormal"/>
    <w:uiPriority w:val="59"/>
    <w:unhideWhenUsed/>
    <w:rsid w:val="002C0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ter">
    <w:name w:val="Título 1 Caráter"/>
    <w:basedOn w:val="Tipodeletrapredefinidodopargrafo"/>
    <w:link w:val="Ttulo1"/>
    <w:uiPriority w:val="9"/>
    <w:rsid w:val="000D121B"/>
    <w:rPr>
      <w:rFonts w:ascii="Source Sans Pro" w:eastAsiaTheme="majorEastAsia" w:hAnsi="Source Sans Pro" w:cstheme="majorBidi"/>
      <w:b/>
      <w:smallCaps/>
      <w:sz w:val="28"/>
      <w:szCs w:val="32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A13043"/>
    <w:rPr>
      <w:rFonts w:ascii="Source Sans Pro" w:eastAsiaTheme="majorEastAsia" w:hAnsi="Source Sans Pro" w:cstheme="majorBidi"/>
      <w:b/>
      <w:sz w:val="24"/>
      <w:szCs w:val="26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813D68"/>
    <w:rPr>
      <w:rFonts w:ascii="Source Sans Pro" w:eastAsiaTheme="majorEastAsia" w:hAnsi="Source Sans Pro" w:cstheme="majorBidi"/>
      <w:b/>
      <w:sz w:val="24"/>
      <w:szCs w:val="24"/>
    </w:rPr>
  </w:style>
  <w:style w:type="character" w:customStyle="1" w:styleId="Ttulo4Carter">
    <w:name w:val="Título 4 Caráter"/>
    <w:basedOn w:val="Tipodeletrapredefinidodopargrafo"/>
    <w:link w:val="Ttulo4"/>
    <w:uiPriority w:val="9"/>
    <w:rsid w:val="002C54DA"/>
    <w:rPr>
      <w:rFonts w:ascii="Source Sans Pro" w:eastAsiaTheme="majorEastAsia" w:hAnsi="Source Sans Pro" w:cstheme="majorBidi"/>
      <w:b/>
      <w:iCs/>
    </w:rPr>
  </w:style>
  <w:style w:type="character" w:customStyle="1" w:styleId="Ttulo5Carter">
    <w:name w:val="Título 5 Caráter"/>
    <w:basedOn w:val="Tipodeletrapredefinidodopargrafo"/>
    <w:link w:val="Ttulo5"/>
    <w:uiPriority w:val="9"/>
    <w:rsid w:val="00EA724A"/>
    <w:rPr>
      <w:rFonts w:ascii="Source Sans Pro" w:eastAsiaTheme="majorEastAsia" w:hAnsi="Source Sans Pro" w:cstheme="majorBidi"/>
      <w:b/>
    </w:rPr>
  </w:style>
  <w:style w:type="character" w:customStyle="1" w:styleId="Ttulo6Carter">
    <w:name w:val="Título 6 Caráter"/>
    <w:basedOn w:val="Tipodeletrapredefinidodopargrafo"/>
    <w:link w:val="Ttulo6"/>
    <w:uiPriority w:val="9"/>
    <w:rsid w:val="006D591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6D59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6D591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6D591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Refdecomentrio">
    <w:name w:val="annotation reference"/>
    <w:basedOn w:val="Tipodeletrapredefinidodopargrafo"/>
    <w:unhideWhenUsed/>
    <w:rsid w:val="0083091A"/>
    <w:rPr>
      <w:sz w:val="16"/>
      <w:szCs w:val="16"/>
    </w:rPr>
  </w:style>
  <w:style w:type="paragraph" w:customStyle="1" w:styleId="Default">
    <w:name w:val="Default"/>
    <w:qFormat/>
    <w:rsid w:val="00142FF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pt-PT"/>
    </w:rPr>
  </w:style>
  <w:style w:type="paragraph" w:styleId="Lista">
    <w:name w:val="List"/>
    <w:basedOn w:val="Normal"/>
    <w:rsid w:val="00142FFE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DA49A1"/>
    <w:rPr>
      <w:color w:val="605E5C"/>
      <w:shd w:val="clear" w:color="auto" w:fill="E1DFDD"/>
    </w:rPr>
  </w:style>
  <w:style w:type="paragraph" w:styleId="Corpodetexto">
    <w:name w:val="Body Text"/>
    <w:basedOn w:val="Normal"/>
    <w:link w:val="CorpodetextoCarter1"/>
    <w:rsid w:val="002C763D"/>
    <w:pPr>
      <w:spacing w:after="0" w:line="360" w:lineRule="auto"/>
      <w:ind w:right="-147"/>
    </w:pPr>
    <w:rPr>
      <w:rFonts w:ascii="Comic Sans MS" w:eastAsia="Times New Roman" w:hAnsi="Comic Sans MS" w:cs="Times New Roman"/>
      <w:szCs w:val="20"/>
      <w:lang w:val="x-none" w:eastAsia="x-none"/>
    </w:rPr>
  </w:style>
  <w:style w:type="character" w:customStyle="1" w:styleId="CorpodetextoCarter">
    <w:name w:val="Corpo de texto Caráter"/>
    <w:basedOn w:val="Tipodeletrapredefinidodopargrafo"/>
    <w:uiPriority w:val="99"/>
    <w:semiHidden/>
    <w:rsid w:val="002C763D"/>
    <w:rPr>
      <w:rFonts w:ascii="Source Sans Pro" w:hAnsi="Source Sans Pro" w:cs="Tahoma"/>
    </w:rPr>
  </w:style>
  <w:style w:type="character" w:customStyle="1" w:styleId="CorpodetextoCarter1">
    <w:name w:val="Corpo de texto Caráter1"/>
    <w:link w:val="Corpodetexto"/>
    <w:rsid w:val="002C763D"/>
    <w:rPr>
      <w:rFonts w:ascii="Comic Sans MS" w:eastAsia="Times New Roman" w:hAnsi="Comic Sans MS" w:cs="Times New Roman"/>
      <w:szCs w:val="20"/>
      <w:lang w:val="x-none" w:eastAsia="x-none"/>
    </w:rPr>
  </w:style>
  <w:style w:type="character" w:customStyle="1" w:styleId="CabealhoCarcter">
    <w:name w:val="Cabeçalho Carácter"/>
    <w:basedOn w:val="Tipodeletrapredefinidodopargrafo"/>
    <w:rsid w:val="00890DE4"/>
  </w:style>
  <w:style w:type="paragraph" w:styleId="NormalWeb">
    <w:name w:val="Normal (Web)"/>
    <w:basedOn w:val="Normal"/>
    <w:uiPriority w:val="99"/>
    <w:unhideWhenUsed/>
    <w:rsid w:val="00D23FC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apple-converted-space">
    <w:name w:val="apple-converted-space"/>
    <w:rsid w:val="00D23FC0"/>
  </w:style>
  <w:style w:type="paragraph" w:styleId="Cabealhodondice">
    <w:name w:val="TOC Heading"/>
    <w:basedOn w:val="Ttulo1"/>
    <w:next w:val="Normal"/>
    <w:autoRedefine/>
    <w:uiPriority w:val="39"/>
    <w:unhideWhenUsed/>
    <w:qFormat/>
    <w:rsid w:val="00521CDC"/>
    <w:pPr>
      <w:numPr>
        <w:numId w:val="0"/>
      </w:numPr>
      <w:spacing w:before="240" w:after="0" w:line="259" w:lineRule="auto"/>
      <w:jc w:val="left"/>
      <w:outlineLvl w:val="9"/>
    </w:pPr>
    <w:rPr>
      <w:b w:val="0"/>
      <w:smallCaps w:val="0"/>
      <w:lang w:eastAsia="pt-PT"/>
    </w:rPr>
  </w:style>
  <w:style w:type="paragraph" w:styleId="ndice1">
    <w:name w:val="toc 1"/>
    <w:basedOn w:val="Normal"/>
    <w:next w:val="Normal"/>
    <w:autoRedefine/>
    <w:uiPriority w:val="39"/>
    <w:unhideWhenUsed/>
    <w:rsid w:val="0046270F"/>
    <w:pPr>
      <w:tabs>
        <w:tab w:val="left" w:pos="660"/>
        <w:tab w:val="right" w:leader="dot" w:pos="9627"/>
      </w:tabs>
      <w:spacing w:before="120" w:after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ndice2">
    <w:name w:val="toc 2"/>
    <w:basedOn w:val="Normal"/>
    <w:next w:val="Normal"/>
    <w:autoRedefine/>
    <w:uiPriority w:val="39"/>
    <w:unhideWhenUsed/>
    <w:rsid w:val="00780306"/>
    <w:pPr>
      <w:spacing w:after="0"/>
      <w:ind w:left="22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ndice3">
    <w:name w:val="toc 3"/>
    <w:basedOn w:val="Normal"/>
    <w:next w:val="Normal"/>
    <w:autoRedefine/>
    <w:uiPriority w:val="39"/>
    <w:unhideWhenUsed/>
    <w:rsid w:val="00780306"/>
    <w:pPr>
      <w:spacing w:after="0"/>
      <w:ind w:left="44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ndice4">
    <w:name w:val="toc 4"/>
    <w:basedOn w:val="Normal"/>
    <w:next w:val="Normal"/>
    <w:autoRedefine/>
    <w:uiPriority w:val="39"/>
    <w:unhideWhenUsed/>
    <w:rsid w:val="00780306"/>
    <w:pPr>
      <w:spacing w:after="0"/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ndice6">
    <w:name w:val="toc 6"/>
    <w:basedOn w:val="Normal"/>
    <w:next w:val="Normal"/>
    <w:autoRedefine/>
    <w:uiPriority w:val="39"/>
    <w:unhideWhenUsed/>
    <w:rsid w:val="002C54DA"/>
    <w:pPr>
      <w:spacing w:after="0"/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ndice5">
    <w:name w:val="toc 5"/>
    <w:basedOn w:val="Normal"/>
    <w:next w:val="Normal"/>
    <w:autoRedefine/>
    <w:uiPriority w:val="39"/>
    <w:unhideWhenUsed/>
    <w:rsid w:val="00780306"/>
    <w:pPr>
      <w:spacing w:after="0"/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customStyle="1" w:styleId="Lista-Nvel1">
    <w:name w:val="Lista - Nível 1"/>
    <w:next w:val="Normal"/>
    <w:autoRedefine/>
    <w:qFormat/>
    <w:rsid w:val="006A458B"/>
    <w:pPr>
      <w:numPr>
        <w:numId w:val="7"/>
      </w:numPr>
      <w:jc w:val="both"/>
    </w:pPr>
    <w:rPr>
      <w:rFonts w:ascii="Source Sans Pro" w:hAnsi="Source Sans Pro" w:cs="Tahoma"/>
    </w:rPr>
  </w:style>
  <w:style w:type="paragraph" w:customStyle="1" w:styleId="Lista-Nvel2">
    <w:name w:val="Lista - Nível 2"/>
    <w:basedOn w:val="Lista-Nvel1"/>
    <w:autoRedefine/>
    <w:qFormat/>
    <w:rsid w:val="00450393"/>
    <w:pPr>
      <w:numPr>
        <w:numId w:val="6"/>
      </w:numPr>
      <w:spacing w:before="120" w:after="120"/>
    </w:pPr>
  </w:style>
  <w:style w:type="paragraph" w:customStyle="1" w:styleId="Lista-Nvel3">
    <w:name w:val="Lista - Nível 3"/>
    <w:basedOn w:val="Lista-Nvel2"/>
    <w:autoRedefine/>
    <w:qFormat/>
    <w:rsid w:val="009E361E"/>
    <w:pPr>
      <w:numPr>
        <w:numId w:val="8"/>
      </w:numPr>
    </w:pPr>
  </w:style>
  <w:style w:type="paragraph" w:styleId="PargrafodaLista">
    <w:name w:val="List Paragraph"/>
    <w:aliases w:val="Lista 1"/>
    <w:basedOn w:val="Normal"/>
    <w:link w:val="PargrafodaListaCarter"/>
    <w:uiPriority w:val="34"/>
    <w:qFormat/>
    <w:rsid w:val="00F821FE"/>
    <w:pPr>
      <w:ind w:left="720"/>
      <w:contextualSpacing/>
    </w:pPr>
  </w:style>
  <w:style w:type="character" w:customStyle="1" w:styleId="PargrafodaListaCarter">
    <w:name w:val="Parágrafo da Lista Caráter"/>
    <w:aliases w:val="Lista 1 Caráter"/>
    <w:link w:val="PargrafodaLista"/>
    <w:uiPriority w:val="34"/>
    <w:qFormat/>
    <w:locked/>
    <w:rsid w:val="00F821FE"/>
    <w:rPr>
      <w:rFonts w:ascii="Source Sans Pro" w:hAnsi="Source Sans Pro" w:cs="Tahoma"/>
    </w:rPr>
  </w:style>
  <w:style w:type="paragraph" w:styleId="Textodenotaderodap">
    <w:name w:val="footnote text"/>
    <w:basedOn w:val="Normal"/>
    <w:link w:val="TextodenotaderodapCarter"/>
    <w:semiHidden/>
    <w:rsid w:val="00F821FE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semiHidden/>
    <w:rsid w:val="00F821FE"/>
    <w:rPr>
      <w:rFonts w:ascii="Times New Roman" w:eastAsia="Times New Roman" w:hAnsi="Times New Roman" w:cs="Times New Roman"/>
      <w:sz w:val="20"/>
      <w:szCs w:val="20"/>
    </w:rPr>
  </w:style>
  <w:style w:type="character" w:styleId="Refdenotaderodap">
    <w:name w:val="footnote reference"/>
    <w:basedOn w:val="Tipodeletrapredefinidodopargrafo"/>
    <w:semiHidden/>
    <w:rsid w:val="00F821FE"/>
    <w:rPr>
      <w:position w:val="6"/>
      <w:sz w:val="16"/>
      <w:szCs w:val="16"/>
    </w:rPr>
  </w:style>
  <w:style w:type="paragraph" w:customStyle="1" w:styleId="Ttulo21">
    <w:name w:val="Título 21"/>
    <w:basedOn w:val="Normal"/>
    <w:next w:val="Normal"/>
    <w:autoRedefine/>
    <w:qFormat/>
    <w:rsid w:val="00341CCE"/>
    <w:pPr>
      <w:keepNext/>
      <w:numPr>
        <w:numId w:val="9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bCs/>
    </w:rPr>
  </w:style>
  <w:style w:type="paragraph" w:styleId="Avanodecorpodetexto">
    <w:name w:val="Body Text Indent"/>
    <w:basedOn w:val="Normal"/>
    <w:link w:val="AvanodecorpodetextoCarter"/>
    <w:uiPriority w:val="99"/>
    <w:semiHidden/>
    <w:unhideWhenUsed/>
    <w:rsid w:val="00DD79E8"/>
    <w:pPr>
      <w:spacing w:after="120"/>
      <w:ind w:left="283"/>
    </w:pPr>
  </w:style>
  <w:style w:type="character" w:customStyle="1" w:styleId="AvanodecorpodetextoCarter">
    <w:name w:val="Avanço de corpo de texto Caráter"/>
    <w:basedOn w:val="Tipodeletrapredefinidodopargrafo"/>
    <w:link w:val="Avanodecorpodetexto"/>
    <w:uiPriority w:val="99"/>
    <w:semiHidden/>
    <w:rsid w:val="00DD79E8"/>
    <w:rPr>
      <w:rFonts w:ascii="Source Sans Pro" w:hAnsi="Source Sans Pro" w:cs="Tahoma"/>
    </w:rPr>
  </w:style>
  <w:style w:type="paragraph" w:customStyle="1" w:styleId="Clusula">
    <w:name w:val="Cláusula"/>
    <w:basedOn w:val="Ttulo5"/>
    <w:next w:val="Normal"/>
    <w:autoRedefine/>
    <w:qFormat/>
    <w:rsid w:val="00C10D8F"/>
    <w:pPr>
      <w:numPr>
        <w:numId w:val="10"/>
      </w:numPr>
      <w:ind w:left="0" w:firstLine="0"/>
    </w:pPr>
    <w:rPr>
      <w:rFonts w:eastAsia="Times New Roman"/>
      <w:lang w:eastAsia="pt-PT"/>
    </w:rPr>
  </w:style>
  <w:style w:type="paragraph" w:styleId="Ttulo">
    <w:name w:val="Title"/>
    <w:basedOn w:val="Normal"/>
    <w:next w:val="Normal"/>
    <w:link w:val="TtuloCarter"/>
    <w:autoRedefine/>
    <w:uiPriority w:val="10"/>
    <w:qFormat/>
    <w:rsid w:val="0091006A"/>
    <w:pPr>
      <w:spacing w:after="0" w:line="360" w:lineRule="auto"/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91006A"/>
    <w:rPr>
      <w:rFonts w:ascii="Source Sans Pro" w:eastAsiaTheme="majorEastAsia" w:hAnsi="Source Sans Pro" w:cstheme="majorBidi"/>
      <w:b/>
      <w:spacing w:val="-10"/>
      <w:kern w:val="28"/>
      <w:sz w:val="28"/>
      <w:szCs w:val="56"/>
    </w:rPr>
  </w:style>
  <w:style w:type="paragraph" w:customStyle="1" w:styleId="Ttulo50">
    <w:name w:val="Título 5_"/>
    <w:basedOn w:val="Ttulo5"/>
    <w:autoRedefine/>
    <w:qFormat/>
    <w:rsid w:val="001F3414"/>
    <w:pPr>
      <w:numPr>
        <w:numId w:val="11"/>
      </w:numPr>
    </w:pPr>
  </w:style>
  <w:style w:type="paragraph" w:styleId="ndice7">
    <w:name w:val="toc 7"/>
    <w:basedOn w:val="Normal"/>
    <w:next w:val="Normal"/>
    <w:autoRedefine/>
    <w:uiPriority w:val="39"/>
    <w:unhideWhenUsed/>
    <w:rsid w:val="003C71C8"/>
    <w:pPr>
      <w:spacing w:after="0"/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ndice8">
    <w:name w:val="toc 8"/>
    <w:basedOn w:val="Normal"/>
    <w:next w:val="Normal"/>
    <w:autoRedefine/>
    <w:uiPriority w:val="39"/>
    <w:unhideWhenUsed/>
    <w:rsid w:val="003C71C8"/>
    <w:pPr>
      <w:spacing w:after="0"/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ndice9">
    <w:name w:val="toc 9"/>
    <w:basedOn w:val="Normal"/>
    <w:next w:val="Normal"/>
    <w:autoRedefine/>
    <w:uiPriority w:val="39"/>
    <w:unhideWhenUsed/>
    <w:rsid w:val="003C71C8"/>
    <w:pPr>
      <w:spacing w:after="0"/>
      <w:ind w:left="1760"/>
      <w:jc w:val="left"/>
    </w:pPr>
    <w:rPr>
      <w:rFonts w:asciiTheme="minorHAnsi" w:hAnsiTheme="minorHAnsi" w:cstheme="minorHAnsi"/>
      <w:sz w:val="18"/>
      <w:szCs w:val="18"/>
    </w:rPr>
  </w:style>
  <w:style w:type="paragraph" w:customStyle="1" w:styleId="NumeraoRomana">
    <w:name w:val="Numeração Romana"/>
    <w:basedOn w:val="Ttulo5"/>
    <w:autoRedefine/>
    <w:qFormat/>
    <w:rsid w:val="00EA724A"/>
    <w:pPr>
      <w:numPr>
        <w:numId w:val="12"/>
      </w:numPr>
      <w:ind w:left="360"/>
      <w:jc w:val="left"/>
    </w:pPr>
    <w:rPr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79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iscos%20partilhados\GCP%20-%20Templates\Procedimentos%20N&#227;o%20Simplificados\01%20-%20Decis&#227;o%20de%20Contratar%20e%20Pe&#231;as%20Processuais\em%20valida&#231;&#227;o%20-%20Decis&#227;o%20de%20Contratar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FAC88B78582794FBCAF572419EB02E7" ma:contentTypeVersion="13" ma:contentTypeDescription="Criar um novo documento." ma:contentTypeScope="" ma:versionID="8ebb1891e7233d41262ecf121c00666f">
  <xsd:schema xmlns:xsd="http://www.w3.org/2001/XMLSchema" xmlns:xs="http://www.w3.org/2001/XMLSchema" xmlns:p="http://schemas.microsoft.com/office/2006/metadata/properties" xmlns:ns1="http://schemas.microsoft.com/sharepoint/v3" xmlns:ns2="78d8f9b2-bafb-499c-91ae-37027977431f" xmlns:ns3="90839d32-3885-4e83-a46e-8adce1d79628" targetNamespace="http://schemas.microsoft.com/office/2006/metadata/properties" ma:root="true" ma:fieldsID="50ace510d5bc58797b892efecab7acf4" ns1:_="" ns2:_="" ns3:_="">
    <xsd:import namespace="http://schemas.microsoft.com/sharepoint/v3"/>
    <xsd:import namespace="78d8f9b2-bafb-499c-91ae-37027977431f"/>
    <xsd:import namespace="90839d32-3885-4e83-a46e-8adce1d796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ção de IU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d8f9b2-bafb-499c-91ae-370279774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m" ma:readOnly="false" ma:fieldId="{5cf76f15-5ced-4ddc-b409-7134ff3c332f}" ma:taxonomyMulti="true" ma:sspId="81c67454-ff18-4915-9b9a-4b0bbd375e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839d32-3885-4e83-a46e-8adce1d7962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2dbea56-1620-463e-829a-58f1246add75}" ma:internalName="TaxCatchAll" ma:showField="CatchAllData" ma:web="90839d32-3885-4e83-a46e-8adce1d796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0839d32-3885-4e83-a46e-8adce1d79628" xsi:nil="true"/>
    <_ip_UnifiedCompliancePolicyProperties xmlns="http://schemas.microsoft.com/sharepoint/v3" xsi:nil="true"/>
    <lcf76f155ced4ddcb4097134ff3c332f xmlns="78d8f9b2-bafb-499c-91ae-37027977431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6FE9692-DE9D-4C3B-BD30-1E2768B8EC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F09991-B3F9-4ACE-937E-324FB394F4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8d8f9b2-bafb-499c-91ae-37027977431f"/>
    <ds:schemaRef ds:uri="90839d32-3885-4e83-a46e-8adce1d796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1E5D1C-8822-4C90-8BE1-4E8B3884BB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5BE073-9F7A-4422-80AE-465A61DA124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0839d32-3885-4e83-a46e-8adce1d79628"/>
    <ds:schemaRef ds:uri="78d8f9b2-bafb-499c-91ae-37027977431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 validação - Decisão de Contratar.dotx</Template>
  <TotalTime>29</TotalTime>
  <Pages>1</Pages>
  <Words>265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Pedro Barras</dc:creator>
  <cp:lastModifiedBy>Maria Manuel Romão</cp:lastModifiedBy>
  <cp:revision>17</cp:revision>
  <dcterms:created xsi:type="dcterms:W3CDTF">2022-06-29T22:29:00Z</dcterms:created>
  <dcterms:modified xsi:type="dcterms:W3CDTF">2024-11-21T13:42:00Z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0x0101004FAC88B78582794FBCAF572419EB02E7</vt:lpwstr>
  </property>
  <property fmtid="{D5CDD505-2E9C-101B-9397-08002B2CF9AE}" pid="3" name="Order">
    <vt:r8>121800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