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92918" w14:textId="3B327E63" w:rsidR="005F49BC" w:rsidRPr="005F49BC" w:rsidRDefault="008630E2" w:rsidP="008630E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MODELO </w:t>
      </w:r>
      <w:r w:rsidR="0037164B">
        <w:rPr>
          <w:b/>
          <w:bCs/>
          <w:sz w:val="24"/>
          <w:szCs w:val="24"/>
        </w:rPr>
        <w:t>0</w:t>
      </w:r>
      <w:r w:rsidR="008E00BC">
        <w:rPr>
          <w:b/>
          <w:bCs/>
          <w:sz w:val="24"/>
          <w:szCs w:val="24"/>
        </w:rPr>
        <w:t>5</w:t>
      </w:r>
    </w:p>
    <w:p w14:paraId="2A108810" w14:textId="77777777" w:rsidR="00F46412" w:rsidRPr="00F46412" w:rsidRDefault="00F46412" w:rsidP="00F46412">
      <w:pPr>
        <w:spacing w:after="0"/>
        <w:rPr>
          <w:sz w:val="18"/>
          <w:szCs w:val="18"/>
        </w:rPr>
      </w:pPr>
    </w:p>
    <w:p w14:paraId="02A7FB5C" w14:textId="69B4432A" w:rsidR="00C86109" w:rsidRPr="00C86109" w:rsidRDefault="00C86109" w:rsidP="00C86109">
      <w:pPr>
        <w:spacing w:after="0"/>
        <w:jc w:val="center"/>
        <w:rPr>
          <w:b/>
          <w:bCs/>
        </w:rPr>
      </w:pPr>
      <w:r w:rsidRPr="00C86109">
        <w:rPr>
          <w:b/>
          <w:bCs/>
        </w:rPr>
        <w:t xml:space="preserve">Modelo de </w:t>
      </w:r>
      <w:r w:rsidR="009714D8">
        <w:rPr>
          <w:b/>
          <w:bCs/>
        </w:rPr>
        <w:t>Garantia Bancária</w:t>
      </w:r>
    </w:p>
    <w:p w14:paraId="0162A169" w14:textId="08B14B09" w:rsidR="00C86109" w:rsidRPr="00C86109" w:rsidRDefault="00C86109" w:rsidP="00C86109">
      <w:pPr>
        <w:spacing w:after="0"/>
        <w:jc w:val="center"/>
        <w:rPr>
          <w:sz w:val="18"/>
          <w:szCs w:val="18"/>
        </w:rPr>
      </w:pPr>
      <w:r w:rsidRPr="00C86109">
        <w:rPr>
          <w:sz w:val="18"/>
          <w:szCs w:val="18"/>
        </w:rPr>
        <w:t>(a que se refere o Programa de Procedimento)</w:t>
      </w:r>
    </w:p>
    <w:p w14:paraId="3FD6FA56" w14:textId="77777777" w:rsidR="00C86109" w:rsidRPr="00C86109" w:rsidRDefault="00C86109" w:rsidP="00C86109">
      <w:pPr>
        <w:spacing w:after="0"/>
        <w:rPr>
          <w:sz w:val="18"/>
          <w:szCs w:val="18"/>
        </w:rPr>
      </w:pPr>
    </w:p>
    <w:p w14:paraId="354E80C4" w14:textId="77777777" w:rsidR="00C86109" w:rsidRPr="00C86109" w:rsidRDefault="00C86109" w:rsidP="00C86109">
      <w:pPr>
        <w:spacing w:after="0"/>
        <w:rPr>
          <w:sz w:val="18"/>
          <w:szCs w:val="18"/>
        </w:rPr>
      </w:pPr>
    </w:p>
    <w:p w14:paraId="1FAEA989" w14:textId="77777777" w:rsidR="00C86109" w:rsidRPr="00C86109" w:rsidRDefault="00C86109" w:rsidP="00C86109">
      <w:pPr>
        <w:spacing w:after="0"/>
        <w:rPr>
          <w:sz w:val="18"/>
          <w:szCs w:val="18"/>
        </w:rPr>
      </w:pPr>
    </w:p>
    <w:p w14:paraId="0A27DE03" w14:textId="77777777" w:rsidR="009714D8" w:rsidRPr="009714D8" w:rsidRDefault="009714D8" w:rsidP="009714D8">
      <w:pPr>
        <w:spacing w:after="0"/>
        <w:jc w:val="center"/>
        <w:rPr>
          <w:b/>
          <w:bCs/>
        </w:rPr>
      </w:pPr>
      <w:r w:rsidRPr="009714D8">
        <w:rPr>
          <w:b/>
          <w:bCs/>
        </w:rPr>
        <w:t>GARANTIA BANCÁRIA n.º _____</w:t>
      </w:r>
    </w:p>
    <w:p w14:paraId="367CD149" w14:textId="77777777" w:rsidR="009714D8" w:rsidRDefault="009714D8" w:rsidP="009714D8">
      <w:pPr>
        <w:spacing w:after="0"/>
      </w:pPr>
    </w:p>
    <w:p w14:paraId="6D75C033" w14:textId="232F2D18" w:rsidR="009714D8" w:rsidRDefault="009714D8" w:rsidP="009714D8">
      <w:pPr>
        <w:spacing w:before="240" w:after="0"/>
      </w:pPr>
      <w:r>
        <w:t xml:space="preserve">Em nome de .… </w:t>
      </w:r>
      <w:r w:rsidRPr="009714D8">
        <w:rPr>
          <w:b/>
          <w:bCs/>
        </w:rPr>
        <w:t>(1)</w:t>
      </w:r>
      <w:r>
        <w:t>, vem o(a</w:t>
      </w:r>
      <w:proofErr w:type="gramStart"/>
      <w:r>
        <w:t>) .</w:t>
      </w:r>
      <w:proofErr w:type="gramEnd"/>
      <w:r>
        <w:t xml:space="preserve">… </w:t>
      </w:r>
      <w:r w:rsidRPr="009714D8">
        <w:rPr>
          <w:b/>
          <w:bCs/>
        </w:rPr>
        <w:t>(2)</w:t>
      </w:r>
      <w:r>
        <w:t xml:space="preserve">, pelo presente documento, prestar, a favor da </w:t>
      </w:r>
      <w:r w:rsidR="00845977">
        <w:t>Comissão de Coordenação e Desenvolvimento Regional do Alentejo, I.P.</w:t>
      </w:r>
      <w:r>
        <w:t xml:space="preserve">, pessoa coletiva n.º </w:t>
      </w:r>
      <w:r w:rsidR="002C6591">
        <w:t>517699044</w:t>
      </w:r>
      <w:r>
        <w:t xml:space="preserve">, uma garantia bancária, até ao montante máximo de .… </w:t>
      </w:r>
      <w:r w:rsidRPr="009714D8">
        <w:rPr>
          <w:b/>
          <w:bCs/>
        </w:rPr>
        <w:t>(3)</w:t>
      </w:r>
      <w:r>
        <w:t xml:space="preserve">, destinada a caucionar o integral cumprimento das obrigações assumidas pelo(s) garantido(s) no âmbito da adjudicação relativa ao procedimento …. </w:t>
      </w:r>
      <w:r w:rsidRPr="009714D8">
        <w:rPr>
          <w:b/>
          <w:bCs/>
        </w:rPr>
        <w:t>(4)</w:t>
      </w:r>
      <w:r>
        <w:t>, nos termos e para os efeitos previstos nos artigos 88.º, 89.º e 90.º do Código dos Contratos Públicos, aprovado através do Decreto-Lei n.º 18/2008, de 29 de janeiro, com as atualizações em vigor.</w:t>
      </w:r>
    </w:p>
    <w:p w14:paraId="595B46D5" w14:textId="77777777" w:rsidR="009714D8" w:rsidRDefault="009714D8" w:rsidP="009714D8">
      <w:pPr>
        <w:spacing w:before="240" w:after="0"/>
      </w:pPr>
      <w:r>
        <w:t xml:space="preserve">A presente garantia corresponde … % </w:t>
      </w:r>
      <w:r w:rsidRPr="009714D8">
        <w:rPr>
          <w:b/>
          <w:bCs/>
        </w:rPr>
        <w:t>(5)</w:t>
      </w:r>
      <w:r>
        <w:t xml:space="preserve"> do valor total da adjudicação acima mencionada e funciona como se estivesse constituída em moeda corrente, responsabilizando-se o garante, sem quaisquer reservas, para fazer a entrega de toda e qualquer importância, até ao limite da garantia, logo que interpelado por simples notificação escrita por parte da entidade beneficiária.</w:t>
      </w:r>
    </w:p>
    <w:p w14:paraId="1DB93F35" w14:textId="77777777" w:rsidR="009714D8" w:rsidRDefault="009714D8" w:rsidP="009714D8">
      <w:pPr>
        <w:spacing w:before="240" w:after="0"/>
      </w:pPr>
      <w:r>
        <w:t>Fica bem assente que o banco garante, no caso de vir a ser chamado a honrar a presente garantia, que não poderá tomar em consideração quaisquer objeções do(s) garantido(s), sendo-lhe igualmente vedado opor à entidade beneficiária quaisquer reservas ou meios de defesa de que o garantido se possa valer face ao garante.</w:t>
      </w:r>
    </w:p>
    <w:p w14:paraId="66BAA852" w14:textId="77777777" w:rsidR="009714D8" w:rsidRDefault="009714D8" w:rsidP="009714D8">
      <w:pPr>
        <w:spacing w:before="240" w:after="0"/>
      </w:pPr>
      <w:r>
        <w:t>A presente garantia permanece válida até que seja expressamente autorizada a sua libertação pela entidade beneficiária, não podendo ser anulada ou alterada sem esse mesmo consentimento e independentemente da liquidação de quaisquer prémios que sejam devidos.</w:t>
      </w:r>
    </w:p>
    <w:p w14:paraId="21D84A5A" w14:textId="77777777" w:rsidR="009714D8" w:rsidRDefault="009714D8" w:rsidP="009714D8">
      <w:pPr>
        <w:spacing w:after="0"/>
      </w:pPr>
    </w:p>
    <w:p w14:paraId="01A91C24" w14:textId="77777777" w:rsidR="009714D8" w:rsidRDefault="009714D8" w:rsidP="009714D8">
      <w:pPr>
        <w:spacing w:after="0"/>
      </w:pPr>
    </w:p>
    <w:p w14:paraId="4FA94275" w14:textId="77777777" w:rsidR="009714D8" w:rsidRDefault="009714D8" w:rsidP="009714D8">
      <w:pPr>
        <w:spacing w:after="0"/>
      </w:pPr>
      <w:r>
        <w:t>… (Data)</w:t>
      </w:r>
    </w:p>
    <w:p w14:paraId="2B6750E2" w14:textId="77777777" w:rsidR="009714D8" w:rsidRDefault="009714D8" w:rsidP="009714D8">
      <w:pPr>
        <w:spacing w:after="0"/>
      </w:pPr>
      <w:r>
        <w:t>… (Assinatura)</w:t>
      </w:r>
    </w:p>
    <w:p w14:paraId="3596ACE4" w14:textId="77777777" w:rsidR="009714D8" w:rsidRDefault="009714D8" w:rsidP="009714D8">
      <w:pPr>
        <w:spacing w:after="0"/>
      </w:pPr>
    </w:p>
    <w:p w14:paraId="707388E8" w14:textId="77777777" w:rsidR="009714D8" w:rsidRDefault="009714D8" w:rsidP="009714D8">
      <w:pPr>
        <w:spacing w:after="0"/>
      </w:pPr>
    </w:p>
    <w:p w14:paraId="1F59521C" w14:textId="77777777" w:rsidR="009714D8" w:rsidRDefault="009714D8" w:rsidP="009714D8">
      <w:pPr>
        <w:spacing w:after="0"/>
      </w:pPr>
    </w:p>
    <w:p w14:paraId="40AFCD3F" w14:textId="77777777" w:rsidR="009714D8" w:rsidRPr="009714D8" w:rsidRDefault="009714D8" w:rsidP="009714D8">
      <w:pPr>
        <w:spacing w:after="0"/>
        <w:rPr>
          <w:sz w:val="18"/>
          <w:szCs w:val="18"/>
        </w:rPr>
      </w:pPr>
    </w:p>
    <w:p w14:paraId="3361B1E5" w14:textId="77777777" w:rsidR="009714D8" w:rsidRPr="009714D8" w:rsidRDefault="009714D8" w:rsidP="009714D8">
      <w:pPr>
        <w:spacing w:after="0"/>
        <w:rPr>
          <w:sz w:val="18"/>
          <w:szCs w:val="18"/>
        </w:rPr>
      </w:pPr>
      <w:r w:rsidRPr="009714D8">
        <w:rPr>
          <w:sz w:val="18"/>
          <w:szCs w:val="18"/>
        </w:rPr>
        <w:t>(1)</w:t>
      </w:r>
      <w:r w:rsidRPr="009714D8">
        <w:rPr>
          <w:sz w:val="18"/>
          <w:szCs w:val="18"/>
        </w:rPr>
        <w:tab/>
        <w:t>Identificação completa do adjudicatário.</w:t>
      </w:r>
    </w:p>
    <w:p w14:paraId="45F26706" w14:textId="77777777" w:rsidR="009714D8" w:rsidRPr="009714D8" w:rsidRDefault="009714D8" w:rsidP="009714D8">
      <w:pPr>
        <w:spacing w:after="0"/>
        <w:rPr>
          <w:sz w:val="18"/>
          <w:szCs w:val="18"/>
        </w:rPr>
      </w:pPr>
      <w:r w:rsidRPr="009714D8">
        <w:rPr>
          <w:sz w:val="18"/>
          <w:szCs w:val="18"/>
        </w:rPr>
        <w:t>(2)</w:t>
      </w:r>
      <w:r w:rsidRPr="009714D8">
        <w:rPr>
          <w:sz w:val="18"/>
          <w:szCs w:val="18"/>
        </w:rPr>
        <w:tab/>
        <w:t>Identificação completa da instituição garante.</w:t>
      </w:r>
    </w:p>
    <w:p w14:paraId="7F6719EE" w14:textId="77777777" w:rsidR="009714D8" w:rsidRPr="009714D8" w:rsidRDefault="009714D8" w:rsidP="009714D8">
      <w:pPr>
        <w:spacing w:after="0"/>
        <w:rPr>
          <w:sz w:val="18"/>
          <w:szCs w:val="18"/>
        </w:rPr>
      </w:pPr>
      <w:r w:rsidRPr="009714D8">
        <w:rPr>
          <w:sz w:val="18"/>
          <w:szCs w:val="18"/>
        </w:rPr>
        <w:t>(3)</w:t>
      </w:r>
      <w:r w:rsidRPr="009714D8">
        <w:rPr>
          <w:sz w:val="18"/>
          <w:szCs w:val="18"/>
        </w:rPr>
        <w:tab/>
        <w:t>Identificar o valor, também por extenso.</w:t>
      </w:r>
    </w:p>
    <w:p w14:paraId="315ACDFA" w14:textId="77777777" w:rsidR="009714D8" w:rsidRPr="009714D8" w:rsidRDefault="009714D8" w:rsidP="009714D8">
      <w:pPr>
        <w:spacing w:after="0"/>
        <w:rPr>
          <w:sz w:val="18"/>
          <w:szCs w:val="18"/>
        </w:rPr>
      </w:pPr>
      <w:r w:rsidRPr="009714D8">
        <w:rPr>
          <w:sz w:val="18"/>
          <w:szCs w:val="18"/>
        </w:rPr>
        <w:t>(4)</w:t>
      </w:r>
      <w:r w:rsidRPr="009714D8">
        <w:rPr>
          <w:sz w:val="18"/>
          <w:szCs w:val="18"/>
        </w:rPr>
        <w:tab/>
        <w:t>Indicar a designação ou referência do procedimento em causa.</w:t>
      </w:r>
    </w:p>
    <w:p w14:paraId="11823DC5" w14:textId="039CB5E2" w:rsidR="00F46412" w:rsidRPr="009714D8" w:rsidRDefault="009714D8" w:rsidP="009714D8">
      <w:pPr>
        <w:spacing w:after="0"/>
        <w:rPr>
          <w:sz w:val="14"/>
          <w:szCs w:val="14"/>
        </w:rPr>
      </w:pPr>
      <w:r w:rsidRPr="009714D8">
        <w:rPr>
          <w:sz w:val="18"/>
          <w:szCs w:val="18"/>
        </w:rPr>
        <w:t>(5)</w:t>
      </w:r>
      <w:r w:rsidRPr="009714D8">
        <w:rPr>
          <w:sz w:val="18"/>
          <w:szCs w:val="18"/>
        </w:rPr>
        <w:tab/>
        <w:t>Indicar a percentagem, nos termos do disposto no Programa de Procedimento.</w:t>
      </w:r>
    </w:p>
    <w:sectPr w:rsidR="00F46412" w:rsidRPr="009714D8" w:rsidSect="00EA724A">
      <w:headerReference w:type="default" r:id="rId8"/>
      <w:footerReference w:type="default" r:id="rId9"/>
      <w:pgSz w:w="11906" w:h="16838"/>
      <w:pgMar w:top="998" w:right="851" w:bottom="1418" w:left="1418" w:header="11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4EDD1" w14:textId="77777777" w:rsidR="00487BA4" w:rsidRDefault="00487BA4" w:rsidP="00615011">
      <w:r>
        <w:separator/>
      </w:r>
    </w:p>
  </w:endnote>
  <w:endnote w:type="continuationSeparator" w:id="0">
    <w:p w14:paraId="095B696C" w14:textId="77777777" w:rsidR="00487BA4" w:rsidRDefault="00487BA4" w:rsidP="00615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B846A" w14:textId="77777777" w:rsidR="00716107" w:rsidRDefault="00716107"/>
  <w:tbl>
    <w:tblPr>
      <w:tblStyle w:val="TabelacomGrelh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37"/>
      <w:gridCol w:w="1600"/>
    </w:tblGrid>
    <w:tr w:rsidR="00971764" w14:paraId="6F25E8A0" w14:textId="77777777" w:rsidTr="006636B9">
      <w:tc>
        <w:tcPr>
          <w:tcW w:w="4170" w:type="pct"/>
        </w:tcPr>
        <w:p w14:paraId="4C137B4C" w14:textId="37997017" w:rsidR="00971764" w:rsidRDefault="002C6591" w:rsidP="00B73D43">
          <w:pPr>
            <w:pStyle w:val="Rodap"/>
          </w:pPr>
          <w:r>
            <w:fldChar w:fldCharType="begin"/>
          </w:r>
          <w:r>
            <w:instrText xml:space="preserve"> FILENAME \* MERGEFORMAT </w:instrText>
          </w:r>
          <w:r>
            <w:fldChar w:fldCharType="separate"/>
          </w:r>
          <w:r w:rsidR="003E0300">
            <w:rPr>
              <w:noProof/>
            </w:rPr>
            <w:t>Modelo 05 - Mod Garantia Bancária</w:t>
          </w:r>
          <w:r>
            <w:rPr>
              <w:noProof/>
            </w:rPr>
            <w:fldChar w:fldCharType="end"/>
          </w:r>
        </w:p>
      </w:tc>
      <w:tc>
        <w:tcPr>
          <w:tcW w:w="830" w:type="pct"/>
        </w:tcPr>
        <w:p w14:paraId="226DF392" w14:textId="77777777" w:rsidR="00971764" w:rsidRDefault="00971764" w:rsidP="00B73D43">
          <w:pPr>
            <w:pStyle w:val="Rodap"/>
          </w:pPr>
          <w:r w:rsidRPr="00D04231">
            <w:fldChar w:fldCharType="begin"/>
          </w:r>
          <w:r w:rsidRPr="00D04231">
            <w:instrText xml:space="preserve"> PAGE   \* MERGEFORMAT </w:instrText>
          </w:r>
          <w:r w:rsidRPr="00D04231">
            <w:fldChar w:fldCharType="separate"/>
          </w:r>
          <w:r>
            <w:t>3</w:t>
          </w:r>
          <w:r w:rsidRPr="00D04231">
            <w:fldChar w:fldCharType="end"/>
          </w:r>
          <w:r w:rsidRPr="00D04231">
            <w:t xml:space="preserve"> de </w:t>
          </w:r>
          <w:r w:rsidR="002C6591">
            <w:fldChar w:fldCharType="begin"/>
          </w:r>
          <w:r w:rsidR="002C6591">
            <w:instrText xml:space="preserve"> NUMPAGES   \* MERGEFORMAT </w:instrText>
          </w:r>
          <w:r w:rsidR="002C6591">
            <w:fldChar w:fldCharType="separate"/>
          </w:r>
          <w:r>
            <w:t>17</w:t>
          </w:r>
          <w:r w:rsidR="002C6591">
            <w:fldChar w:fldCharType="end"/>
          </w:r>
        </w:p>
      </w:tc>
    </w:tr>
    <w:tr w:rsidR="0094270A" w14:paraId="4B3CBE74" w14:textId="77777777" w:rsidTr="006636B9">
      <w:tc>
        <w:tcPr>
          <w:tcW w:w="5000" w:type="pct"/>
          <w:gridSpan w:val="2"/>
          <w:vAlign w:val="center"/>
        </w:tcPr>
        <w:p w14:paraId="1C5A31FF" w14:textId="07B4AABD" w:rsidR="0094270A" w:rsidRPr="0094270A" w:rsidRDefault="0094270A" w:rsidP="00B73D43">
          <w:pPr>
            <w:pStyle w:val="Rodap"/>
          </w:pPr>
        </w:p>
      </w:tc>
    </w:tr>
  </w:tbl>
  <w:p w14:paraId="74635888" w14:textId="77777777" w:rsidR="00971764" w:rsidRPr="00D04231" w:rsidRDefault="00971764" w:rsidP="00B73D4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23689" w14:textId="77777777" w:rsidR="00487BA4" w:rsidRDefault="00487BA4" w:rsidP="00615011">
      <w:r>
        <w:separator/>
      </w:r>
    </w:p>
  </w:footnote>
  <w:footnote w:type="continuationSeparator" w:id="0">
    <w:p w14:paraId="56C1C5B6" w14:textId="77777777" w:rsidR="00487BA4" w:rsidRDefault="00487BA4" w:rsidP="00615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2"/>
      <w:gridCol w:w="4672"/>
    </w:tblGrid>
    <w:tr w:rsidR="007B7C6F" w14:paraId="280CC2B0" w14:textId="77777777" w:rsidTr="007B7C6F">
      <w:tc>
        <w:tcPr>
          <w:tcW w:w="4672" w:type="dxa"/>
        </w:tcPr>
        <w:p w14:paraId="4EBF2286" w14:textId="77777777" w:rsidR="007B7C6F" w:rsidRDefault="007B7C6F" w:rsidP="00615011">
          <w:pPr>
            <w:pStyle w:val="Cabealho"/>
          </w:pPr>
        </w:p>
      </w:tc>
      <w:tc>
        <w:tcPr>
          <w:tcW w:w="4672" w:type="dxa"/>
        </w:tcPr>
        <w:p w14:paraId="159C4B98" w14:textId="77777777" w:rsidR="007B7C6F" w:rsidRDefault="007B7C6F" w:rsidP="00615011">
          <w:pPr>
            <w:pStyle w:val="Cabealho"/>
          </w:pPr>
        </w:p>
      </w:tc>
    </w:tr>
  </w:tbl>
  <w:p w14:paraId="0C95A3D2" w14:textId="632A10A2" w:rsidR="00327D21" w:rsidRPr="00447E4F" w:rsidRDefault="00327D21" w:rsidP="0061501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07EC"/>
    <w:multiLevelType w:val="hybridMultilevel"/>
    <w:tmpl w:val="52587BC2"/>
    <w:lvl w:ilvl="0" w:tplc="FAAC450A">
      <w:start w:val="1"/>
      <w:numFmt w:val="upperLetter"/>
      <w:pStyle w:val="Ttulo4"/>
      <w:lvlText w:val="Sub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11556"/>
    <w:multiLevelType w:val="hybridMultilevel"/>
    <w:tmpl w:val="0B8E9A68"/>
    <w:lvl w:ilvl="0" w:tplc="F2042356">
      <w:start w:val="1"/>
      <w:numFmt w:val="decimal"/>
      <w:pStyle w:val="Ttulo5"/>
      <w:lvlText w:val="Artigo %1º"/>
      <w:lvlJc w:val="right"/>
      <w:pPr>
        <w:ind w:left="447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7348F"/>
    <w:multiLevelType w:val="hybridMultilevel"/>
    <w:tmpl w:val="BC9A1098"/>
    <w:lvl w:ilvl="0" w:tplc="E4E23E24">
      <w:start w:val="1"/>
      <w:numFmt w:val="lowerRoman"/>
      <w:pStyle w:val="Lista-Nvel3"/>
      <w:lvlText w:val="%1)"/>
      <w:lvlJc w:val="left"/>
      <w:pPr>
        <w:ind w:left="14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41878B6"/>
    <w:multiLevelType w:val="multilevel"/>
    <w:tmpl w:val="56C661E2"/>
    <w:lvl w:ilvl="0">
      <w:start w:val="1"/>
      <w:numFmt w:val="upperRoman"/>
      <w:pStyle w:val="Ttulo1"/>
      <w:lvlText w:val="Parte %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B935930"/>
    <w:multiLevelType w:val="hybridMultilevel"/>
    <w:tmpl w:val="15FA6494"/>
    <w:lvl w:ilvl="0" w:tplc="F5C8BC6A">
      <w:start w:val="1"/>
      <w:numFmt w:val="upperRoman"/>
      <w:pStyle w:val="Ttulo2"/>
      <w:lvlText w:val="Capítul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36EC2"/>
    <w:multiLevelType w:val="hybridMultilevel"/>
    <w:tmpl w:val="D73A77AC"/>
    <w:lvl w:ilvl="0" w:tplc="4FDC430A">
      <w:start w:val="1"/>
      <w:numFmt w:val="upperRoman"/>
      <w:pStyle w:val="Ttulo21"/>
      <w:lvlText w:val="ANEXO %1"/>
      <w:lvlJc w:val="center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B2B73"/>
    <w:multiLevelType w:val="hybridMultilevel"/>
    <w:tmpl w:val="3CA62682"/>
    <w:lvl w:ilvl="0" w:tplc="D6D66544">
      <w:start w:val="1"/>
      <w:numFmt w:val="decimal"/>
      <w:pStyle w:val="Clusula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4114E2D"/>
    <w:multiLevelType w:val="hybridMultilevel"/>
    <w:tmpl w:val="D4A439D4"/>
    <w:lvl w:ilvl="0" w:tplc="FDB241DE">
      <w:start w:val="1"/>
      <w:numFmt w:val="decimal"/>
      <w:pStyle w:val="Ttulo50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D710830"/>
    <w:multiLevelType w:val="multilevel"/>
    <w:tmpl w:val="12886B8C"/>
    <w:name w:val="Caderno de Encargo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42A6CE4"/>
    <w:multiLevelType w:val="hybridMultilevel"/>
    <w:tmpl w:val="77DA6B7E"/>
    <w:lvl w:ilvl="0" w:tplc="1B7A6098">
      <w:start w:val="1"/>
      <w:numFmt w:val="decimal"/>
      <w:pStyle w:val="Lista-Nvel1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775A54"/>
    <w:multiLevelType w:val="hybridMultilevel"/>
    <w:tmpl w:val="26E6CC4E"/>
    <w:lvl w:ilvl="0" w:tplc="E1389BA6">
      <w:start w:val="1"/>
      <w:numFmt w:val="upperRoman"/>
      <w:pStyle w:val="Ttulo3"/>
      <w:lvlText w:val="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C62FF"/>
    <w:multiLevelType w:val="hybridMultilevel"/>
    <w:tmpl w:val="604EF32E"/>
    <w:lvl w:ilvl="0" w:tplc="C2BC5B8A">
      <w:start w:val="1"/>
      <w:numFmt w:val="upperRoman"/>
      <w:pStyle w:val="NumeraoRomana"/>
      <w:lvlText w:val="%1."/>
      <w:lvlJc w:val="right"/>
      <w:pPr>
        <w:ind w:left="1287" w:hanging="360"/>
      </w:p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45C3D71"/>
    <w:multiLevelType w:val="hybridMultilevel"/>
    <w:tmpl w:val="2952AA54"/>
    <w:lvl w:ilvl="0" w:tplc="D506041E">
      <w:start w:val="1"/>
      <w:numFmt w:val="lowerLetter"/>
      <w:pStyle w:val="Lista-Nvel2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670473">
    <w:abstractNumId w:val="3"/>
  </w:num>
  <w:num w:numId="2" w16cid:durableId="892735137">
    <w:abstractNumId w:val="4"/>
  </w:num>
  <w:num w:numId="3" w16cid:durableId="448862014">
    <w:abstractNumId w:val="10"/>
  </w:num>
  <w:num w:numId="4" w16cid:durableId="234628209">
    <w:abstractNumId w:val="0"/>
  </w:num>
  <w:num w:numId="5" w16cid:durableId="29886268">
    <w:abstractNumId w:val="1"/>
  </w:num>
  <w:num w:numId="6" w16cid:durableId="1550990180">
    <w:abstractNumId w:val="12"/>
  </w:num>
  <w:num w:numId="7" w16cid:durableId="1100492380">
    <w:abstractNumId w:val="9"/>
  </w:num>
  <w:num w:numId="8" w16cid:durableId="340091198">
    <w:abstractNumId w:val="2"/>
  </w:num>
  <w:num w:numId="9" w16cid:durableId="1356346121">
    <w:abstractNumId w:val="5"/>
  </w:num>
  <w:num w:numId="10" w16cid:durableId="807746048">
    <w:abstractNumId w:val="6"/>
  </w:num>
  <w:num w:numId="11" w16cid:durableId="641273161">
    <w:abstractNumId w:val="7"/>
  </w:num>
  <w:num w:numId="12" w16cid:durableId="944650502">
    <w:abstractNumId w:val="11"/>
  </w:num>
  <w:num w:numId="13" w16cid:durableId="1179197299">
    <w:abstractNumId w:val="9"/>
    <w:lvlOverride w:ilvl="0">
      <w:startOverride w:val="1"/>
    </w:lvlOverride>
  </w:num>
  <w:num w:numId="14" w16cid:durableId="1595356415">
    <w:abstractNumId w:val="9"/>
    <w:lvlOverride w:ilvl="0">
      <w:startOverride w:val="1"/>
    </w:lvlOverride>
  </w:num>
  <w:num w:numId="15" w16cid:durableId="22025118">
    <w:abstractNumId w:val="9"/>
    <w:lvlOverride w:ilvl="0">
      <w:startOverride w:val="1"/>
    </w:lvlOverride>
  </w:num>
  <w:num w:numId="16" w16cid:durableId="893738515">
    <w:abstractNumId w:val="9"/>
    <w:lvlOverride w:ilvl="0">
      <w:startOverride w:val="1"/>
    </w:lvlOverride>
  </w:num>
  <w:num w:numId="17" w16cid:durableId="933707345">
    <w:abstractNumId w:val="9"/>
    <w:lvlOverride w:ilvl="0">
      <w:startOverride w:val="1"/>
    </w:lvlOverride>
  </w:num>
  <w:num w:numId="18" w16cid:durableId="1510750317">
    <w:abstractNumId w:val="9"/>
    <w:lvlOverride w:ilvl="0">
      <w:startOverride w:val="1"/>
    </w:lvlOverride>
  </w:num>
  <w:num w:numId="19" w16cid:durableId="1108085885">
    <w:abstractNumId w:val="9"/>
    <w:lvlOverride w:ilvl="0">
      <w:startOverride w:val="1"/>
    </w:lvlOverride>
  </w:num>
  <w:num w:numId="20" w16cid:durableId="2130204328">
    <w:abstractNumId w:val="9"/>
    <w:lvlOverride w:ilvl="0">
      <w:startOverride w:val="1"/>
    </w:lvlOverride>
  </w:num>
  <w:num w:numId="21" w16cid:durableId="1140271335">
    <w:abstractNumId w:val="12"/>
    <w:lvlOverride w:ilvl="0">
      <w:startOverride w:val="1"/>
    </w:lvlOverride>
  </w:num>
  <w:num w:numId="22" w16cid:durableId="1668090900">
    <w:abstractNumId w:val="9"/>
    <w:lvlOverride w:ilvl="0">
      <w:startOverride w:val="1"/>
    </w:lvlOverride>
  </w:num>
  <w:num w:numId="23" w16cid:durableId="1553038571">
    <w:abstractNumId w:val="12"/>
    <w:lvlOverride w:ilvl="0">
      <w:startOverride w:val="1"/>
    </w:lvlOverride>
  </w:num>
  <w:num w:numId="24" w16cid:durableId="2061242090">
    <w:abstractNumId w:val="9"/>
    <w:lvlOverride w:ilvl="0">
      <w:startOverride w:val="1"/>
    </w:lvlOverride>
  </w:num>
  <w:num w:numId="25" w16cid:durableId="1042438851">
    <w:abstractNumId w:val="9"/>
    <w:lvlOverride w:ilvl="0">
      <w:startOverride w:val="1"/>
    </w:lvlOverride>
  </w:num>
  <w:num w:numId="26" w16cid:durableId="1149589163">
    <w:abstractNumId w:val="12"/>
    <w:lvlOverride w:ilvl="0">
      <w:startOverride w:val="1"/>
    </w:lvlOverride>
  </w:num>
  <w:num w:numId="27" w16cid:durableId="524755231">
    <w:abstractNumId w:val="9"/>
    <w:lvlOverride w:ilvl="0">
      <w:startOverride w:val="1"/>
    </w:lvlOverride>
  </w:num>
  <w:num w:numId="28" w16cid:durableId="903682469">
    <w:abstractNumId w:val="12"/>
    <w:lvlOverride w:ilvl="0">
      <w:startOverride w:val="1"/>
    </w:lvlOverride>
  </w:num>
  <w:num w:numId="29" w16cid:durableId="1358387403">
    <w:abstractNumId w:val="2"/>
    <w:lvlOverride w:ilvl="0">
      <w:startOverride w:val="1"/>
    </w:lvlOverride>
  </w:num>
  <w:num w:numId="30" w16cid:durableId="246034855">
    <w:abstractNumId w:val="12"/>
    <w:lvlOverride w:ilvl="0">
      <w:startOverride w:val="1"/>
    </w:lvlOverride>
  </w:num>
  <w:num w:numId="31" w16cid:durableId="1944146119">
    <w:abstractNumId w:val="2"/>
    <w:lvlOverride w:ilvl="0">
      <w:startOverride w:val="1"/>
    </w:lvlOverride>
  </w:num>
  <w:num w:numId="32" w16cid:durableId="1745032322">
    <w:abstractNumId w:val="2"/>
    <w:lvlOverride w:ilvl="0">
      <w:startOverride w:val="1"/>
    </w:lvlOverride>
  </w:num>
  <w:num w:numId="33" w16cid:durableId="1185245989">
    <w:abstractNumId w:val="9"/>
    <w:lvlOverride w:ilvl="0">
      <w:startOverride w:val="1"/>
    </w:lvlOverride>
  </w:num>
  <w:num w:numId="34" w16cid:durableId="1585801771">
    <w:abstractNumId w:val="9"/>
    <w:lvlOverride w:ilvl="0">
      <w:startOverride w:val="1"/>
    </w:lvlOverride>
  </w:num>
  <w:num w:numId="35" w16cid:durableId="1146778125">
    <w:abstractNumId w:val="9"/>
    <w:lvlOverride w:ilvl="0">
      <w:startOverride w:val="1"/>
    </w:lvlOverride>
  </w:num>
  <w:num w:numId="36" w16cid:durableId="1079138883">
    <w:abstractNumId w:val="12"/>
    <w:lvlOverride w:ilvl="0">
      <w:startOverride w:val="1"/>
    </w:lvlOverride>
  </w:num>
  <w:num w:numId="37" w16cid:durableId="1330787627">
    <w:abstractNumId w:val="12"/>
    <w:lvlOverride w:ilvl="0">
      <w:startOverride w:val="1"/>
    </w:lvlOverride>
  </w:num>
  <w:num w:numId="38" w16cid:durableId="1532645998">
    <w:abstractNumId w:val="9"/>
    <w:lvlOverride w:ilvl="0">
      <w:startOverride w:val="1"/>
    </w:lvlOverride>
  </w:num>
  <w:num w:numId="39" w16cid:durableId="644089353">
    <w:abstractNumId w:val="12"/>
    <w:lvlOverride w:ilvl="0">
      <w:startOverride w:val="1"/>
    </w:lvlOverride>
  </w:num>
  <w:num w:numId="40" w16cid:durableId="628820279">
    <w:abstractNumId w:val="12"/>
    <w:lvlOverride w:ilvl="0">
      <w:startOverride w:val="1"/>
    </w:lvlOverride>
  </w:num>
  <w:num w:numId="41" w16cid:durableId="1272740117">
    <w:abstractNumId w:val="12"/>
    <w:lvlOverride w:ilvl="0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C0"/>
    <w:rsid w:val="000010FA"/>
    <w:rsid w:val="00014556"/>
    <w:rsid w:val="00015CC7"/>
    <w:rsid w:val="00016258"/>
    <w:rsid w:val="00023F1A"/>
    <w:rsid w:val="00026340"/>
    <w:rsid w:val="00026E92"/>
    <w:rsid w:val="00032B62"/>
    <w:rsid w:val="000348ED"/>
    <w:rsid w:val="00034D76"/>
    <w:rsid w:val="00040267"/>
    <w:rsid w:val="000456C8"/>
    <w:rsid w:val="00047547"/>
    <w:rsid w:val="0005073E"/>
    <w:rsid w:val="00053D15"/>
    <w:rsid w:val="00056D0B"/>
    <w:rsid w:val="000579DE"/>
    <w:rsid w:val="000651CF"/>
    <w:rsid w:val="00065350"/>
    <w:rsid w:val="00071310"/>
    <w:rsid w:val="00071817"/>
    <w:rsid w:val="00075FB6"/>
    <w:rsid w:val="000763C9"/>
    <w:rsid w:val="00082017"/>
    <w:rsid w:val="0008257D"/>
    <w:rsid w:val="00097B0F"/>
    <w:rsid w:val="000A18DA"/>
    <w:rsid w:val="000A71CE"/>
    <w:rsid w:val="000A72A1"/>
    <w:rsid w:val="000B0DA6"/>
    <w:rsid w:val="000B1F51"/>
    <w:rsid w:val="000B5062"/>
    <w:rsid w:val="000B610A"/>
    <w:rsid w:val="000C0E39"/>
    <w:rsid w:val="000C1AD6"/>
    <w:rsid w:val="000C2D38"/>
    <w:rsid w:val="000C2FD1"/>
    <w:rsid w:val="000C4131"/>
    <w:rsid w:val="000D121B"/>
    <w:rsid w:val="000D65DE"/>
    <w:rsid w:val="000D7C45"/>
    <w:rsid w:val="000E1DCA"/>
    <w:rsid w:val="000E497E"/>
    <w:rsid w:val="000E4D72"/>
    <w:rsid w:val="000E72E4"/>
    <w:rsid w:val="000F083B"/>
    <w:rsid w:val="000F1BDA"/>
    <w:rsid w:val="000F4C7F"/>
    <w:rsid w:val="00100F44"/>
    <w:rsid w:val="00103716"/>
    <w:rsid w:val="001039F3"/>
    <w:rsid w:val="00107CF5"/>
    <w:rsid w:val="001105DC"/>
    <w:rsid w:val="00111DD6"/>
    <w:rsid w:val="00113512"/>
    <w:rsid w:val="00115CA4"/>
    <w:rsid w:val="0012006B"/>
    <w:rsid w:val="001210A3"/>
    <w:rsid w:val="001247BA"/>
    <w:rsid w:val="00125AE5"/>
    <w:rsid w:val="0013569B"/>
    <w:rsid w:val="00142FFE"/>
    <w:rsid w:val="0015067B"/>
    <w:rsid w:val="00153EAB"/>
    <w:rsid w:val="00154354"/>
    <w:rsid w:val="0015508B"/>
    <w:rsid w:val="00155FF5"/>
    <w:rsid w:val="001576BB"/>
    <w:rsid w:val="0016262F"/>
    <w:rsid w:val="0016276B"/>
    <w:rsid w:val="00170DB1"/>
    <w:rsid w:val="001715BE"/>
    <w:rsid w:val="00175463"/>
    <w:rsid w:val="00175E59"/>
    <w:rsid w:val="00177ED0"/>
    <w:rsid w:val="00183D50"/>
    <w:rsid w:val="00186DB0"/>
    <w:rsid w:val="00191EAD"/>
    <w:rsid w:val="00194A94"/>
    <w:rsid w:val="0019568B"/>
    <w:rsid w:val="00196C9E"/>
    <w:rsid w:val="00196E74"/>
    <w:rsid w:val="00197051"/>
    <w:rsid w:val="001A0401"/>
    <w:rsid w:val="001A0DEB"/>
    <w:rsid w:val="001A1267"/>
    <w:rsid w:val="001A4154"/>
    <w:rsid w:val="001A6BB6"/>
    <w:rsid w:val="001A7E3E"/>
    <w:rsid w:val="001B4AB7"/>
    <w:rsid w:val="001C3493"/>
    <w:rsid w:val="001D001E"/>
    <w:rsid w:val="001D03C4"/>
    <w:rsid w:val="001D154D"/>
    <w:rsid w:val="001D2980"/>
    <w:rsid w:val="001D314A"/>
    <w:rsid w:val="001D44C0"/>
    <w:rsid w:val="001D4C73"/>
    <w:rsid w:val="001D6528"/>
    <w:rsid w:val="001D69C3"/>
    <w:rsid w:val="001E2540"/>
    <w:rsid w:val="001E402B"/>
    <w:rsid w:val="001E7EB9"/>
    <w:rsid w:val="001F0021"/>
    <w:rsid w:val="001F2F64"/>
    <w:rsid w:val="001F3414"/>
    <w:rsid w:val="001F3690"/>
    <w:rsid w:val="001F3C35"/>
    <w:rsid w:val="001F60ED"/>
    <w:rsid w:val="001F6870"/>
    <w:rsid w:val="002023BA"/>
    <w:rsid w:val="002055FF"/>
    <w:rsid w:val="002060BC"/>
    <w:rsid w:val="002106CF"/>
    <w:rsid w:val="00210DC5"/>
    <w:rsid w:val="002112EC"/>
    <w:rsid w:val="0021393E"/>
    <w:rsid w:val="002158D7"/>
    <w:rsid w:val="00216846"/>
    <w:rsid w:val="00220F45"/>
    <w:rsid w:val="002211DA"/>
    <w:rsid w:val="002243F9"/>
    <w:rsid w:val="00226485"/>
    <w:rsid w:val="00226801"/>
    <w:rsid w:val="002268F2"/>
    <w:rsid w:val="00235BF8"/>
    <w:rsid w:val="00240E04"/>
    <w:rsid w:val="0025008F"/>
    <w:rsid w:val="002550D5"/>
    <w:rsid w:val="00255271"/>
    <w:rsid w:val="002614F5"/>
    <w:rsid w:val="002658AB"/>
    <w:rsid w:val="00266F02"/>
    <w:rsid w:val="00270E44"/>
    <w:rsid w:val="0027265E"/>
    <w:rsid w:val="00272943"/>
    <w:rsid w:val="002735A2"/>
    <w:rsid w:val="002748A4"/>
    <w:rsid w:val="0027502B"/>
    <w:rsid w:val="00281871"/>
    <w:rsid w:val="002874EC"/>
    <w:rsid w:val="00295EAA"/>
    <w:rsid w:val="002A57D3"/>
    <w:rsid w:val="002B0F27"/>
    <w:rsid w:val="002B1276"/>
    <w:rsid w:val="002B2502"/>
    <w:rsid w:val="002B2DCD"/>
    <w:rsid w:val="002C0982"/>
    <w:rsid w:val="002C322C"/>
    <w:rsid w:val="002C445A"/>
    <w:rsid w:val="002C54DA"/>
    <w:rsid w:val="002C6591"/>
    <w:rsid w:val="002C763D"/>
    <w:rsid w:val="002D4B75"/>
    <w:rsid w:val="002E03BE"/>
    <w:rsid w:val="002E2005"/>
    <w:rsid w:val="002E5339"/>
    <w:rsid w:val="002F0456"/>
    <w:rsid w:val="002F0DA6"/>
    <w:rsid w:val="002F181E"/>
    <w:rsid w:val="002F5CA0"/>
    <w:rsid w:val="003009F6"/>
    <w:rsid w:val="003046B2"/>
    <w:rsid w:val="003057C0"/>
    <w:rsid w:val="0031531B"/>
    <w:rsid w:val="00315CD2"/>
    <w:rsid w:val="003209CD"/>
    <w:rsid w:val="00324B4F"/>
    <w:rsid w:val="00325B58"/>
    <w:rsid w:val="00327D21"/>
    <w:rsid w:val="00330F81"/>
    <w:rsid w:val="003313E3"/>
    <w:rsid w:val="0033453D"/>
    <w:rsid w:val="00340785"/>
    <w:rsid w:val="00341CCE"/>
    <w:rsid w:val="0034394E"/>
    <w:rsid w:val="00351A93"/>
    <w:rsid w:val="00352CD6"/>
    <w:rsid w:val="00354A4D"/>
    <w:rsid w:val="00354B48"/>
    <w:rsid w:val="00361CC1"/>
    <w:rsid w:val="00364D7A"/>
    <w:rsid w:val="00366CF6"/>
    <w:rsid w:val="0037164B"/>
    <w:rsid w:val="00372662"/>
    <w:rsid w:val="003731E7"/>
    <w:rsid w:val="003733F2"/>
    <w:rsid w:val="003835B3"/>
    <w:rsid w:val="00384236"/>
    <w:rsid w:val="00390D51"/>
    <w:rsid w:val="00394837"/>
    <w:rsid w:val="00396F3B"/>
    <w:rsid w:val="003A0B35"/>
    <w:rsid w:val="003A2F20"/>
    <w:rsid w:val="003A2FC7"/>
    <w:rsid w:val="003A70DC"/>
    <w:rsid w:val="003B278F"/>
    <w:rsid w:val="003B2C4F"/>
    <w:rsid w:val="003B49B3"/>
    <w:rsid w:val="003B6CA4"/>
    <w:rsid w:val="003B6D62"/>
    <w:rsid w:val="003C3481"/>
    <w:rsid w:val="003C68C4"/>
    <w:rsid w:val="003C71C8"/>
    <w:rsid w:val="003D7056"/>
    <w:rsid w:val="003D7B2B"/>
    <w:rsid w:val="003E0300"/>
    <w:rsid w:val="003E17C1"/>
    <w:rsid w:val="003E3008"/>
    <w:rsid w:val="003E7CF5"/>
    <w:rsid w:val="003F08CC"/>
    <w:rsid w:val="003F61ED"/>
    <w:rsid w:val="003F6CDC"/>
    <w:rsid w:val="003F737D"/>
    <w:rsid w:val="00402B21"/>
    <w:rsid w:val="00402E6D"/>
    <w:rsid w:val="00416058"/>
    <w:rsid w:val="0041690D"/>
    <w:rsid w:val="0042072F"/>
    <w:rsid w:val="00430C6E"/>
    <w:rsid w:val="00433EBB"/>
    <w:rsid w:val="00436120"/>
    <w:rsid w:val="00437C53"/>
    <w:rsid w:val="004409E6"/>
    <w:rsid w:val="00443654"/>
    <w:rsid w:val="00443D68"/>
    <w:rsid w:val="00444B54"/>
    <w:rsid w:val="00446B7D"/>
    <w:rsid w:val="00447E4F"/>
    <w:rsid w:val="00450393"/>
    <w:rsid w:val="004514D3"/>
    <w:rsid w:val="00451560"/>
    <w:rsid w:val="00453573"/>
    <w:rsid w:val="00457263"/>
    <w:rsid w:val="00457A02"/>
    <w:rsid w:val="0046270F"/>
    <w:rsid w:val="00467BD9"/>
    <w:rsid w:val="00481E0E"/>
    <w:rsid w:val="00484276"/>
    <w:rsid w:val="00486719"/>
    <w:rsid w:val="00487BA4"/>
    <w:rsid w:val="00492400"/>
    <w:rsid w:val="00493BC1"/>
    <w:rsid w:val="004A14EF"/>
    <w:rsid w:val="004A6E6A"/>
    <w:rsid w:val="004A6E80"/>
    <w:rsid w:val="004A7A97"/>
    <w:rsid w:val="004B18C6"/>
    <w:rsid w:val="004B5BFD"/>
    <w:rsid w:val="004B64A8"/>
    <w:rsid w:val="004B7C27"/>
    <w:rsid w:val="004C40D9"/>
    <w:rsid w:val="004C6AFF"/>
    <w:rsid w:val="004D114C"/>
    <w:rsid w:val="004D28B3"/>
    <w:rsid w:val="004D4758"/>
    <w:rsid w:val="004D6920"/>
    <w:rsid w:val="004E0013"/>
    <w:rsid w:val="004E0631"/>
    <w:rsid w:val="004E0C5E"/>
    <w:rsid w:val="004E4507"/>
    <w:rsid w:val="004E56C8"/>
    <w:rsid w:val="004E575B"/>
    <w:rsid w:val="004E64FD"/>
    <w:rsid w:val="004E7E6D"/>
    <w:rsid w:val="004F524A"/>
    <w:rsid w:val="004F7F7C"/>
    <w:rsid w:val="00501759"/>
    <w:rsid w:val="00504562"/>
    <w:rsid w:val="0051200E"/>
    <w:rsid w:val="00514CC1"/>
    <w:rsid w:val="00516837"/>
    <w:rsid w:val="005170FF"/>
    <w:rsid w:val="005178FC"/>
    <w:rsid w:val="00520466"/>
    <w:rsid w:val="00521CDC"/>
    <w:rsid w:val="00523574"/>
    <w:rsid w:val="005245E8"/>
    <w:rsid w:val="00526163"/>
    <w:rsid w:val="00532699"/>
    <w:rsid w:val="00534F08"/>
    <w:rsid w:val="00535BEE"/>
    <w:rsid w:val="00537F25"/>
    <w:rsid w:val="0054301F"/>
    <w:rsid w:val="00547D44"/>
    <w:rsid w:val="0055065E"/>
    <w:rsid w:val="00557365"/>
    <w:rsid w:val="00561694"/>
    <w:rsid w:val="0056397B"/>
    <w:rsid w:val="00563D76"/>
    <w:rsid w:val="005642A4"/>
    <w:rsid w:val="005658F3"/>
    <w:rsid w:val="0057207C"/>
    <w:rsid w:val="005727C9"/>
    <w:rsid w:val="00576153"/>
    <w:rsid w:val="00585D78"/>
    <w:rsid w:val="00587948"/>
    <w:rsid w:val="00595CB8"/>
    <w:rsid w:val="005B1791"/>
    <w:rsid w:val="005B644A"/>
    <w:rsid w:val="005C0882"/>
    <w:rsid w:val="005C3DC9"/>
    <w:rsid w:val="005C4F10"/>
    <w:rsid w:val="005C743A"/>
    <w:rsid w:val="005C78BB"/>
    <w:rsid w:val="005D00F0"/>
    <w:rsid w:val="005E1DEC"/>
    <w:rsid w:val="005E35A7"/>
    <w:rsid w:val="005E4044"/>
    <w:rsid w:val="005F0DC6"/>
    <w:rsid w:val="005F18DF"/>
    <w:rsid w:val="005F36B3"/>
    <w:rsid w:val="005F49BC"/>
    <w:rsid w:val="006002DC"/>
    <w:rsid w:val="00603DD4"/>
    <w:rsid w:val="006040BE"/>
    <w:rsid w:val="006138FD"/>
    <w:rsid w:val="00615011"/>
    <w:rsid w:val="0061557A"/>
    <w:rsid w:val="00615AE7"/>
    <w:rsid w:val="00616DEC"/>
    <w:rsid w:val="00617FC1"/>
    <w:rsid w:val="00624D13"/>
    <w:rsid w:val="0062694C"/>
    <w:rsid w:val="00630EBE"/>
    <w:rsid w:val="00630F7E"/>
    <w:rsid w:val="006313DF"/>
    <w:rsid w:val="00634323"/>
    <w:rsid w:val="00635B1A"/>
    <w:rsid w:val="00640947"/>
    <w:rsid w:val="00642710"/>
    <w:rsid w:val="00646AF5"/>
    <w:rsid w:val="006539B9"/>
    <w:rsid w:val="0066279A"/>
    <w:rsid w:val="00662D23"/>
    <w:rsid w:val="006636B9"/>
    <w:rsid w:val="0066693F"/>
    <w:rsid w:val="00672A8A"/>
    <w:rsid w:val="00673344"/>
    <w:rsid w:val="00674DB5"/>
    <w:rsid w:val="006752F4"/>
    <w:rsid w:val="00675DFB"/>
    <w:rsid w:val="00677ACE"/>
    <w:rsid w:val="00680976"/>
    <w:rsid w:val="00680F4E"/>
    <w:rsid w:val="00681C77"/>
    <w:rsid w:val="0068379E"/>
    <w:rsid w:val="00686033"/>
    <w:rsid w:val="0068732C"/>
    <w:rsid w:val="00693DEE"/>
    <w:rsid w:val="006A458B"/>
    <w:rsid w:val="006A73D1"/>
    <w:rsid w:val="006B0EA1"/>
    <w:rsid w:val="006B1824"/>
    <w:rsid w:val="006B1FD5"/>
    <w:rsid w:val="006B6243"/>
    <w:rsid w:val="006B6F2A"/>
    <w:rsid w:val="006C07DD"/>
    <w:rsid w:val="006C1111"/>
    <w:rsid w:val="006C3F17"/>
    <w:rsid w:val="006C474C"/>
    <w:rsid w:val="006D1208"/>
    <w:rsid w:val="006D23FC"/>
    <w:rsid w:val="006D35F2"/>
    <w:rsid w:val="006D5352"/>
    <w:rsid w:val="006D591E"/>
    <w:rsid w:val="006D7E84"/>
    <w:rsid w:val="006E7DFD"/>
    <w:rsid w:val="006E7F11"/>
    <w:rsid w:val="006F637E"/>
    <w:rsid w:val="006F75C2"/>
    <w:rsid w:val="006F79C7"/>
    <w:rsid w:val="006F7B91"/>
    <w:rsid w:val="00701AE4"/>
    <w:rsid w:val="00711019"/>
    <w:rsid w:val="007157AA"/>
    <w:rsid w:val="00716107"/>
    <w:rsid w:val="00720C35"/>
    <w:rsid w:val="007227E2"/>
    <w:rsid w:val="0073031D"/>
    <w:rsid w:val="00733F55"/>
    <w:rsid w:val="0074126D"/>
    <w:rsid w:val="00742BD2"/>
    <w:rsid w:val="00746C6F"/>
    <w:rsid w:val="00746D6B"/>
    <w:rsid w:val="00747852"/>
    <w:rsid w:val="0075128A"/>
    <w:rsid w:val="007527CE"/>
    <w:rsid w:val="00763ACD"/>
    <w:rsid w:val="00764418"/>
    <w:rsid w:val="00764BF0"/>
    <w:rsid w:val="0076533F"/>
    <w:rsid w:val="00766A21"/>
    <w:rsid w:val="00766A76"/>
    <w:rsid w:val="0076747E"/>
    <w:rsid w:val="00767AD5"/>
    <w:rsid w:val="0077301E"/>
    <w:rsid w:val="00773A6C"/>
    <w:rsid w:val="00773CA0"/>
    <w:rsid w:val="00775CB8"/>
    <w:rsid w:val="00776DAD"/>
    <w:rsid w:val="00777C86"/>
    <w:rsid w:val="00780306"/>
    <w:rsid w:val="0078455E"/>
    <w:rsid w:val="0079241F"/>
    <w:rsid w:val="0079284E"/>
    <w:rsid w:val="00793396"/>
    <w:rsid w:val="0079393E"/>
    <w:rsid w:val="0079443A"/>
    <w:rsid w:val="00794D65"/>
    <w:rsid w:val="007A2305"/>
    <w:rsid w:val="007A3BC0"/>
    <w:rsid w:val="007A4BF4"/>
    <w:rsid w:val="007A5EC7"/>
    <w:rsid w:val="007A72BC"/>
    <w:rsid w:val="007B1DB8"/>
    <w:rsid w:val="007B34B0"/>
    <w:rsid w:val="007B3C95"/>
    <w:rsid w:val="007B4179"/>
    <w:rsid w:val="007B67A5"/>
    <w:rsid w:val="007B7C6F"/>
    <w:rsid w:val="007C0302"/>
    <w:rsid w:val="007C0DA0"/>
    <w:rsid w:val="007C4D0D"/>
    <w:rsid w:val="007D0C42"/>
    <w:rsid w:val="007D711A"/>
    <w:rsid w:val="007D7982"/>
    <w:rsid w:val="007E1525"/>
    <w:rsid w:val="007E358A"/>
    <w:rsid w:val="007F37DE"/>
    <w:rsid w:val="007F55EB"/>
    <w:rsid w:val="007F6FA0"/>
    <w:rsid w:val="007F73AC"/>
    <w:rsid w:val="00801ACC"/>
    <w:rsid w:val="00801E6C"/>
    <w:rsid w:val="00802A23"/>
    <w:rsid w:val="00804F10"/>
    <w:rsid w:val="00810ECD"/>
    <w:rsid w:val="00813D68"/>
    <w:rsid w:val="00817B94"/>
    <w:rsid w:val="0082430E"/>
    <w:rsid w:val="00825A6F"/>
    <w:rsid w:val="0083091A"/>
    <w:rsid w:val="008313BC"/>
    <w:rsid w:val="00833044"/>
    <w:rsid w:val="008362A4"/>
    <w:rsid w:val="008376A9"/>
    <w:rsid w:val="00840AB6"/>
    <w:rsid w:val="00843B98"/>
    <w:rsid w:val="0084453D"/>
    <w:rsid w:val="00844AF3"/>
    <w:rsid w:val="00845977"/>
    <w:rsid w:val="00847C3C"/>
    <w:rsid w:val="00850721"/>
    <w:rsid w:val="00855636"/>
    <w:rsid w:val="008605EC"/>
    <w:rsid w:val="008630E2"/>
    <w:rsid w:val="00863CF1"/>
    <w:rsid w:val="00864E28"/>
    <w:rsid w:val="00865234"/>
    <w:rsid w:val="008654EF"/>
    <w:rsid w:val="008707E3"/>
    <w:rsid w:val="00873351"/>
    <w:rsid w:val="00885C0F"/>
    <w:rsid w:val="00887281"/>
    <w:rsid w:val="00890DE4"/>
    <w:rsid w:val="00893DB5"/>
    <w:rsid w:val="0089553A"/>
    <w:rsid w:val="008966B1"/>
    <w:rsid w:val="00896D7E"/>
    <w:rsid w:val="008A2627"/>
    <w:rsid w:val="008A2FC2"/>
    <w:rsid w:val="008A3B9D"/>
    <w:rsid w:val="008A6036"/>
    <w:rsid w:val="008B434E"/>
    <w:rsid w:val="008B4EB1"/>
    <w:rsid w:val="008C10D0"/>
    <w:rsid w:val="008C63DF"/>
    <w:rsid w:val="008D1D3F"/>
    <w:rsid w:val="008D43EA"/>
    <w:rsid w:val="008E00BC"/>
    <w:rsid w:val="008E4B33"/>
    <w:rsid w:val="008E5E86"/>
    <w:rsid w:val="008F7FB4"/>
    <w:rsid w:val="00900139"/>
    <w:rsid w:val="00901A85"/>
    <w:rsid w:val="00905128"/>
    <w:rsid w:val="00905C0B"/>
    <w:rsid w:val="0091006A"/>
    <w:rsid w:val="009123E8"/>
    <w:rsid w:val="0091345D"/>
    <w:rsid w:val="00916BAE"/>
    <w:rsid w:val="00924C68"/>
    <w:rsid w:val="00926860"/>
    <w:rsid w:val="00927BBE"/>
    <w:rsid w:val="0093014F"/>
    <w:rsid w:val="00930A82"/>
    <w:rsid w:val="0093122D"/>
    <w:rsid w:val="0094270A"/>
    <w:rsid w:val="0094394F"/>
    <w:rsid w:val="00946425"/>
    <w:rsid w:val="0095154D"/>
    <w:rsid w:val="00951608"/>
    <w:rsid w:val="00951CF8"/>
    <w:rsid w:val="009530BE"/>
    <w:rsid w:val="0095511C"/>
    <w:rsid w:val="00955C32"/>
    <w:rsid w:val="00956692"/>
    <w:rsid w:val="0096028C"/>
    <w:rsid w:val="00960FC8"/>
    <w:rsid w:val="00961E3A"/>
    <w:rsid w:val="00962E4A"/>
    <w:rsid w:val="00964278"/>
    <w:rsid w:val="009714D8"/>
    <w:rsid w:val="00971764"/>
    <w:rsid w:val="00972FB4"/>
    <w:rsid w:val="0097568A"/>
    <w:rsid w:val="00981B41"/>
    <w:rsid w:val="009829D2"/>
    <w:rsid w:val="00983900"/>
    <w:rsid w:val="00985281"/>
    <w:rsid w:val="00985BC2"/>
    <w:rsid w:val="0098714C"/>
    <w:rsid w:val="00987337"/>
    <w:rsid w:val="00990E6B"/>
    <w:rsid w:val="009958CF"/>
    <w:rsid w:val="00996D1A"/>
    <w:rsid w:val="00997951"/>
    <w:rsid w:val="009A5C5C"/>
    <w:rsid w:val="009B55DC"/>
    <w:rsid w:val="009B6A78"/>
    <w:rsid w:val="009C03B7"/>
    <w:rsid w:val="009C3B8E"/>
    <w:rsid w:val="009C4407"/>
    <w:rsid w:val="009C542B"/>
    <w:rsid w:val="009C668D"/>
    <w:rsid w:val="009D4A44"/>
    <w:rsid w:val="009E02D4"/>
    <w:rsid w:val="009E361E"/>
    <w:rsid w:val="009E436D"/>
    <w:rsid w:val="009E7C99"/>
    <w:rsid w:val="00A00227"/>
    <w:rsid w:val="00A04B06"/>
    <w:rsid w:val="00A10116"/>
    <w:rsid w:val="00A13043"/>
    <w:rsid w:val="00A15437"/>
    <w:rsid w:val="00A15F01"/>
    <w:rsid w:val="00A16083"/>
    <w:rsid w:val="00A169B8"/>
    <w:rsid w:val="00A20406"/>
    <w:rsid w:val="00A234D7"/>
    <w:rsid w:val="00A24241"/>
    <w:rsid w:val="00A24996"/>
    <w:rsid w:val="00A3054B"/>
    <w:rsid w:val="00A305CA"/>
    <w:rsid w:val="00A32857"/>
    <w:rsid w:val="00A353B3"/>
    <w:rsid w:val="00A43437"/>
    <w:rsid w:val="00A45B06"/>
    <w:rsid w:val="00A53592"/>
    <w:rsid w:val="00A557A4"/>
    <w:rsid w:val="00A56A9D"/>
    <w:rsid w:val="00A62D49"/>
    <w:rsid w:val="00A63BD5"/>
    <w:rsid w:val="00A666AC"/>
    <w:rsid w:val="00A6760C"/>
    <w:rsid w:val="00A67C35"/>
    <w:rsid w:val="00A70705"/>
    <w:rsid w:val="00A7220C"/>
    <w:rsid w:val="00A723DD"/>
    <w:rsid w:val="00A751A8"/>
    <w:rsid w:val="00A77442"/>
    <w:rsid w:val="00A80068"/>
    <w:rsid w:val="00A8065A"/>
    <w:rsid w:val="00A82561"/>
    <w:rsid w:val="00A82E96"/>
    <w:rsid w:val="00A87F54"/>
    <w:rsid w:val="00A90748"/>
    <w:rsid w:val="00A92BAB"/>
    <w:rsid w:val="00A94AC8"/>
    <w:rsid w:val="00AA2448"/>
    <w:rsid w:val="00AA2868"/>
    <w:rsid w:val="00AA309E"/>
    <w:rsid w:val="00AA48D0"/>
    <w:rsid w:val="00AB110A"/>
    <w:rsid w:val="00AB177E"/>
    <w:rsid w:val="00AB4542"/>
    <w:rsid w:val="00AB4CB4"/>
    <w:rsid w:val="00AB7648"/>
    <w:rsid w:val="00AC1F5D"/>
    <w:rsid w:val="00AC3238"/>
    <w:rsid w:val="00AC5DCF"/>
    <w:rsid w:val="00AD55BE"/>
    <w:rsid w:val="00AD7350"/>
    <w:rsid w:val="00AD7DE9"/>
    <w:rsid w:val="00AE0EA3"/>
    <w:rsid w:val="00AE138A"/>
    <w:rsid w:val="00AF02F6"/>
    <w:rsid w:val="00AF5F7C"/>
    <w:rsid w:val="00B00AC1"/>
    <w:rsid w:val="00B10DB6"/>
    <w:rsid w:val="00B153AC"/>
    <w:rsid w:val="00B15B34"/>
    <w:rsid w:val="00B16F7C"/>
    <w:rsid w:val="00B228ED"/>
    <w:rsid w:val="00B22DF9"/>
    <w:rsid w:val="00B24006"/>
    <w:rsid w:val="00B2682D"/>
    <w:rsid w:val="00B277B6"/>
    <w:rsid w:val="00B32AD9"/>
    <w:rsid w:val="00B36897"/>
    <w:rsid w:val="00B4192D"/>
    <w:rsid w:val="00B52D6A"/>
    <w:rsid w:val="00B57512"/>
    <w:rsid w:val="00B6000E"/>
    <w:rsid w:val="00B65A13"/>
    <w:rsid w:val="00B67616"/>
    <w:rsid w:val="00B67846"/>
    <w:rsid w:val="00B702B3"/>
    <w:rsid w:val="00B708FE"/>
    <w:rsid w:val="00B73D43"/>
    <w:rsid w:val="00B756C1"/>
    <w:rsid w:val="00B7608F"/>
    <w:rsid w:val="00B812D2"/>
    <w:rsid w:val="00B85397"/>
    <w:rsid w:val="00B9043F"/>
    <w:rsid w:val="00B91079"/>
    <w:rsid w:val="00B94FFF"/>
    <w:rsid w:val="00B953C7"/>
    <w:rsid w:val="00B95D9D"/>
    <w:rsid w:val="00B96804"/>
    <w:rsid w:val="00B978E2"/>
    <w:rsid w:val="00BA08D9"/>
    <w:rsid w:val="00BA1893"/>
    <w:rsid w:val="00BA68D7"/>
    <w:rsid w:val="00BA6F57"/>
    <w:rsid w:val="00BB3276"/>
    <w:rsid w:val="00BB3329"/>
    <w:rsid w:val="00BC0AB0"/>
    <w:rsid w:val="00BC1F39"/>
    <w:rsid w:val="00BC4E3D"/>
    <w:rsid w:val="00BC71C0"/>
    <w:rsid w:val="00BD051F"/>
    <w:rsid w:val="00BD05B5"/>
    <w:rsid w:val="00BD0B10"/>
    <w:rsid w:val="00BD22C1"/>
    <w:rsid w:val="00BD3338"/>
    <w:rsid w:val="00BD4937"/>
    <w:rsid w:val="00BD6CF8"/>
    <w:rsid w:val="00BE223D"/>
    <w:rsid w:val="00BE310F"/>
    <w:rsid w:val="00BE39F6"/>
    <w:rsid w:val="00BE6073"/>
    <w:rsid w:val="00BF147F"/>
    <w:rsid w:val="00BF44D4"/>
    <w:rsid w:val="00BF46CD"/>
    <w:rsid w:val="00BF5372"/>
    <w:rsid w:val="00BF61BE"/>
    <w:rsid w:val="00BF6452"/>
    <w:rsid w:val="00C01C1E"/>
    <w:rsid w:val="00C023D2"/>
    <w:rsid w:val="00C0293B"/>
    <w:rsid w:val="00C052CD"/>
    <w:rsid w:val="00C06FD4"/>
    <w:rsid w:val="00C07127"/>
    <w:rsid w:val="00C076D0"/>
    <w:rsid w:val="00C10D8F"/>
    <w:rsid w:val="00C1183C"/>
    <w:rsid w:val="00C11AA3"/>
    <w:rsid w:val="00C11F09"/>
    <w:rsid w:val="00C16238"/>
    <w:rsid w:val="00C17834"/>
    <w:rsid w:val="00C17AB8"/>
    <w:rsid w:val="00C262F4"/>
    <w:rsid w:val="00C31AC7"/>
    <w:rsid w:val="00C32313"/>
    <w:rsid w:val="00C33324"/>
    <w:rsid w:val="00C35E10"/>
    <w:rsid w:val="00C51BDC"/>
    <w:rsid w:val="00C51BEC"/>
    <w:rsid w:val="00C51CDF"/>
    <w:rsid w:val="00C5543D"/>
    <w:rsid w:val="00C55645"/>
    <w:rsid w:val="00C631C8"/>
    <w:rsid w:val="00C645DF"/>
    <w:rsid w:val="00C6769D"/>
    <w:rsid w:val="00C728F5"/>
    <w:rsid w:val="00C7499E"/>
    <w:rsid w:val="00C84FE8"/>
    <w:rsid w:val="00C86109"/>
    <w:rsid w:val="00C92742"/>
    <w:rsid w:val="00C96FC8"/>
    <w:rsid w:val="00C97171"/>
    <w:rsid w:val="00C97341"/>
    <w:rsid w:val="00CA6F33"/>
    <w:rsid w:val="00CB3E01"/>
    <w:rsid w:val="00CB4E1D"/>
    <w:rsid w:val="00CC01FC"/>
    <w:rsid w:val="00CC2D15"/>
    <w:rsid w:val="00CC3587"/>
    <w:rsid w:val="00CC4425"/>
    <w:rsid w:val="00CD027F"/>
    <w:rsid w:val="00CD1730"/>
    <w:rsid w:val="00CD279F"/>
    <w:rsid w:val="00CD34A9"/>
    <w:rsid w:val="00CD5D41"/>
    <w:rsid w:val="00CE3133"/>
    <w:rsid w:val="00CE6598"/>
    <w:rsid w:val="00CE6C1C"/>
    <w:rsid w:val="00CE7F3D"/>
    <w:rsid w:val="00CF007D"/>
    <w:rsid w:val="00CF08BE"/>
    <w:rsid w:val="00CF171E"/>
    <w:rsid w:val="00CF2EF1"/>
    <w:rsid w:val="00D0198C"/>
    <w:rsid w:val="00D03144"/>
    <w:rsid w:val="00D04231"/>
    <w:rsid w:val="00D07CE1"/>
    <w:rsid w:val="00D1052B"/>
    <w:rsid w:val="00D10C70"/>
    <w:rsid w:val="00D11EB8"/>
    <w:rsid w:val="00D12544"/>
    <w:rsid w:val="00D23FC0"/>
    <w:rsid w:val="00D27E78"/>
    <w:rsid w:val="00D32FA6"/>
    <w:rsid w:val="00D40E34"/>
    <w:rsid w:val="00D42409"/>
    <w:rsid w:val="00D44CD1"/>
    <w:rsid w:val="00D50FC1"/>
    <w:rsid w:val="00D55923"/>
    <w:rsid w:val="00D56F3E"/>
    <w:rsid w:val="00D62153"/>
    <w:rsid w:val="00D6370E"/>
    <w:rsid w:val="00D667E8"/>
    <w:rsid w:val="00D67459"/>
    <w:rsid w:val="00D73243"/>
    <w:rsid w:val="00D7558D"/>
    <w:rsid w:val="00D75B22"/>
    <w:rsid w:val="00D75B80"/>
    <w:rsid w:val="00D80B41"/>
    <w:rsid w:val="00D82639"/>
    <w:rsid w:val="00D84A38"/>
    <w:rsid w:val="00D90AFE"/>
    <w:rsid w:val="00D91986"/>
    <w:rsid w:val="00D91A7B"/>
    <w:rsid w:val="00D92900"/>
    <w:rsid w:val="00D972F8"/>
    <w:rsid w:val="00DA0804"/>
    <w:rsid w:val="00DA18FA"/>
    <w:rsid w:val="00DA31F8"/>
    <w:rsid w:val="00DA41B7"/>
    <w:rsid w:val="00DA49A1"/>
    <w:rsid w:val="00DA5656"/>
    <w:rsid w:val="00DA77A9"/>
    <w:rsid w:val="00DA7E36"/>
    <w:rsid w:val="00DB0202"/>
    <w:rsid w:val="00DB055C"/>
    <w:rsid w:val="00DB3FA7"/>
    <w:rsid w:val="00DB4ADB"/>
    <w:rsid w:val="00DB4CC0"/>
    <w:rsid w:val="00DB57AA"/>
    <w:rsid w:val="00DC05AE"/>
    <w:rsid w:val="00DC24F9"/>
    <w:rsid w:val="00DC5D75"/>
    <w:rsid w:val="00DD1AFC"/>
    <w:rsid w:val="00DD76E3"/>
    <w:rsid w:val="00DD79E8"/>
    <w:rsid w:val="00DD7C12"/>
    <w:rsid w:val="00DE04CB"/>
    <w:rsid w:val="00DE0502"/>
    <w:rsid w:val="00DE5074"/>
    <w:rsid w:val="00DE5DCB"/>
    <w:rsid w:val="00DE633F"/>
    <w:rsid w:val="00DF0182"/>
    <w:rsid w:val="00DF26B8"/>
    <w:rsid w:val="00DF76A5"/>
    <w:rsid w:val="00E04912"/>
    <w:rsid w:val="00E106D8"/>
    <w:rsid w:val="00E2051A"/>
    <w:rsid w:val="00E2700A"/>
    <w:rsid w:val="00E31555"/>
    <w:rsid w:val="00E344B0"/>
    <w:rsid w:val="00E4410B"/>
    <w:rsid w:val="00E445E9"/>
    <w:rsid w:val="00E448FF"/>
    <w:rsid w:val="00E44B38"/>
    <w:rsid w:val="00E47C84"/>
    <w:rsid w:val="00E52EC7"/>
    <w:rsid w:val="00E54872"/>
    <w:rsid w:val="00E5555E"/>
    <w:rsid w:val="00E56327"/>
    <w:rsid w:val="00E57FD7"/>
    <w:rsid w:val="00E70578"/>
    <w:rsid w:val="00E71D49"/>
    <w:rsid w:val="00E7236A"/>
    <w:rsid w:val="00E776F6"/>
    <w:rsid w:val="00E82F5D"/>
    <w:rsid w:val="00E84D0D"/>
    <w:rsid w:val="00E85ECC"/>
    <w:rsid w:val="00E92804"/>
    <w:rsid w:val="00EA232C"/>
    <w:rsid w:val="00EA2758"/>
    <w:rsid w:val="00EA477D"/>
    <w:rsid w:val="00EA48E4"/>
    <w:rsid w:val="00EA491F"/>
    <w:rsid w:val="00EA4AF4"/>
    <w:rsid w:val="00EA5444"/>
    <w:rsid w:val="00EA5A54"/>
    <w:rsid w:val="00EA5E50"/>
    <w:rsid w:val="00EA724A"/>
    <w:rsid w:val="00EB314C"/>
    <w:rsid w:val="00EC23A8"/>
    <w:rsid w:val="00EC30F7"/>
    <w:rsid w:val="00EC5716"/>
    <w:rsid w:val="00ED35C8"/>
    <w:rsid w:val="00EE0464"/>
    <w:rsid w:val="00EE6480"/>
    <w:rsid w:val="00EE6E29"/>
    <w:rsid w:val="00EE7DA1"/>
    <w:rsid w:val="00EE7EA5"/>
    <w:rsid w:val="00EF08C2"/>
    <w:rsid w:val="00EF3EF9"/>
    <w:rsid w:val="00EF7D16"/>
    <w:rsid w:val="00F0260A"/>
    <w:rsid w:val="00F03912"/>
    <w:rsid w:val="00F042AE"/>
    <w:rsid w:val="00F05F09"/>
    <w:rsid w:val="00F16771"/>
    <w:rsid w:val="00F21A7F"/>
    <w:rsid w:val="00F21F9D"/>
    <w:rsid w:val="00F25D21"/>
    <w:rsid w:val="00F3419C"/>
    <w:rsid w:val="00F34660"/>
    <w:rsid w:val="00F3545A"/>
    <w:rsid w:val="00F35EB4"/>
    <w:rsid w:val="00F4141D"/>
    <w:rsid w:val="00F4328E"/>
    <w:rsid w:val="00F44CF1"/>
    <w:rsid w:val="00F46412"/>
    <w:rsid w:val="00F5200F"/>
    <w:rsid w:val="00F6054C"/>
    <w:rsid w:val="00F61F63"/>
    <w:rsid w:val="00F65291"/>
    <w:rsid w:val="00F66BEE"/>
    <w:rsid w:val="00F701AC"/>
    <w:rsid w:val="00F70B96"/>
    <w:rsid w:val="00F71AB9"/>
    <w:rsid w:val="00F7380F"/>
    <w:rsid w:val="00F77F26"/>
    <w:rsid w:val="00F81698"/>
    <w:rsid w:val="00F816D5"/>
    <w:rsid w:val="00F821FE"/>
    <w:rsid w:val="00F8220B"/>
    <w:rsid w:val="00F86725"/>
    <w:rsid w:val="00F879D7"/>
    <w:rsid w:val="00F93C67"/>
    <w:rsid w:val="00F95FB9"/>
    <w:rsid w:val="00FA096B"/>
    <w:rsid w:val="00FA27B8"/>
    <w:rsid w:val="00FB09C5"/>
    <w:rsid w:val="00FB1931"/>
    <w:rsid w:val="00FB5305"/>
    <w:rsid w:val="00FC1008"/>
    <w:rsid w:val="00FC4786"/>
    <w:rsid w:val="00FC5A2F"/>
    <w:rsid w:val="00FD039A"/>
    <w:rsid w:val="00FD356A"/>
    <w:rsid w:val="00FD429A"/>
    <w:rsid w:val="00FE3127"/>
    <w:rsid w:val="00FE38CC"/>
    <w:rsid w:val="00FE4172"/>
    <w:rsid w:val="00FE7135"/>
    <w:rsid w:val="00FE7795"/>
    <w:rsid w:val="00FF42A1"/>
    <w:rsid w:val="00FF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4FC94"/>
  <w15:docId w15:val="{5D027032-F248-4091-8F49-7C2D8064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DD4"/>
    <w:pPr>
      <w:jc w:val="both"/>
    </w:pPr>
    <w:rPr>
      <w:rFonts w:ascii="Source Sans Pro" w:hAnsi="Source Sans Pro" w:cs="Tahoma"/>
    </w:rPr>
  </w:style>
  <w:style w:type="paragraph" w:styleId="Ttulo1">
    <w:name w:val="heading 1"/>
    <w:basedOn w:val="Normal"/>
    <w:next w:val="Normal"/>
    <w:link w:val="Ttulo1Carter"/>
    <w:autoRedefine/>
    <w:uiPriority w:val="9"/>
    <w:qFormat/>
    <w:rsid w:val="000D121B"/>
    <w:pPr>
      <w:keepNext/>
      <w:keepLines/>
      <w:numPr>
        <w:numId w:val="1"/>
      </w:numPr>
      <w:spacing w:before="360" w:after="120"/>
      <w:ind w:left="357" w:hanging="357"/>
      <w:jc w:val="center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Ttulo2">
    <w:name w:val="heading 2"/>
    <w:basedOn w:val="Normal"/>
    <w:next w:val="Normal"/>
    <w:link w:val="Ttulo2Carter"/>
    <w:autoRedefine/>
    <w:uiPriority w:val="9"/>
    <w:unhideWhenUsed/>
    <w:qFormat/>
    <w:rsid w:val="00A13043"/>
    <w:pPr>
      <w:keepNext/>
      <w:keepLines/>
      <w:numPr>
        <w:numId w:val="2"/>
      </w:numPr>
      <w:spacing w:before="360" w:after="120"/>
      <w:ind w:left="357" w:hanging="357"/>
      <w:jc w:val="center"/>
      <w:outlineLvl w:val="1"/>
    </w:pPr>
    <w:rPr>
      <w:rFonts w:eastAsiaTheme="majorEastAsi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ter"/>
    <w:autoRedefine/>
    <w:uiPriority w:val="9"/>
    <w:unhideWhenUsed/>
    <w:qFormat/>
    <w:rsid w:val="00813D68"/>
    <w:pPr>
      <w:keepNext/>
      <w:keepLines/>
      <w:numPr>
        <w:numId w:val="3"/>
      </w:numPr>
      <w:spacing w:before="240" w:after="120"/>
      <w:ind w:left="714" w:hanging="357"/>
      <w:jc w:val="center"/>
      <w:outlineLvl w:val="2"/>
    </w:pPr>
    <w:rPr>
      <w:rFonts w:eastAsiaTheme="majorEastAsia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ter"/>
    <w:autoRedefine/>
    <w:uiPriority w:val="9"/>
    <w:unhideWhenUsed/>
    <w:qFormat/>
    <w:rsid w:val="002C54DA"/>
    <w:pPr>
      <w:keepNext/>
      <w:keepLines/>
      <w:numPr>
        <w:numId w:val="4"/>
      </w:numPr>
      <w:spacing w:before="40" w:after="0"/>
      <w:jc w:val="center"/>
      <w:outlineLvl w:val="3"/>
    </w:pPr>
    <w:rPr>
      <w:rFonts w:eastAsiaTheme="majorEastAsia" w:cstheme="majorBidi"/>
      <w:b/>
      <w:iCs/>
    </w:rPr>
  </w:style>
  <w:style w:type="paragraph" w:styleId="Ttulo5">
    <w:name w:val="heading 5"/>
    <w:basedOn w:val="Normal"/>
    <w:next w:val="Normal"/>
    <w:link w:val="Ttulo5Carter"/>
    <w:autoRedefine/>
    <w:uiPriority w:val="9"/>
    <w:unhideWhenUsed/>
    <w:qFormat/>
    <w:rsid w:val="00EA724A"/>
    <w:pPr>
      <w:keepNext/>
      <w:keepLines/>
      <w:numPr>
        <w:numId w:val="5"/>
      </w:numPr>
      <w:spacing w:before="360" w:after="120"/>
      <w:ind w:left="0" w:firstLine="567"/>
      <w:jc w:val="center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ter"/>
    <w:uiPriority w:val="9"/>
    <w:unhideWhenUsed/>
    <w:qFormat/>
    <w:rsid w:val="006D591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6D591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6D591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6D591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arter"/>
    <w:unhideWhenUsed/>
    <w:rsid w:val="00443654"/>
    <w:pPr>
      <w:spacing w:after="0" w:line="240" w:lineRule="auto"/>
    </w:pPr>
    <w:rPr>
      <w:rFonts w:ascii="Times New Roman" w:eastAsia="Times New Roman" w:hAnsi="Times New Roman" w:cs="Times New Roman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rsid w:val="00443654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4365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4365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443654"/>
    <w:pPr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44CF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44CF1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F3545A"/>
    <w:rPr>
      <w:color w:val="0000FF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327D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27D21"/>
  </w:style>
  <w:style w:type="paragraph" w:styleId="Rodap">
    <w:name w:val="footer"/>
    <w:basedOn w:val="Normal"/>
    <w:link w:val="RodapCarter"/>
    <w:autoRedefine/>
    <w:uiPriority w:val="99"/>
    <w:unhideWhenUsed/>
    <w:rsid w:val="00B73D43"/>
    <w:pPr>
      <w:tabs>
        <w:tab w:val="center" w:pos="4252"/>
        <w:tab w:val="right" w:pos="8504"/>
      </w:tabs>
      <w:spacing w:after="0" w:line="240" w:lineRule="auto"/>
      <w:jc w:val="center"/>
    </w:pPr>
    <w:rPr>
      <w:sz w:val="18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73D43"/>
    <w:rPr>
      <w:rFonts w:ascii="Source Sans Pro" w:hAnsi="Source Sans Pro" w:cs="Tahoma"/>
      <w:sz w:val="18"/>
    </w:rPr>
  </w:style>
  <w:style w:type="table" w:styleId="TabelacomGrelha">
    <w:name w:val="Table Grid"/>
    <w:basedOn w:val="Tabelanormal"/>
    <w:uiPriority w:val="59"/>
    <w:unhideWhenUsed/>
    <w:rsid w:val="002C0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0D121B"/>
    <w:rPr>
      <w:rFonts w:ascii="Source Sans Pro" w:eastAsiaTheme="majorEastAsia" w:hAnsi="Source Sans Pro" w:cstheme="majorBidi"/>
      <w:b/>
      <w:smallCaps/>
      <w:sz w:val="28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A13043"/>
    <w:rPr>
      <w:rFonts w:ascii="Source Sans Pro" w:eastAsiaTheme="majorEastAsia" w:hAnsi="Source Sans Pro" w:cstheme="majorBidi"/>
      <w:b/>
      <w:sz w:val="24"/>
      <w:szCs w:val="2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813D68"/>
    <w:rPr>
      <w:rFonts w:ascii="Source Sans Pro" w:eastAsiaTheme="majorEastAsia" w:hAnsi="Source Sans Pro" w:cstheme="majorBidi"/>
      <w:b/>
      <w:sz w:val="24"/>
      <w:szCs w:val="24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2C54DA"/>
    <w:rPr>
      <w:rFonts w:ascii="Source Sans Pro" w:eastAsiaTheme="majorEastAsia" w:hAnsi="Source Sans Pro" w:cstheme="majorBidi"/>
      <w:b/>
      <w:iCs/>
    </w:rPr>
  </w:style>
  <w:style w:type="character" w:customStyle="1" w:styleId="Ttulo5Carter">
    <w:name w:val="Título 5 Caráter"/>
    <w:basedOn w:val="Tipodeletrapredefinidodopargrafo"/>
    <w:link w:val="Ttulo5"/>
    <w:uiPriority w:val="9"/>
    <w:rsid w:val="00EA724A"/>
    <w:rPr>
      <w:rFonts w:ascii="Source Sans Pro" w:eastAsiaTheme="majorEastAsia" w:hAnsi="Source Sans Pro" w:cstheme="majorBidi"/>
      <w:b/>
    </w:rPr>
  </w:style>
  <w:style w:type="character" w:customStyle="1" w:styleId="Ttulo6Carter">
    <w:name w:val="Título 6 Caráter"/>
    <w:basedOn w:val="Tipodeletrapredefinidodopargrafo"/>
    <w:link w:val="Ttulo6"/>
    <w:uiPriority w:val="9"/>
    <w:rsid w:val="006D59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6D59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6D59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6D59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rio">
    <w:name w:val="annotation reference"/>
    <w:basedOn w:val="Tipodeletrapredefinidodopargrafo"/>
    <w:unhideWhenUsed/>
    <w:rsid w:val="0083091A"/>
    <w:rPr>
      <w:sz w:val="16"/>
      <w:szCs w:val="16"/>
    </w:rPr>
  </w:style>
  <w:style w:type="paragraph" w:customStyle="1" w:styleId="Default">
    <w:name w:val="Default"/>
    <w:qFormat/>
    <w:rsid w:val="00142FF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t-PT"/>
    </w:rPr>
  </w:style>
  <w:style w:type="paragraph" w:styleId="Lista">
    <w:name w:val="List"/>
    <w:basedOn w:val="Normal"/>
    <w:rsid w:val="00142FF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A49A1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arter1"/>
    <w:rsid w:val="002C763D"/>
    <w:pPr>
      <w:spacing w:after="0" w:line="360" w:lineRule="auto"/>
      <w:ind w:right="-147"/>
    </w:pPr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orpodetextoCarter">
    <w:name w:val="Corpo de texto Caráter"/>
    <w:basedOn w:val="Tipodeletrapredefinidodopargrafo"/>
    <w:uiPriority w:val="99"/>
    <w:semiHidden/>
    <w:rsid w:val="002C763D"/>
    <w:rPr>
      <w:rFonts w:ascii="Source Sans Pro" w:hAnsi="Source Sans Pro" w:cs="Tahoma"/>
    </w:rPr>
  </w:style>
  <w:style w:type="character" w:customStyle="1" w:styleId="CorpodetextoCarter1">
    <w:name w:val="Corpo de texto Caráter1"/>
    <w:link w:val="Corpodetexto"/>
    <w:rsid w:val="002C763D"/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abealhoCarcter">
    <w:name w:val="Cabeçalho Carácter"/>
    <w:basedOn w:val="Tipodeletrapredefinidodopargrafo"/>
    <w:rsid w:val="00890DE4"/>
  </w:style>
  <w:style w:type="paragraph" w:styleId="NormalWeb">
    <w:name w:val="Normal (Web)"/>
    <w:basedOn w:val="Normal"/>
    <w:uiPriority w:val="99"/>
    <w:unhideWhenUsed/>
    <w:rsid w:val="00D23FC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apple-converted-space">
    <w:name w:val="apple-converted-space"/>
    <w:rsid w:val="00D23FC0"/>
  </w:style>
  <w:style w:type="paragraph" w:styleId="Cabealhodondice">
    <w:name w:val="TOC Heading"/>
    <w:basedOn w:val="Ttulo1"/>
    <w:next w:val="Normal"/>
    <w:autoRedefine/>
    <w:uiPriority w:val="39"/>
    <w:unhideWhenUsed/>
    <w:qFormat/>
    <w:rsid w:val="00521CDC"/>
    <w:pPr>
      <w:numPr>
        <w:numId w:val="0"/>
      </w:numPr>
      <w:spacing w:before="240" w:after="0" w:line="259" w:lineRule="auto"/>
      <w:jc w:val="left"/>
      <w:outlineLvl w:val="9"/>
    </w:pPr>
    <w:rPr>
      <w:b w:val="0"/>
      <w:smallCaps w:val="0"/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46270F"/>
    <w:pPr>
      <w:tabs>
        <w:tab w:val="left" w:pos="660"/>
        <w:tab w:val="right" w:leader="dot" w:pos="9627"/>
      </w:tabs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unhideWhenUsed/>
    <w:rsid w:val="00780306"/>
    <w:pPr>
      <w:spacing w:after="0"/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unhideWhenUsed/>
    <w:rsid w:val="00780306"/>
    <w:pPr>
      <w:spacing w:after="0"/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ndice4">
    <w:name w:val="toc 4"/>
    <w:basedOn w:val="Normal"/>
    <w:next w:val="Normal"/>
    <w:autoRedefine/>
    <w:uiPriority w:val="39"/>
    <w:unhideWhenUsed/>
    <w:rsid w:val="00780306"/>
    <w:pPr>
      <w:spacing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ndice6">
    <w:name w:val="toc 6"/>
    <w:basedOn w:val="Normal"/>
    <w:next w:val="Normal"/>
    <w:autoRedefine/>
    <w:uiPriority w:val="39"/>
    <w:unhideWhenUsed/>
    <w:rsid w:val="002C54DA"/>
    <w:pPr>
      <w:spacing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ndice5">
    <w:name w:val="toc 5"/>
    <w:basedOn w:val="Normal"/>
    <w:next w:val="Normal"/>
    <w:autoRedefine/>
    <w:uiPriority w:val="39"/>
    <w:unhideWhenUsed/>
    <w:rsid w:val="00780306"/>
    <w:pPr>
      <w:spacing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Lista-Nvel1">
    <w:name w:val="Lista - Nível 1"/>
    <w:next w:val="Normal"/>
    <w:autoRedefine/>
    <w:qFormat/>
    <w:rsid w:val="006A458B"/>
    <w:pPr>
      <w:numPr>
        <w:numId w:val="7"/>
      </w:numPr>
      <w:jc w:val="both"/>
    </w:pPr>
    <w:rPr>
      <w:rFonts w:ascii="Source Sans Pro" w:hAnsi="Source Sans Pro" w:cs="Tahoma"/>
    </w:rPr>
  </w:style>
  <w:style w:type="paragraph" w:customStyle="1" w:styleId="Lista-Nvel2">
    <w:name w:val="Lista - Nível 2"/>
    <w:basedOn w:val="Lista-Nvel1"/>
    <w:autoRedefine/>
    <w:qFormat/>
    <w:rsid w:val="00450393"/>
    <w:pPr>
      <w:numPr>
        <w:numId w:val="6"/>
      </w:numPr>
      <w:spacing w:before="120" w:after="120"/>
    </w:pPr>
  </w:style>
  <w:style w:type="paragraph" w:customStyle="1" w:styleId="Lista-Nvel3">
    <w:name w:val="Lista - Nível 3"/>
    <w:basedOn w:val="Lista-Nvel2"/>
    <w:autoRedefine/>
    <w:qFormat/>
    <w:rsid w:val="009E361E"/>
    <w:pPr>
      <w:numPr>
        <w:numId w:val="8"/>
      </w:numPr>
    </w:pPr>
  </w:style>
  <w:style w:type="paragraph" w:styleId="PargrafodaLista">
    <w:name w:val="List Paragraph"/>
    <w:aliases w:val="Lista 1"/>
    <w:basedOn w:val="Normal"/>
    <w:link w:val="PargrafodaListaCarter"/>
    <w:uiPriority w:val="34"/>
    <w:qFormat/>
    <w:rsid w:val="00F821FE"/>
    <w:pPr>
      <w:ind w:left="720"/>
      <w:contextualSpacing/>
    </w:pPr>
  </w:style>
  <w:style w:type="character" w:customStyle="1" w:styleId="PargrafodaListaCarter">
    <w:name w:val="Parágrafo da Lista Caráter"/>
    <w:aliases w:val="Lista 1 Caráter"/>
    <w:link w:val="PargrafodaLista"/>
    <w:uiPriority w:val="34"/>
    <w:qFormat/>
    <w:locked/>
    <w:rsid w:val="00F821FE"/>
    <w:rPr>
      <w:rFonts w:ascii="Source Sans Pro" w:hAnsi="Source Sans Pro" w:cs="Tahoma"/>
    </w:rPr>
  </w:style>
  <w:style w:type="paragraph" w:styleId="Textodenotaderodap">
    <w:name w:val="footnote text"/>
    <w:basedOn w:val="Normal"/>
    <w:link w:val="TextodenotaderodapCarter"/>
    <w:semiHidden/>
    <w:rsid w:val="00F821FE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F821FE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semiHidden/>
    <w:rsid w:val="00F821FE"/>
    <w:rPr>
      <w:position w:val="6"/>
      <w:sz w:val="16"/>
      <w:szCs w:val="16"/>
    </w:rPr>
  </w:style>
  <w:style w:type="paragraph" w:customStyle="1" w:styleId="Ttulo21">
    <w:name w:val="Título 21"/>
    <w:basedOn w:val="Normal"/>
    <w:next w:val="Normal"/>
    <w:autoRedefine/>
    <w:qFormat/>
    <w:rsid w:val="00341CCE"/>
    <w:pPr>
      <w:keepNext/>
      <w:numPr>
        <w:numId w:val="9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bCs/>
    </w:rPr>
  </w:style>
  <w:style w:type="paragraph" w:styleId="Avanodecorpodetexto">
    <w:name w:val="Body Text Indent"/>
    <w:basedOn w:val="Normal"/>
    <w:link w:val="AvanodecorpodetextoCarter"/>
    <w:uiPriority w:val="99"/>
    <w:semiHidden/>
    <w:unhideWhenUsed/>
    <w:rsid w:val="00DD79E8"/>
    <w:pPr>
      <w:spacing w:after="120"/>
      <w:ind w:left="283"/>
    </w:pPr>
  </w:style>
  <w:style w:type="character" w:customStyle="1" w:styleId="AvanodecorpodetextoCarter">
    <w:name w:val="Avanço de corpo de texto Caráter"/>
    <w:basedOn w:val="Tipodeletrapredefinidodopargrafo"/>
    <w:link w:val="Avanodecorpodetexto"/>
    <w:uiPriority w:val="99"/>
    <w:semiHidden/>
    <w:rsid w:val="00DD79E8"/>
    <w:rPr>
      <w:rFonts w:ascii="Source Sans Pro" w:hAnsi="Source Sans Pro" w:cs="Tahoma"/>
    </w:rPr>
  </w:style>
  <w:style w:type="paragraph" w:customStyle="1" w:styleId="Clusula">
    <w:name w:val="Cláusula"/>
    <w:basedOn w:val="Ttulo5"/>
    <w:next w:val="Normal"/>
    <w:autoRedefine/>
    <w:qFormat/>
    <w:rsid w:val="00C10D8F"/>
    <w:pPr>
      <w:numPr>
        <w:numId w:val="10"/>
      </w:numPr>
      <w:ind w:left="0" w:firstLine="0"/>
    </w:pPr>
    <w:rPr>
      <w:rFonts w:eastAsia="Times New Roman"/>
      <w:lang w:eastAsia="pt-PT"/>
    </w:rPr>
  </w:style>
  <w:style w:type="paragraph" w:styleId="Ttulo">
    <w:name w:val="Title"/>
    <w:basedOn w:val="Normal"/>
    <w:next w:val="Normal"/>
    <w:link w:val="TtuloCarter"/>
    <w:autoRedefine/>
    <w:uiPriority w:val="10"/>
    <w:qFormat/>
    <w:rsid w:val="0091006A"/>
    <w:pPr>
      <w:spacing w:after="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1006A"/>
    <w:rPr>
      <w:rFonts w:ascii="Source Sans Pro" w:eastAsiaTheme="majorEastAsia" w:hAnsi="Source Sans Pro" w:cstheme="majorBidi"/>
      <w:b/>
      <w:spacing w:val="-10"/>
      <w:kern w:val="28"/>
      <w:sz w:val="28"/>
      <w:szCs w:val="56"/>
    </w:rPr>
  </w:style>
  <w:style w:type="paragraph" w:customStyle="1" w:styleId="Ttulo50">
    <w:name w:val="Título 5_"/>
    <w:basedOn w:val="Ttulo5"/>
    <w:autoRedefine/>
    <w:qFormat/>
    <w:rsid w:val="001F3414"/>
    <w:pPr>
      <w:numPr>
        <w:numId w:val="11"/>
      </w:numPr>
    </w:pPr>
  </w:style>
  <w:style w:type="paragraph" w:styleId="ndice7">
    <w:name w:val="toc 7"/>
    <w:basedOn w:val="Normal"/>
    <w:next w:val="Normal"/>
    <w:autoRedefine/>
    <w:uiPriority w:val="39"/>
    <w:unhideWhenUsed/>
    <w:rsid w:val="003C71C8"/>
    <w:pPr>
      <w:spacing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dice8">
    <w:name w:val="toc 8"/>
    <w:basedOn w:val="Normal"/>
    <w:next w:val="Normal"/>
    <w:autoRedefine/>
    <w:uiPriority w:val="39"/>
    <w:unhideWhenUsed/>
    <w:rsid w:val="003C71C8"/>
    <w:pPr>
      <w:spacing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ndice9">
    <w:name w:val="toc 9"/>
    <w:basedOn w:val="Normal"/>
    <w:next w:val="Normal"/>
    <w:autoRedefine/>
    <w:uiPriority w:val="39"/>
    <w:unhideWhenUsed/>
    <w:rsid w:val="003C71C8"/>
    <w:pPr>
      <w:spacing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NumeraoRomana">
    <w:name w:val="Numeração Romana"/>
    <w:basedOn w:val="Ttulo5"/>
    <w:autoRedefine/>
    <w:qFormat/>
    <w:rsid w:val="00EA724A"/>
    <w:pPr>
      <w:numPr>
        <w:numId w:val="12"/>
      </w:numPr>
      <w:ind w:left="360"/>
      <w:jc w:val="left"/>
    </w:pPr>
    <w:rPr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9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iscos%20partilhados\GCP%20-%20Templates\Procedimentos%20N&#227;o%20Simplificados\01%20-%20Decis&#227;o%20de%20Contratar%20e%20Pe&#231;as%20Processuais\em%20valida&#231;&#227;o%20-%20Decis&#227;o%20de%20Contratar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FAC88B78582794FBCAF572419EB02E7" ma:contentTypeVersion="13" ma:contentTypeDescription="Criar um novo documento." ma:contentTypeScope="" ma:versionID="8ebb1891e7233d41262ecf121c00666f">
  <xsd:schema xmlns:xsd="http://www.w3.org/2001/XMLSchema" xmlns:xs="http://www.w3.org/2001/XMLSchema" xmlns:p="http://schemas.microsoft.com/office/2006/metadata/properties" xmlns:ns1="http://schemas.microsoft.com/sharepoint/v3" xmlns:ns2="78d8f9b2-bafb-499c-91ae-37027977431f" xmlns:ns3="90839d32-3885-4e83-a46e-8adce1d79628" targetNamespace="http://schemas.microsoft.com/office/2006/metadata/properties" ma:root="true" ma:fieldsID="50ace510d5bc58797b892efecab7acf4" ns1:_="" ns2:_="" ns3:_="">
    <xsd:import namespace="http://schemas.microsoft.com/sharepoint/v3"/>
    <xsd:import namespace="78d8f9b2-bafb-499c-91ae-37027977431f"/>
    <xsd:import namespace="90839d32-3885-4e83-a46e-8adce1d796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ção de IU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d8f9b2-bafb-499c-91ae-370279774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81c67454-ff18-4915-9b9a-4b0bbd375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39d32-3885-4e83-a46e-8adce1d7962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dbea56-1620-463e-829a-58f1246add75}" ma:internalName="TaxCatchAll" ma:showField="CatchAllData" ma:web="90839d32-3885-4e83-a46e-8adce1d79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0839d32-3885-4e83-a46e-8adce1d79628" xsi:nil="true"/>
    <_ip_UnifiedCompliancePolicyProperties xmlns="http://schemas.microsoft.com/sharepoint/v3" xsi:nil="true"/>
    <lcf76f155ced4ddcb4097134ff3c332f xmlns="78d8f9b2-bafb-499c-91ae-37027977431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FE9692-DE9D-4C3B-BD30-1E2768B8EC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FD1B80-FDA1-4638-B88C-15BC8F9A38D5}"/>
</file>

<file path=customXml/itemProps3.xml><?xml version="1.0" encoding="utf-8"?>
<ds:datastoreItem xmlns:ds="http://schemas.openxmlformats.org/officeDocument/2006/customXml" ds:itemID="{A029F94C-6E65-48B0-AA90-2640922F2845}"/>
</file>

<file path=customXml/itemProps4.xml><?xml version="1.0" encoding="utf-8"?>
<ds:datastoreItem xmlns:ds="http://schemas.openxmlformats.org/officeDocument/2006/customXml" ds:itemID="{AD87FB10-B5EA-4DD4-9274-86B5B07015F6}"/>
</file>

<file path=docProps/app.xml><?xml version="1.0" encoding="utf-8"?>
<Properties xmlns="http://schemas.openxmlformats.org/officeDocument/2006/extended-properties" xmlns:vt="http://schemas.openxmlformats.org/officeDocument/2006/docPropsVTypes">
  <Template>em validação - Decisão de Contratar.dotx</Template>
  <TotalTime>15</TotalTime>
  <Pages>1</Pages>
  <Words>307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Barras</dc:creator>
  <cp:lastModifiedBy>Pedro Barras</cp:lastModifiedBy>
  <cp:revision>14</cp:revision>
  <dcterms:created xsi:type="dcterms:W3CDTF">2022-06-29T22:29:00Z</dcterms:created>
  <dcterms:modified xsi:type="dcterms:W3CDTF">2023-12-05T16:09:00Z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0x0101004FAC88B78582794FBCAF572419EB02E7</vt:lpwstr>
  </property>
  <property fmtid="{D5CDD505-2E9C-101B-9397-08002B2CF9AE}" pid="3" name="Order">
    <vt:r8>121700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